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93B9D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C70BB58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FAC1EF" wp14:editId="39EEB11C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19772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30FBE47B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AC1EF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6E619772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30FBE47B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BCFF97B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4A2CDB4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4BA737E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FED816A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607A64E4" w14:textId="74C938CE" w:rsidR="00863E5E" w:rsidRPr="006B26A4" w:rsidRDefault="00D8449C" w:rsidP="00D8449C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D8449C">
        <w:rPr>
          <w:rFonts w:ascii="Verdana Pro Light" w:hAnsi="Verdana Pro Light"/>
          <w:b/>
          <w:color w:val="000000" w:themeColor="text1"/>
          <w:sz w:val="32"/>
          <w:szCs w:val="24"/>
        </w:rPr>
        <w:t>Técnico/a de Design de Comunicação Gráfica</w:t>
      </w:r>
    </w:p>
    <w:p w14:paraId="527D6D7F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150D5D5C" wp14:editId="3CC35243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9EFC84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314A07BB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0D5D5C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1F9EFC84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314A07BB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0DE85D7" w14:textId="2FB4F97F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D8449C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D8449C" w:rsidRPr="00D8449C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</w:p>
    <w:p w14:paraId="63C167BD" w14:textId="3964D39C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 xml:space="preserve">: </w:t>
      </w:r>
      <w:r w:rsidR="00D8449C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213377</w:t>
      </w:r>
    </w:p>
    <w:p w14:paraId="0DB5A750" w14:textId="4CD44DD6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0CE05FE3" w14:textId="50F58A90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D8449C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 xml:space="preserve"> 99</w:t>
      </w:r>
    </w:p>
    <w:p w14:paraId="16CB474E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0F7B4BE3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081B010F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0F045BC4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35413456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727CAB">
          <w:headerReference w:type="default" r:id="rId8"/>
          <w:footerReference w:type="default" r:id="rId9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2181A1AF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05247345" w14:textId="733913D0" w:rsidR="00AC6E34" w:rsidRPr="00712C22" w:rsidRDefault="00D8449C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 xml:space="preserve">Criar e desenvolver produtos de comunicação visual (ilustração, infografia, identidade corporativa, cartaz, publicação, embalagem, suportes publicitários, animação gráfica, </w:t>
      </w:r>
      <w:proofErr w:type="spellStart"/>
      <w:r w:rsidRPr="00D8449C">
        <w:rPr>
          <w:rFonts w:ascii="Verdana Pro Light" w:hAnsi="Verdana Pro Light" w:cstheme="minorHAnsi"/>
          <w:i/>
          <w:iCs/>
        </w:rPr>
        <w:t>mockup</w:t>
      </w:r>
      <w:proofErr w:type="spellEnd"/>
      <w:r w:rsidRPr="00D8449C">
        <w:rPr>
          <w:rFonts w:ascii="Verdana Pro Light" w:hAnsi="Verdana Pro Light" w:cstheme="minorHAnsi"/>
        </w:rPr>
        <w:t xml:space="preserve">, design de interfaces gráficas para aplicações e sites, entre outros), através da captação, conceção, </w:t>
      </w:r>
      <w:proofErr w:type="spellStart"/>
      <w:r w:rsidRPr="00D8449C">
        <w:rPr>
          <w:rFonts w:ascii="Verdana Pro Light" w:hAnsi="Verdana Pro Light" w:cstheme="minorHAnsi"/>
        </w:rPr>
        <w:t>maquetização</w:t>
      </w:r>
      <w:proofErr w:type="spellEnd"/>
      <w:r w:rsidRPr="00D8449C">
        <w:rPr>
          <w:rFonts w:ascii="Verdana Pro Light" w:hAnsi="Verdana Pro Light" w:cstheme="minorHAnsi"/>
        </w:rPr>
        <w:t xml:space="preserve"> e produção de objetos gráficos </w:t>
      </w:r>
      <w:proofErr w:type="spellStart"/>
      <w:r w:rsidRPr="00D8449C">
        <w:rPr>
          <w:rFonts w:ascii="Verdana Pro Light" w:hAnsi="Verdana Pro Light" w:cstheme="minorHAnsi"/>
        </w:rPr>
        <w:t>bi</w:t>
      </w:r>
      <w:proofErr w:type="spellEnd"/>
      <w:r w:rsidRPr="00D8449C">
        <w:rPr>
          <w:rFonts w:ascii="Verdana Pro Light" w:hAnsi="Verdana Pro Light" w:cstheme="minorHAnsi"/>
        </w:rPr>
        <w:t xml:space="preserve"> e tridimensionais para suportes impressos ou para ecrã, bem como preparar a arte final para a impressão ou exibição.</w:t>
      </w:r>
    </w:p>
    <w:p w14:paraId="6266D67C" w14:textId="77777777" w:rsidR="00AC6E34" w:rsidRDefault="00AC6E3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1E3F4AA3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7D1EFECA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66A038E1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1. Interpretar um briefing, com a finalidade de criar conceitos de comunicação visual que respondam aos objetivos definidos.</w:t>
      </w:r>
    </w:p>
    <w:p w14:paraId="2BB30753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2. Elaborar a estrutura e composição de planos visuais (layout), adequando as opções criativas, gráficas e técnicas aos suportes e meios e ao público-alvo da ação de comunicação.</w:t>
      </w:r>
    </w:p>
    <w:p w14:paraId="0E2CD119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3. Identificar características específicas da tipografia, da cor e do formato de imagem com a finalidade de fazer opções gráficas adequadas aos diferentes media.</w:t>
      </w:r>
    </w:p>
    <w:p w14:paraId="685E6CAB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 xml:space="preserve">4. Conceber projetos de comunicação gráfica, com recurso a meios eletrónicos e manuais, seguindo a metodologia </w:t>
      </w:r>
      <w:proofErr w:type="spellStart"/>
      <w:r w:rsidRPr="00D8449C">
        <w:rPr>
          <w:rFonts w:ascii="Verdana Pro Light" w:hAnsi="Verdana Pro Light" w:cstheme="minorHAnsi"/>
        </w:rPr>
        <w:t>projetual</w:t>
      </w:r>
      <w:proofErr w:type="spellEnd"/>
      <w:r w:rsidRPr="00D8449C">
        <w:rPr>
          <w:rFonts w:ascii="Verdana Pro Light" w:hAnsi="Verdana Pro Light" w:cstheme="minorHAnsi"/>
        </w:rPr>
        <w:t xml:space="preserve"> de design de comunicação.</w:t>
      </w:r>
    </w:p>
    <w:p w14:paraId="097BCBFE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5. Compor imagens, formas (estáticas ou em movimento) e textos (escritos ou oralizados) através de processos manuais e eletrónicos, para utilização em meios diversificados de comunicação, selecionando e manuseando as ferramentas digitais adequadas.</w:t>
      </w:r>
    </w:p>
    <w:p w14:paraId="6D4D8A04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6. Compor a arquitetura de páginas, para projetos de design editorial, utilizando programas de edição eletrónica e aplicando formatos de página e estilos de parágrafos.</w:t>
      </w:r>
    </w:p>
    <w:p w14:paraId="52B4A4E0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7. Projetar conteúdos, para a criação de interfaces digitais, utilizando as metodologias adequadas para a experiência do utilizador.</w:t>
      </w:r>
    </w:p>
    <w:p w14:paraId="77261517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8. Elaborar apresentações, para defender conceitos e soluções de design de comunicação.</w:t>
      </w:r>
    </w:p>
    <w:p w14:paraId="0B040CE5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9. Proceder à calibração dos equipamentos, para obter a qualidade pretendida na reprodução e difusão, tendo em conta as características dos diferentes media.</w:t>
      </w:r>
    </w:p>
    <w:p w14:paraId="356F5248" w14:textId="77777777" w:rsidR="00D8449C" w:rsidRPr="00D8449C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10. Preparar produtos de comunicação gráfica para impressão ou distribuição, com recurso a ferramentas digitais específicas, respeitando as especificidades técnicas da sua reprodução nos diferentes media.</w:t>
      </w:r>
    </w:p>
    <w:p w14:paraId="1509C23D" w14:textId="0AB46AA1" w:rsidR="00AC6E34" w:rsidRPr="00712C22" w:rsidRDefault="00D8449C" w:rsidP="00D8449C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D8449C">
        <w:rPr>
          <w:rFonts w:ascii="Verdana Pro Light" w:hAnsi="Verdana Pro Light" w:cstheme="minorHAnsi"/>
        </w:rPr>
        <w:t>11. Colaborar na realização de testes de impressão com a finalidade de garantir a qualidade de impressão.</w:t>
      </w:r>
    </w:p>
    <w:p w14:paraId="326D6ABD" w14:textId="77777777" w:rsidR="00AC6E34" w:rsidRPr="00250F16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AA4A090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08B08E3B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84D1FB5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442B8A" w:rsidRPr="00712C22" w14:paraId="6886BA5A" w14:textId="77777777" w:rsidTr="00EF41D5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41C65E63" w14:textId="77777777" w:rsidR="00442B8A" w:rsidRPr="00712C22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346D6E"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21FCAB6" w14:textId="77777777" w:rsidR="00442B8A" w:rsidRPr="00712C22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r w:rsidR="000B6869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48B0A4A6" w14:textId="77777777" w:rsidR="00442B8A" w:rsidRPr="00712C22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 w:rsidR="00346D6E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BA949F3" w14:textId="77777777" w:rsidR="00442B8A" w:rsidRPr="00712C22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442B8A" w:rsidRPr="006C0318" w14:paraId="3788B136" w14:textId="77777777" w:rsidTr="00EF41D5">
        <w:trPr>
          <w:trHeight w:val="317"/>
          <w:jc w:val="center"/>
        </w:trPr>
        <w:tc>
          <w:tcPr>
            <w:tcW w:w="1185" w:type="dxa"/>
            <w:vAlign w:val="center"/>
          </w:tcPr>
          <w:p w14:paraId="13A80F0D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561EF8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4FEEE13E" w14:textId="7F93B322" w:rsidR="00442B8A" w:rsidRPr="006C0318" w:rsidRDefault="00D8449C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D8449C">
              <w:rPr>
                <w:rFonts w:ascii="Verdana Pro Light" w:hAnsi="Verdana Pro Light"/>
                <w:sz w:val="18"/>
                <w:szCs w:val="18"/>
              </w:rPr>
              <w:t>Elaborar desenhos de comunicação visual</w:t>
            </w:r>
          </w:p>
        </w:tc>
        <w:tc>
          <w:tcPr>
            <w:tcW w:w="1134" w:type="dxa"/>
            <w:vAlign w:val="center"/>
          </w:tcPr>
          <w:p w14:paraId="1A43D680" w14:textId="6C4CD84E" w:rsidR="00442B8A" w:rsidRPr="00234037" w:rsidRDefault="00D8449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5E1FC3EE" w14:textId="77777777" w:rsidTr="00E62AF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2032DC0" w14:textId="77777777" w:rsidR="00D8449C" w:rsidRPr="00234037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FEDD05" w14:textId="77777777" w:rsidR="00D8449C" w:rsidRPr="00712C22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3271BA1F" w14:textId="7BED4B6B" w:rsidR="00D8449C" w:rsidRPr="00234037" w:rsidRDefault="00D8449C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D8449C">
              <w:rPr>
                <w:rFonts w:ascii="Verdana Pro Light" w:hAnsi="Verdana Pro Light"/>
                <w:sz w:val="18"/>
                <w:szCs w:val="18"/>
              </w:rPr>
              <w:t>Desenhar ilustrações</w:t>
            </w:r>
          </w:p>
        </w:tc>
        <w:tc>
          <w:tcPr>
            <w:tcW w:w="1134" w:type="dxa"/>
          </w:tcPr>
          <w:p w14:paraId="4FFDFEAB" w14:textId="2646C0FE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E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3E192DCA" w14:textId="77777777" w:rsidTr="00E62AF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3AC6B30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898CF3B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6952C626" w14:textId="20C4E8B7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Avaliar os princípios do design e da comunicação visual</w:t>
            </w:r>
          </w:p>
        </w:tc>
        <w:tc>
          <w:tcPr>
            <w:tcW w:w="1134" w:type="dxa"/>
          </w:tcPr>
          <w:p w14:paraId="27889718" w14:textId="0366A505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E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0C90F624" w14:textId="77777777" w:rsidTr="00E62AF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6FE6F74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06A382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7BBBA16B" w14:textId="6A973150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Aplicar os modos de cor em projetos de comunicação gráfica</w:t>
            </w:r>
          </w:p>
        </w:tc>
        <w:tc>
          <w:tcPr>
            <w:tcW w:w="1134" w:type="dxa"/>
          </w:tcPr>
          <w:p w14:paraId="682C74FD" w14:textId="13D57501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E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7AE5AFCA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3F6998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C2ADA2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468BE948" w14:textId="3EA32799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Desenhar e editar gráficos vetoriais</w:t>
            </w:r>
          </w:p>
        </w:tc>
        <w:tc>
          <w:tcPr>
            <w:tcW w:w="1134" w:type="dxa"/>
          </w:tcPr>
          <w:p w14:paraId="0081494D" w14:textId="71379F56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4FC4E932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895C7A7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5192D02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31E06950" w14:textId="376ACF59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Editar imagens bitmap</w:t>
            </w:r>
          </w:p>
        </w:tc>
        <w:tc>
          <w:tcPr>
            <w:tcW w:w="1134" w:type="dxa"/>
          </w:tcPr>
          <w:p w14:paraId="0934F5C3" w14:textId="7DE8A2C5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2508C524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032F536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F5EE7C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6ECAEB07" w14:textId="3BBC6808" w:rsidR="00D8449C" w:rsidRPr="006C0318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infografias</w:t>
            </w:r>
          </w:p>
        </w:tc>
        <w:tc>
          <w:tcPr>
            <w:tcW w:w="1134" w:type="dxa"/>
          </w:tcPr>
          <w:p w14:paraId="79A75F87" w14:textId="60B95B92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6B5D3C17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C7FBCBC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B785D27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439A6760" w14:textId="64983824" w:rsidR="00D8449C" w:rsidRPr="006C0318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imagens em projetos de comunicação gráfica</w:t>
            </w:r>
          </w:p>
        </w:tc>
        <w:tc>
          <w:tcPr>
            <w:tcW w:w="1134" w:type="dxa"/>
          </w:tcPr>
          <w:p w14:paraId="157CAF49" w14:textId="41FAE18E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0765F304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2D71D83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941ECE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6A6E942F" w14:textId="23F4DCEB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Aplicar a tipografia em projetos de comunicação gráfica</w:t>
            </w:r>
          </w:p>
        </w:tc>
        <w:tc>
          <w:tcPr>
            <w:tcW w:w="1134" w:type="dxa"/>
          </w:tcPr>
          <w:p w14:paraId="2F37B6A0" w14:textId="50ABE58B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252E6D41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D28A097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A5AD47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50F55056" w14:textId="72C099C9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projetos de Identidade visual</w:t>
            </w:r>
          </w:p>
        </w:tc>
        <w:tc>
          <w:tcPr>
            <w:tcW w:w="1134" w:type="dxa"/>
          </w:tcPr>
          <w:p w14:paraId="6E17E162" w14:textId="6D91E0FB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5E019CAC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1222BD0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F76BD5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2CF096BC" w14:textId="70E6C2F9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Projetos de estacionário gráfico</w:t>
            </w:r>
          </w:p>
        </w:tc>
        <w:tc>
          <w:tcPr>
            <w:tcW w:w="1134" w:type="dxa"/>
          </w:tcPr>
          <w:p w14:paraId="24D36CCC" w14:textId="1070F512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012D3B3C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EE44A69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079116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1855C50C" w14:textId="2D97DE76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Editar Layout de páginas para publicações</w:t>
            </w:r>
          </w:p>
        </w:tc>
        <w:tc>
          <w:tcPr>
            <w:tcW w:w="1134" w:type="dxa"/>
          </w:tcPr>
          <w:p w14:paraId="2D751ED9" w14:textId="58767EFE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515E132B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F461C74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BE55B2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43EA84E0" w14:textId="3FC25319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ilustrações em projetos de comunicação gráfica</w:t>
            </w:r>
          </w:p>
        </w:tc>
        <w:tc>
          <w:tcPr>
            <w:tcW w:w="1134" w:type="dxa"/>
          </w:tcPr>
          <w:p w14:paraId="16F85EEB" w14:textId="54F2ACBD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16B10400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112427F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48DCEDD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5F45CE1F" w14:textId="1D0DD9C0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uma família tipográfica</w:t>
            </w:r>
          </w:p>
        </w:tc>
        <w:tc>
          <w:tcPr>
            <w:tcW w:w="1134" w:type="dxa"/>
          </w:tcPr>
          <w:p w14:paraId="1401734D" w14:textId="7CD9C006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449C" w:rsidRPr="006C0318" w14:paraId="6545F607" w14:textId="77777777" w:rsidTr="002736C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FF3423A" w14:textId="77777777" w:rsidR="00D8449C" w:rsidRPr="006C0318" w:rsidRDefault="00D8449C" w:rsidP="00D8449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4076D2" w14:textId="77777777" w:rsidR="00D8449C" w:rsidRPr="000B6869" w:rsidRDefault="00D8449C" w:rsidP="00D8449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0E1B48A2" w14:textId="620A5845" w:rsidR="00D8449C" w:rsidRPr="00234037" w:rsidRDefault="00EA7FB8" w:rsidP="00D8449C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 xml:space="preserve">Criar projetos de </w:t>
            </w:r>
            <w:proofErr w:type="spellStart"/>
            <w:r w:rsidRPr="00EA7FB8">
              <w:rPr>
                <w:rFonts w:ascii="Verdana Pro Light" w:hAnsi="Verdana Pro Light"/>
                <w:i/>
                <w:iCs/>
                <w:sz w:val="18"/>
                <w:szCs w:val="18"/>
              </w:rPr>
              <w:t>branding</w:t>
            </w:r>
            <w:proofErr w:type="spellEnd"/>
          </w:p>
        </w:tc>
        <w:tc>
          <w:tcPr>
            <w:tcW w:w="1134" w:type="dxa"/>
          </w:tcPr>
          <w:p w14:paraId="47BE295F" w14:textId="48A89F90" w:rsidR="00D8449C" w:rsidRPr="00234037" w:rsidRDefault="00D8449C" w:rsidP="00D8449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369E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208B30F8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7FC668D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8F6FA4D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75ED35F5" w14:textId="43704338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projetos gráficos de comunicação e publicidade</w:t>
            </w:r>
          </w:p>
        </w:tc>
        <w:tc>
          <w:tcPr>
            <w:tcW w:w="1134" w:type="dxa"/>
          </w:tcPr>
          <w:p w14:paraId="283BFDFA" w14:textId="3B98D715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08202151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6E26912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E59C41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31A80C62" w14:textId="5150B595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gráficos 3D</w:t>
            </w:r>
          </w:p>
        </w:tc>
        <w:tc>
          <w:tcPr>
            <w:tcW w:w="1134" w:type="dxa"/>
          </w:tcPr>
          <w:p w14:paraId="16EFC9DF" w14:textId="71801E96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258D0771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3AAE7D5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E8CB430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56E97F29" w14:textId="15F8B928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 xml:space="preserve">Realizar </w:t>
            </w:r>
            <w:proofErr w:type="spellStart"/>
            <w:r w:rsidRPr="00EA7FB8">
              <w:rPr>
                <w:rFonts w:ascii="Verdana Pro Light" w:hAnsi="Verdana Pro Light"/>
                <w:i/>
                <w:iCs/>
                <w:sz w:val="18"/>
                <w:szCs w:val="18"/>
              </w:rPr>
              <w:t>Motion</w:t>
            </w:r>
            <w:proofErr w:type="spellEnd"/>
            <w:r w:rsidRPr="00EA7FB8">
              <w:rPr>
                <w:rFonts w:ascii="Verdana Pro Light" w:hAnsi="Verdana Pro Ligh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A7FB8">
              <w:rPr>
                <w:rFonts w:ascii="Verdana Pro Light" w:hAnsi="Verdana Pro Light"/>
                <w:i/>
                <w:iCs/>
                <w:sz w:val="18"/>
                <w:szCs w:val="18"/>
              </w:rPr>
              <w:t>graphics</w:t>
            </w:r>
            <w:proofErr w:type="spellEnd"/>
            <w:r w:rsidRPr="00EA7FB8">
              <w:rPr>
                <w:rFonts w:ascii="Verdana Pro Light" w:hAnsi="Verdana Pro Light"/>
                <w:sz w:val="18"/>
                <w:szCs w:val="18"/>
              </w:rPr>
              <w:t xml:space="preserve"> de logotipos</w:t>
            </w:r>
          </w:p>
        </w:tc>
        <w:tc>
          <w:tcPr>
            <w:tcW w:w="1134" w:type="dxa"/>
          </w:tcPr>
          <w:p w14:paraId="56C02D0C" w14:textId="5B225827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2FE86AEE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634AFA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4012E4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5F2185E6" w14:textId="2A98D149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cartazes</w:t>
            </w:r>
          </w:p>
        </w:tc>
        <w:tc>
          <w:tcPr>
            <w:tcW w:w="1134" w:type="dxa"/>
          </w:tcPr>
          <w:p w14:paraId="241AB6ED" w14:textId="4F9CAD27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708016B9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25AF538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7E2721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60B00943" w14:textId="256AD56C" w:rsidR="00EA7FB8" w:rsidRPr="00234037" w:rsidRDefault="00890B7C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890B7C">
              <w:rPr>
                <w:rFonts w:ascii="Verdana Pro Light" w:hAnsi="Verdana Pro Light"/>
                <w:sz w:val="18"/>
                <w:szCs w:val="18"/>
              </w:rPr>
              <w:t>Avaliar processos de impressão e acabamentos</w:t>
            </w:r>
          </w:p>
        </w:tc>
        <w:tc>
          <w:tcPr>
            <w:tcW w:w="1134" w:type="dxa"/>
          </w:tcPr>
          <w:p w14:paraId="5C602BE0" w14:textId="48AB9AF7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20102D65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CF4BC0D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3DF40DF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36C8987C" w14:textId="51CF5A47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Paginar publicações</w:t>
            </w:r>
          </w:p>
        </w:tc>
        <w:tc>
          <w:tcPr>
            <w:tcW w:w="1134" w:type="dxa"/>
          </w:tcPr>
          <w:p w14:paraId="488E8EFC" w14:textId="7A64E1D9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626D5324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7AA38FC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858E55A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15638451" w14:textId="3F3243B1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projetos de design editorial para publicações</w:t>
            </w:r>
          </w:p>
        </w:tc>
        <w:tc>
          <w:tcPr>
            <w:tcW w:w="1134" w:type="dxa"/>
          </w:tcPr>
          <w:p w14:paraId="25D7CA01" w14:textId="0B394629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6BCB86F3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71B708F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B9E7AF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00F9CDDD" w14:textId="3154AD0F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estratégias de marketing e comunicação para uma marca</w:t>
            </w:r>
          </w:p>
        </w:tc>
        <w:tc>
          <w:tcPr>
            <w:tcW w:w="1134" w:type="dxa"/>
          </w:tcPr>
          <w:p w14:paraId="0A5B4DFD" w14:textId="2F453DFB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6CA4C110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A050BC7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EA1BE51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0E0EE7FF" w14:textId="52F8095C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Criar campanhas de comunicação publicitária</w:t>
            </w:r>
          </w:p>
        </w:tc>
        <w:tc>
          <w:tcPr>
            <w:tcW w:w="1134" w:type="dxa"/>
          </w:tcPr>
          <w:p w14:paraId="6CE6C872" w14:textId="0E678AAC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78D0B58B" w14:textId="77777777" w:rsidTr="003B33F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78F6233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2B6FAD9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60C212C6" w14:textId="6C703FE9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Conceber projetos gráficos para embalagens</w:t>
            </w:r>
          </w:p>
        </w:tc>
        <w:tc>
          <w:tcPr>
            <w:tcW w:w="1134" w:type="dxa"/>
          </w:tcPr>
          <w:p w14:paraId="10571BC3" w14:textId="353F9CB6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6C0318" w14:paraId="0D0A553D" w14:textId="77777777" w:rsidTr="003B33F3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D18E0D" w14:textId="77777777" w:rsidR="00EA7FB8" w:rsidRPr="006C0318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74392F6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7669EC83" w14:textId="12D36966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 xml:space="preserve">Conceber projetos em </w:t>
            </w:r>
            <w:proofErr w:type="spellStart"/>
            <w:r w:rsidRPr="00EA7FB8">
              <w:rPr>
                <w:rFonts w:ascii="Verdana Pro Light" w:hAnsi="Verdana Pro Light"/>
                <w:i/>
                <w:iCs/>
                <w:sz w:val="18"/>
                <w:szCs w:val="18"/>
              </w:rPr>
              <w:t>wireframe</w:t>
            </w:r>
            <w:proofErr w:type="spellEnd"/>
            <w:r w:rsidRPr="00EA7FB8">
              <w:rPr>
                <w:rFonts w:ascii="Verdana Pro Light" w:hAnsi="Verdana Pro Light"/>
                <w:sz w:val="18"/>
                <w:szCs w:val="18"/>
              </w:rPr>
              <w:t xml:space="preserve"> para produtos digitais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58A35540" w14:textId="646BBCBE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07A19230" w14:textId="77777777" w:rsidTr="003B3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074C898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B405B56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FCF690" w14:textId="427743B7" w:rsidR="00EA7FB8" w:rsidRPr="006C0318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Conceber o design para páginas web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98BEA1F" w14:textId="1434C1EF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6410001C" w14:textId="77777777" w:rsidTr="003B3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C71F6B4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B124B3B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DCE93B" w14:textId="0D279477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Conceber o design de interface para dispositivos móveis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0EC4B42" w14:textId="4700996F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1673FE61" w14:textId="77777777" w:rsidTr="003B3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4E129E8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D118D29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613C9C" w14:textId="676193AA" w:rsidR="00EA7FB8" w:rsidRPr="00234037" w:rsidRDefault="00890B7C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890B7C">
              <w:rPr>
                <w:rFonts w:ascii="Verdana Pro Light" w:hAnsi="Verdana Pro Light"/>
                <w:sz w:val="18"/>
                <w:szCs w:val="18"/>
              </w:rPr>
              <w:t xml:space="preserve">Aplicar os processos de arte-final e </w:t>
            </w:r>
            <w:proofErr w:type="spellStart"/>
            <w:r w:rsidRPr="00890B7C">
              <w:rPr>
                <w:rFonts w:ascii="Verdana Pro Light" w:hAnsi="Verdana Pro Light"/>
                <w:i/>
                <w:iCs/>
                <w:sz w:val="18"/>
                <w:szCs w:val="18"/>
              </w:rPr>
              <w:t>preflight</w:t>
            </w:r>
            <w:proofErr w:type="spellEnd"/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E5ED08F" w14:textId="7D0B0638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D0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3DE62E59" w14:textId="77777777" w:rsidTr="00434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AF28F99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67BE1E9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966EE7" w14:textId="28E5A3D1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Prestar informação sobre o setor de design de comunicação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B2963CB" w14:textId="4EA835A2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372B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480E8BB9" w14:textId="77777777" w:rsidTr="00434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28CF0BC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3FC456C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001400" w14:textId="6D631293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do design de comunicação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E0C470D" w14:textId="261E72DA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372B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1D3523FE" w14:textId="77777777" w:rsidTr="00434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113156A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4298237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753173" w14:textId="62768E96" w:rsidR="00EA7FB8" w:rsidRPr="00234037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5F6EED4" w14:textId="7928D75B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372B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51FCBA38" w14:textId="77777777" w:rsidTr="00434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AB28D2F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EDF099B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806EBA" w14:textId="360E35A6" w:rsidR="00EA7FB8" w:rsidRPr="006C0318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Comunicar e interagir em contexto profissional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324B33C" w14:textId="2EDAA6CF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372B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A7FB8" w:rsidRPr="00712C22" w14:paraId="3B9CC161" w14:textId="77777777" w:rsidTr="004342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780E3BD" w14:textId="77777777" w:rsidR="00EA7FB8" w:rsidRPr="000B6869" w:rsidRDefault="00EA7FB8" w:rsidP="00EA7FB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6ADAAFE" w14:textId="77777777" w:rsidR="00EA7FB8" w:rsidRPr="000B6869" w:rsidRDefault="00EA7FB8" w:rsidP="00EA7FB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85AA3D" w14:textId="2BC129EB" w:rsidR="00EA7FB8" w:rsidRPr="006C0318" w:rsidRDefault="00EA7FB8" w:rsidP="00EA7FB8">
            <w:pPr>
              <w:rPr>
                <w:rFonts w:ascii="Verdana Pro Light" w:hAnsi="Verdana Pro Light"/>
                <w:sz w:val="18"/>
                <w:szCs w:val="18"/>
              </w:rPr>
            </w:pPr>
            <w:r w:rsidRPr="00EA7FB8">
              <w:rPr>
                <w:rFonts w:ascii="Verdana Pro Light" w:hAnsi="Verdana Pro Light"/>
                <w:sz w:val="18"/>
                <w:szCs w:val="18"/>
              </w:rPr>
              <w:t>Interagir em inglês na área do design de comunicação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5E0C971" w14:textId="153E2AA5" w:rsidR="00EA7FB8" w:rsidRPr="00234037" w:rsidRDefault="00EA7FB8" w:rsidP="00EA7FB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372B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346D6E" w:rsidRPr="00712C22" w14:paraId="41E98D2D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32FC4BD" w14:textId="77777777" w:rsidR="00346D6E" w:rsidRPr="00346D6E" w:rsidRDefault="00346D6E" w:rsidP="0087470B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 xml:space="preserve">Total de pontos de crédito de </w:t>
            </w:r>
            <w:r w:rsidR="0087470B" w:rsidRPr="00FF4F58">
              <w:rPr>
                <w:rFonts w:ascii="Verdana Pro Light" w:hAnsi="Verdana Pro Light"/>
                <w:b/>
                <w:sz w:val="18"/>
                <w:szCs w:val="18"/>
              </w:rPr>
              <w:t>UC O</w:t>
            </w: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A9B466C" w14:textId="3F1794BE" w:rsidR="00346D6E" w:rsidRPr="00EA7FB8" w:rsidRDefault="00EA7FB8" w:rsidP="000B6869">
            <w:pPr>
              <w:jc w:val="center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EA7FB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76,5</w:t>
            </w:r>
          </w:p>
        </w:tc>
      </w:tr>
    </w:tbl>
    <w:p w14:paraId="37D9DF6D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5A5CD2C9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3C5D178A" w14:textId="66C124AD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201BF2" w:rsidRPr="00201BF2">
              <w:rPr>
                <w:rFonts w:ascii="Verdana Pro Light" w:hAnsi="Verdana Pro Light" w:cstheme="minorHAnsi"/>
                <w:b/>
                <w:sz w:val="18"/>
              </w:rPr>
              <w:t>Técnico/a de Design de Comunicação Gráfica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201BF2">
              <w:rPr>
                <w:rFonts w:ascii="Verdana Pro Light" w:hAnsi="Verdana Pro Light" w:cstheme="minorHAnsi"/>
                <w:b/>
                <w:sz w:val="18"/>
              </w:rPr>
              <w:t>250h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201BF2">
              <w:rPr>
                <w:rFonts w:ascii="Verdana Pro Light" w:hAnsi="Verdana Pro Light" w:cstheme="minorHAnsi"/>
                <w:b/>
                <w:sz w:val="18"/>
              </w:rPr>
              <w:t>23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360F5810" w14:textId="77777777" w:rsidR="00AC6E34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6E8F0F39" w14:textId="77777777" w:rsidR="00EA7FB8" w:rsidRPr="00712C22" w:rsidRDefault="00EA7FB8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05B23F00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2326B6B1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222786AB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1661347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23FE7DBC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752A6132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5DFBB70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6E0678" w:rsidRPr="00712C22" w14:paraId="38744BF3" w14:textId="77777777" w:rsidTr="0035720F">
        <w:trPr>
          <w:trHeight w:val="316"/>
          <w:jc w:val="center"/>
        </w:trPr>
        <w:tc>
          <w:tcPr>
            <w:tcW w:w="1186" w:type="dxa"/>
            <w:vAlign w:val="center"/>
          </w:tcPr>
          <w:p w14:paraId="1F3B79A5" w14:textId="77777777" w:rsidR="006E0678" w:rsidRPr="00234037" w:rsidRDefault="006E0678" w:rsidP="006E067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B68482" w14:textId="77777777" w:rsidR="006E0678" w:rsidRPr="00712C22" w:rsidRDefault="006E0678" w:rsidP="006E067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400659B3" w14:textId="36A7F14F" w:rsidR="006E0678" w:rsidRPr="00234037" w:rsidRDefault="00006C88" w:rsidP="006E0678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Efetuar desenhos de observação da forma e do espaço</w:t>
            </w:r>
          </w:p>
        </w:tc>
        <w:tc>
          <w:tcPr>
            <w:tcW w:w="1134" w:type="dxa"/>
          </w:tcPr>
          <w:p w14:paraId="4EAC0623" w14:textId="52777FBF" w:rsidR="006E0678" w:rsidRPr="00234037" w:rsidRDefault="006E0678" w:rsidP="006E067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E0678" w:rsidRPr="00712C22" w14:paraId="64185FBA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0927DF2" w14:textId="77777777" w:rsidR="006E0678" w:rsidRPr="00234037" w:rsidRDefault="006E0678" w:rsidP="006E067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F6907E" w14:textId="77777777" w:rsidR="006E0678" w:rsidRPr="00712C22" w:rsidRDefault="006E0678" w:rsidP="006E067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04121AFA" w14:textId="2FEC8AB2" w:rsidR="006E0678" w:rsidRPr="00234037" w:rsidRDefault="00006C88" w:rsidP="006E0678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Efetuar desenhos de desenvolvimento da expressividade plástica</w:t>
            </w:r>
          </w:p>
        </w:tc>
        <w:tc>
          <w:tcPr>
            <w:tcW w:w="1134" w:type="dxa"/>
          </w:tcPr>
          <w:p w14:paraId="45A19D32" w14:textId="4D6CAC7C" w:rsidR="006E0678" w:rsidRPr="00234037" w:rsidRDefault="006E0678" w:rsidP="006E067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E0678" w:rsidRPr="00712C22" w14:paraId="5010ED64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61D573D" w14:textId="77777777" w:rsidR="006E0678" w:rsidRPr="00234037" w:rsidRDefault="006E0678" w:rsidP="006E067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EA86B84" w14:textId="77777777" w:rsidR="006E0678" w:rsidRPr="000B6869" w:rsidRDefault="006E0678" w:rsidP="006E067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1E31952D" w14:textId="3987BDDA" w:rsidR="006E0678" w:rsidRPr="00234037" w:rsidRDefault="006E0678" w:rsidP="006E0678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Efetuar desenhos bidimensionais</w:t>
            </w:r>
          </w:p>
        </w:tc>
        <w:tc>
          <w:tcPr>
            <w:tcW w:w="1134" w:type="dxa"/>
          </w:tcPr>
          <w:p w14:paraId="6F349A50" w14:textId="5D21F2AD" w:rsidR="006E0678" w:rsidRPr="00234037" w:rsidRDefault="006E0678" w:rsidP="006E067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4C3C8D09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46FF8C2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A705BD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109406A5" w14:textId="1CD21B21" w:rsidR="00672435" w:rsidRPr="00234037" w:rsidRDefault="00DA3E88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DA3E88">
              <w:rPr>
                <w:rFonts w:ascii="Verdana Pro Light" w:hAnsi="Verdana Pro Light"/>
                <w:sz w:val="18"/>
                <w:szCs w:val="18"/>
              </w:rPr>
              <w:t>Realizar edição eletrónica e trabalho em rede</w:t>
            </w:r>
          </w:p>
        </w:tc>
        <w:tc>
          <w:tcPr>
            <w:tcW w:w="1134" w:type="dxa"/>
          </w:tcPr>
          <w:p w14:paraId="19CF9966" w14:textId="7A67CAAF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66C6E186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9FB67D6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CB6737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2438717" w14:textId="0269C075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Conceber projetos gráficos de imagens vetoriais</w:t>
            </w:r>
          </w:p>
        </w:tc>
        <w:tc>
          <w:tcPr>
            <w:tcW w:w="1134" w:type="dxa"/>
          </w:tcPr>
          <w:p w14:paraId="63A25C96" w14:textId="7AD794BB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10563741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6C6B542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0248E2D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556F2F16" w14:textId="4AEFE7B6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Conceber projetos gráficos de imagens bitmap</w:t>
            </w:r>
          </w:p>
        </w:tc>
        <w:tc>
          <w:tcPr>
            <w:tcW w:w="1134" w:type="dxa"/>
          </w:tcPr>
          <w:p w14:paraId="256E378F" w14:textId="3B71BF32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780BE26B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69264F8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386C50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14A01A53" w14:textId="70991824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Criar projetos de tipografia experimental</w:t>
            </w:r>
          </w:p>
        </w:tc>
        <w:tc>
          <w:tcPr>
            <w:tcW w:w="1134" w:type="dxa"/>
          </w:tcPr>
          <w:p w14:paraId="5D1E8CC9" w14:textId="15C0C559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5C099CD6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AFA162F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31F7E4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02FFD88C" w14:textId="51C86121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Realizar </w:t>
            </w:r>
            <w:proofErr w:type="spellStart"/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>Motion</w:t>
            </w:r>
            <w:proofErr w:type="spellEnd"/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>graphics</w:t>
            </w:r>
            <w:proofErr w:type="spellEnd"/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r w:rsidR="00282844" w:rsidRPr="006E0678">
              <w:rPr>
                <w:rFonts w:ascii="Verdana Pro Light" w:hAnsi="Verdana Pro Light"/>
                <w:sz w:val="18"/>
                <w:szCs w:val="18"/>
              </w:rPr>
              <w:t>para projetos</w:t>
            </w: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 gráficos</w:t>
            </w:r>
          </w:p>
        </w:tc>
        <w:tc>
          <w:tcPr>
            <w:tcW w:w="1134" w:type="dxa"/>
          </w:tcPr>
          <w:p w14:paraId="2C2329DC" w14:textId="1F5F9531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655407F7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D2AC42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275D1B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492BBBD6" w14:textId="08773082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Criar projetos de design editorial interativo</w:t>
            </w:r>
          </w:p>
        </w:tc>
        <w:tc>
          <w:tcPr>
            <w:tcW w:w="1134" w:type="dxa"/>
          </w:tcPr>
          <w:p w14:paraId="2DD1D137" w14:textId="30EB3292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59319D7D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C27887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96BF2A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50308C38" w14:textId="6225BDD0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Conceber campanhas de comunicação para redes sociais</w:t>
            </w:r>
          </w:p>
        </w:tc>
        <w:tc>
          <w:tcPr>
            <w:tcW w:w="1134" w:type="dxa"/>
          </w:tcPr>
          <w:p w14:paraId="718011A3" w14:textId="49FFE69A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15CC151A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F73A73D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E3BF66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2632B001" w14:textId="5CEFB871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Elaborar o </w:t>
            </w:r>
            <w:proofErr w:type="spellStart"/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>brandbook</w:t>
            </w:r>
            <w:proofErr w:type="spellEnd"/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 de projetos de comunicação gráfica</w:t>
            </w:r>
          </w:p>
        </w:tc>
        <w:tc>
          <w:tcPr>
            <w:tcW w:w="1134" w:type="dxa"/>
          </w:tcPr>
          <w:p w14:paraId="0196EB43" w14:textId="793E7A6F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79841561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1523CEB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F7EABC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73F50AE8" w14:textId="7383B139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Conceber portfólios fotográficos aplicados a projetos de comunicação gráfica</w:t>
            </w:r>
          </w:p>
        </w:tc>
        <w:tc>
          <w:tcPr>
            <w:tcW w:w="1134" w:type="dxa"/>
          </w:tcPr>
          <w:p w14:paraId="1AB0539B" w14:textId="6CEBE204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72435" w:rsidRPr="00712C22" w14:paraId="4F4F86BE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3533A8" w14:textId="77777777" w:rsidR="00672435" w:rsidRPr="00234037" w:rsidRDefault="00672435" w:rsidP="0067243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0B92F8" w14:textId="77777777" w:rsidR="00672435" w:rsidRPr="000B6869" w:rsidRDefault="00672435" w:rsidP="0067243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0E11ECE5" w14:textId="1E32C04F" w:rsidR="00672435" w:rsidRPr="00234037" w:rsidRDefault="00672435" w:rsidP="00672435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Criar embalagens</w:t>
            </w:r>
          </w:p>
        </w:tc>
        <w:tc>
          <w:tcPr>
            <w:tcW w:w="1134" w:type="dxa"/>
          </w:tcPr>
          <w:p w14:paraId="60B9B487" w14:textId="304AB0A9" w:rsidR="00672435" w:rsidRPr="00234037" w:rsidRDefault="00672435" w:rsidP="0067243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82844" w:rsidRPr="00712C22" w14:paraId="04372FED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8F10FD9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F9D618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15971D87" w14:textId="6045C6D9" w:rsidR="00282844" w:rsidRPr="00234037" w:rsidRDefault="00282844" w:rsidP="00282844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Efetuar a produção gráfica da obra impressa</w:t>
            </w:r>
          </w:p>
        </w:tc>
        <w:tc>
          <w:tcPr>
            <w:tcW w:w="1134" w:type="dxa"/>
          </w:tcPr>
          <w:p w14:paraId="61549078" w14:textId="3C680AF4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82844" w:rsidRPr="00712C22" w14:paraId="7C45B7AA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3652E4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16CCB8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5CB88B27" w14:textId="4DDDB7E1" w:rsidR="00282844" w:rsidRPr="00234037" w:rsidRDefault="00282844" w:rsidP="00282844">
            <w:pPr>
              <w:rPr>
                <w:rFonts w:ascii="Verdana Pro Light" w:hAnsi="Verdana Pro Light"/>
                <w:sz w:val="18"/>
                <w:szCs w:val="18"/>
              </w:rPr>
            </w:pPr>
            <w:r w:rsidRPr="00672435">
              <w:rPr>
                <w:rFonts w:ascii="Verdana Pro Light" w:hAnsi="Verdana Pro Light"/>
                <w:sz w:val="18"/>
                <w:szCs w:val="18"/>
                <w:highlight w:val="yellow"/>
              </w:rPr>
              <w:t>Avaliar os direitos de autor, proteção de dados e propriedade industrial</w:t>
            </w:r>
          </w:p>
        </w:tc>
        <w:tc>
          <w:tcPr>
            <w:tcW w:w="1134" w:type="dxa"/>
          </w:tcPr>
          <w:p w14:paraId="2EBF4EFB" w14:textId="6639CE21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</w:t>
            </w:r>
            <w:commentRangeStart w:id="0"/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  <w:commentRangeEnd w:id="0"/>
            <w:r>
              <w:rPr>
                <w:rStyle w:val="Refdecomentrio"/>
              </w:rPr>
              <w:commentReference w:id="0"/>
            </w:r>
          </w:p>
        </w:tc>
      </w:tr>
      <w:tr w:rsidR="00282844" w:rsidRPr="00712C22" w14:paraId="7612FF6C" w14:textId="77777777" w:rsidTr="0035720F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9A3F5B6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1611D2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63B682CC" w14:textId="387485B9" w:rsidR="00282844" w:rsidRPr="00234037" w:rsidRDefault="00282844" w:rsidP="00282844">
            <w:pPr>
              <w:rPr>
                <w:rFonts w:ascii="Verdana Pro Light" w:hAnsi="Verdana Pro Light"/>
                <w:sz w:val="18"/>
                <w:szCs w:val="18"/>
              </w:rPr>
            </w:pPr>
            <w:r w:rsidRPr="00CF6588">
              <w:rPr>
                <w:rFonts w:ascii="Verdana Pro Light" w:hAnsi="Verdana Pro Light"/>
                <w:sz w:val="18"/>
                <w:szCs w:val="18"/>
                <w:highlight w:val="yellow"/>
              </w:rPr>
              <w:t>Planear a procura de emprego</w:t>
            </w:r>
          </w:p>
        </w:tc>
        <w:tc>
          <w:tcPr>
            <w:tcW w:w="1134" w:type="dxa"/>
          </w:tcPr>
          <w:p w14:paraId="6BC4C052" w14:textId="693ACC84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</w:t>
            </w:r>
            <w:commentRangeStart w:id="1"/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  <w:commentRangeEnd w:id="1"/>
            <w:r>
              <w:rPr>
                <w:rStyle w:val="Refdecomentrio"/>
              </w:rPr>
              <w:commentReference w:id="1"/>
            </w:r>
          </w:p>
        </w:tc>
      </w:tr>
      <w:tr w:rsidR="00282844" w:rsidRPr="00712C22" w14:paraId="2131E24A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1DDD954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E75889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343C64A0" w14:textId="0E0494A1" w:rsidR="00282844" w:rsidRPr="00234037" w:rsidRDefault="00282844" w:rsidP="00282844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Aplicar a escrita criativa em contexto profissional</w:t>
            </w:r>
          </w:p>
        </w:tc>
        <w:tc>
          <w:tcPr>
            <w:tcW w:w="1134" w:type="dxa"/>
          </w:tcPr>
          <w:p w14:paraId="0BED1456" w14:textId="60C6B02A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82844" w:rsidRPr="00712C22" w14:paraId="268DD6C5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1C2E975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D82E64C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21C9E5AD" w14:textId="416126A1" w:rsidR="00282844" w:rsidRPr="00CF6588" w:rsidRDefault="00282844" w:rsidP="00282844">
            <w:pPr>
              <w:rPr>
                <w:rFonts w:ascii="Verdana Pro Light" w:hAnsi="Verdana Pro Light"/>
                <w:sz w:val="18"/>
                <w:szCs w:val="18"/>
                <w:highlight w:val="yellow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Aplicar </w:t>
            </w:r>
            <w:proofErr w:type="spellStart"/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>storytelling</w:t>
            </w:r>
            <w:proofErr w:type="spellEnd"/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 na comunicação</w:t>
            </w:r>
          </w:p>
        </w:tc>
        <w:tc>
          <w:tcPr>
            <w:tcW w:w="1134" w:type="dxa"/>
          </w:tcPr>
          <w:p w14:paraId="597CDF42" w14:textId="4713D37E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82844" w:rsidRPr="00712C22" w14:paraId="24498615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A751DB5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A016FEF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54301318" w14:textId="5EA55CEB" w:rsidR="00282844" w:rsidRPr="00CF6588" w:rsidRDefault="00282844" w:rsidP="00282844">
            <w:pPr>
              <w:rPr>
                <w:rFonts w:ascii="Verdana Pro Light" w:hAnsi="Verdana Pro Light"/>
                <w:sz w:val="18"/>
                <w:szCs w:val="18"/>
                <w:highlight w:val="yellow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</w:p>
        </w:tc>
        <w:tc>
          <w:tcPr>
            <w:tcW w:w="1134" w:type="dxa"/>
          </w:tcPr>
          <w:p w14:paraId="53594F71" w14:textId="08EA7C8A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82844" w:rsidRPr="00712C22" w14:paraId="7BAAA25C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3A999EA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C826806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01DD62A2" w14:textId="26B87374" w:rsidR="00282844" w:rsidRPr="00234037" w:rsidRDefault="00282844" w:rsidP="00282844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251D9A06" w14:textId="07F2D83E" w:rsidR="00282844" w:rsidRPr="00234037" w:rsidRDefault="00C410CE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82844" w:rsidRPr="00712C22" w14:paraId="50EA1678" w14:textId="77777777" w:rsidTr="0035720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C238D85" w14:textId="77777777" w:rsidR="00282844" w:rsidRPr="00234037" w:rsidRDefault="00282844" w:rsidP="0028284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F908F2" w14:textId="77777777" w:rsidR="00282844" w:rsidRPr="000B6869" w:rsidRDefault="00282844" w:rsidP="0028284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1ED91FC1" w14:textId="52670BD4" w:rsidR="00282844" w:rsidRPr="00234037" w:rsidRDefault="00282844" w:rsidP="00282844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</w:tcPr>
          <w:p w14:paraId="0AA401EA" w14:textId="2262D125" w:rsidR="00282844" w:rsidRPr="00234037" w:rsidRDefault="00291DB0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82844" w:rsidRPr="00712C22" w14:paraId="368767D4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0E92F32B" w14:textId="77777777" w:rsidR="00282844" w:rsidRPr="00234037" w:rsidRDefault="00282844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282844" w:rsidRPr="00712C22" w14:paraId="3BE30488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03A6F421" w14:textId="77777777" w:rsidR="00282844" w:rsidRPr="00234037" w:rsidRDefault="00282844" w:rsidP="00282844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36F04DBC" w14:textId="5896F4E7" w:rsidR="00282844" w:rsidRPr="00234037" w:rsidRDefault="00291DB0" w:rsidP="0028284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128</w:t>
            </w:r>
          </w:p>
        </w:tc>
      </w:tr>
    </w:tbl>
    <w:p w14:paraId="0F31AA14" w14:textId="77777777" w:rsidR="00727CAB" w:rsidRPr="003D1065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29A5FE81" w14:textId="77777777" w:rsidR="006E0678" w:rsidRDefault="006E0678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A2E811C" w14:textId="77777777" w:rsidR="006E0678" w:rsidRDefault="006E0678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9AAFF35" w14:textId="77777777" w:rsidR="00282844" w:rsidRDefault="00282844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AECC6EE" w14:textId="77777777" w:rsidR="00282844" w:rsidRDefault="00282844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DFFE4CB" w14:textId="77777777" w:rsidR="006E0678" w:rsidRDefault="006E0678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F567E7A" w14:textId="651BFE83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2B6CADAC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3F1DE2" w14:textId="3B6896B2" w:rsidR="00727CAB" w:rsidRPr="00222FEF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46A41D6" w14:textId="6574F618" w:rsidR="00727CAB" w:rsidRPr="00222FEF" w:rsidRDefault="00104B8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Elaborar desenhos de comunicação visual</w:t>
            </w:r>
          </w:p>
        </w:tc>
      </w:tr>
      <w:tr w:rsidR="00727CAB" w:rsidRPr="00136AD8" w14:paraId="45EB36AA" w14:textId="77777777" w:rsidTr="00EF41D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34F6DF0" w14:textId="366A051A" w:rsidR="00727CAB" w:rsidRPr="00222FEF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9394A7C" w14:textId="77C16A0B" w:rsidR="00727CAB" w:rsidRPr="00222FEF" w:rsidRDefault="00104B8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Desenho de comunicação visual</w:t>
            </w:r>
          </w:p>
        </w:tc>
      </w:tr>
    </w:tbl>
    <w:p w14:paraId="6B9CEA67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DD958AA" w14:textId="520E3130" w:rsidR="00727CAB" w:rsidRPr="003200F2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" w:name="_bookmark5"/>
      <w:bookmarkEnd w:id="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62B7DA7" w14:textId="77777777" w:rsidR="00727CAB" w:rsidRPr="00136AD8" w:rsidRDefault="00727CAB" w:rsidP="00727C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58890BD6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8027F1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2D4D90B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7DBAAB" w14:textId="77777777" w:rsidR="00104B83" w:rsidRDefault="00104B83" w:rsidP="00104B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conceitos para expressar visualmente o tema a ser representado visualmente.</w:t>
            </w:r>
          </w:p>
          <w:p w14:paraId="626F05AA" w14:textId="77777777" w:rsidR="00104B83" w:rsidRDefault="00104B83" w:rsidP="00104B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Desenhar imagens representativas e expressivas dos conceitos identificados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8826446" w14:textId="00C42242" w:rsidR="00727CAB" w:rsidRPr="001B353A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Fazer uma composição das imagens para formular um discurso gráfico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727CAB" w:rsidRPr="00136AD8" w14:paraId="355C1468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B6B586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5E89C1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D7942B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04B83" w:rsidRPr="00136AD8" w14:paraId="1296805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865F" w14:textId="521DAAD1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104B83" w:rsidRPr="008331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esenho expressivo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A7DC6D2" w14:textId="4FD3F786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104B83" w:rsidRPr="008331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esenho de síntese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D3A88C" w14:textId="054DCECC" w:rsidR="00104B83" w:rsidRPr="001B353A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104B83" w:rsidRPr="008331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omunicação visual e composição gráfica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C3CFEE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conceitos visuais</w:t>
            </w:r>
          </w:p>
          <w:p w14:paraId="570CB80C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narrativas visuais</w:t>
            </w:r>
          </w:p>
          <w:p w14:paraId="1DFD955B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Elaborar discursos gráficos</w:t>
            </w:r>
          </w:p>
          <w:p w14:paraId="2457743D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manipular elementos estruturais da representação visual</w:t>
            </w:r>
          </w:p>
          <w:p w14:paraId="4A131A22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capacidades expressivas através da comunicação visual</w:t>
            </w:r>
          </w:p>
          <w:p w14:paraId="59DE5940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meios e suportes para comunicar visualmente</w:t>
            </w:r>
          </w:p>
          <w:p w14:paraId="2B9598C8" w14:textId="018FB29F" w:rsidR="00104B83" w:rsidRP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0004F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4A8BAF4" w14:textId="77777777" w:rsidR="00104B83" w:rsidRDefault="00104B83" w:rsidP="00104B8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818FDD4" w14:textId="77777777" w:rsidR="00104B83" w:rsidRDefault="00104B83" w:rsidP="00104B8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1CE8A08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0B920A7C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8EEF76A" w14:textId="77777777" w:rsidR="00104B83" w:rsidRPr="000572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D7D99A1" w14:textId="7F62DCB2" w:rsidR="00727CAB" w:rsidRDefault="00727CAB" w:rsidP="00727CAB">
      <w:pPr>
        <w:rPr>
          <w:rFonts w:ascii="Verdana Pro Light" w:hAnsi="Verdana Pro Light"/>
          <w:smallCaps/>
        </w:rPr>
      </w:pPr>
    </w:p>
    <w:p w14:paraId="567BB0AB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E3A3555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144D8">
        <w:rPr>
          <w:rFonts w:ascii="Verdana Pro Light" w:eastAsia="Arial Unicode MS" w:hAnsi="Verdana Pro Light" w:cs="Times New Roman"/>
          <w:b/>
          <w:sz w:val="18"/>
          <w:szCs w:val="18"/>
        </w:rPr>
        <w:t>Elaborar desenhos de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A1CC92F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Formulando um discurso gráfico coerente com base numa composição organizada e estruturada. </w:t>
      </w:r>
    </w:p>
    <w:p w14:paraId="0D5ED89C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expressividade estética na composição elaborada.</w:t>
      </w:r>
    </w:p>
    <w:p w14:paraId="0AA8858F" w14:textId="77777777" w:rsidR="00104B83" w:rsidRPr="0064164C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corretamente os meios e suportes na composição elaborada</w:t>
      </w:r>
    </w:p>
    <w:p w14:paraId="7E186ADB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Fundamentando as opções escolhidas para a composição tendo em conta o tema.</w:t>
      </w:r>
    </w:p>
    <w:p w14:paraId="2B9051F3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A4A62D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411733" w14:textId="119BF2D7" w:rsidR="00727CAB" w:rsidRPr="00051C79" w:rsidRDefault="00104B83" w:rsidP="00104B83">
      <w:p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223D7B9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DEE6EE5" w14:textId="54CAEBFE" w:rsidR="00727CAB" w:rsidRPr="00104B83" w:rsidRDefault="00104B83" w:rsidP="00104B83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Materiais de desenho diversificados</w:t>
      </w: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F20F5A6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E7CAC74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EF5A42" w14:textId="77777777" w:rsidR="00104B83" w:rsidRDefault="00104B83" w:rsidP="00104B83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 técnico de animação 2d 3d</w:t>
      </w:r>
    </w:p>
    <w:p w14:paraId="0FF0E577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9FBB82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E92353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5A6EF5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BFCEA5D" w14:textId="139BFDC0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B7C901" w14:textId="4C52114D" w:rsidR="008C76A8" w:rsidRPr="00222FEF" w:rsidRDefault="00104B8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Desenhar ilustrações</w:t>
            </w:r>
          </w:p>
        </w:tc>
      </w:tr>
      <w:tr w:rsidR="008C76A8" w:rsidRPr="00136AD8" w14:paraId="45517A68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0381353" w14:textId="62626F69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24A3EA2" w14:textId="5F95DF14" w:rsidR="008C76A8" w:rsidRPr="00222FEF" w:rsidRDefault="00104B8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Desenho de ilustração</w:t>
            </w:r>
          </w:p>
        </w:tc>
      </w:tr>
    </w:tbl>
    <w:p w14:paraId="61D1D26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981A577" w14:textId="24466ECB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DB59D3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996CD2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5D692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4CE831C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DA9199" w14:textId="77777777" w:rsidR="00104B83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Contextualizar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projeto de ilustração e efetuar pesquisas de elementos visuais</w:t>
            </w:r>
          </w:p>
          <w:p w14:paraId="5B1051BA" w14:textId="77777777" w:rsidR="00104B83" w:rsidRDefault="00104B83" w:rsidP="00104B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soluções visuais e 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representação.</w:t>
            </w:r>
          </w:p>
          <w:p w14:paraId="1C1C40C9" w14:textId="77777777" w:rsidR="00104B83" w:rsidRDefault="00104B83" w:rsidP="00104B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Criar a narrativa visual e elaborar esboços</w:t>
            </w:r>
          </w:p>
          <w:p w14:paraId="02EE2E4C" w14:textId="77777777" w:rsidR="00104B83" w:rsidRDefault="00104B83" w:rsidP="00104B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projeto de ilustração</w:t>
            </w:r>
          </w:p>
          <w:p w14:paraId="50E3C422" w14:textId="18908E63" w:rsidR="008C76A8" w:rsidRPr="001B353A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Justificar a narrativa visual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4B3BB0E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CB836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7DD36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23D1F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04B83" w:rsidRPr="00136AD8" w14:paraId="1CAB484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9C7D0" w14:textId="429F5AC9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104B83" w:rsidRPr="000A0A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ontextualização cultural, histórica, artística e social da ilustração</w:t>
            </w:r>
          </w:p>
          <w:p w14:paraId="40E33CC5" w14:textId="6879643C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104B83" w:rsidRPr="000A0A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ilustração</w:t>
            </w:r>
          </w:p>
          <w:p w14:paraId="689F32F9" w14:textId="149968DE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104B83" w:rsidRPr="00B921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e meios para a realização de ilustração</w:t>
            </w:r>
          </w:p>
          <w:p w14:paraId="3E735964" w14:textId="6FD9B4FF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rocesso de produção do p</w:t>
            </w:r>
            <w:r w:rsidR="00104B83" w:rsidRPr="00B921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rojeto de desenho de ilustração</w:t>
            </w:r>
          </w:p>
          <w:p w14:paraId="640816CE" w14:textId="3803FFE3" w:rsidR="00104B83" w:rsidRPr="001B353A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104B83"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 processo criativo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5F91D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tipologias de ilustração</w:t>
            </w:r>
          </w:p>
          <w:p w14:paraId="13328EE0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função das diferentes tipologias de ilustração</w:t>
            </w:r>
          </w:p>
          <w:p w14:paraId="159FE9D7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Aferir sobre a evolução histórica da ilustração</w:t>
            </w:r>
          </w:p>
          <w:p w14:paraId="32DA9501" w14:textId="77777777" w:rsidR="00104B83" w:rsidRPr="0054635A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diferentes técnicas de representação </w:t>
            </w:r>
          </w:p>
          <w:p w14:paraId="06930E2D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Manusear diferentes materiais de desenho</w:t>
            </w:r>
          </w:p>
          <w:p w14:paraId="52937A69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ilustração analógicas e/ou digitais</w:t>
            </w:r>
          </w:p>
          <w:p w14:paraId="7ECBF278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41F79C6E" w14:textId="77777777" w:rsidR="00104B83" w:rsidRPr="000572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1EE1C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</w:t>
            </w:r>
          </w:p>
          <w:p w14:paraId="3DB8A694" w14:textId="77777777" w:rsidR="00104B83" w:rsidRDefault="00104B83" w:rsidP="00104B8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FDB3FB9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92892BE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FF6731F" w14:textId="77777777" w:rsidR="00104B83" w:rsidRPr="000572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86FC81F" w14:textId="36C4D1D9" w:rsidR="008C76A8" w:rsidRDefault="008C76A8" w:rsidP="008C76A8">
      <w:pPr>
        <w:rPr>
          <w:rFonts w:ascii="Verdana Pro Light" w:hAnsi="Verdana Pro Light"/>
          <w:smallCaps/>
        </w:rPr>
      </w:pPr>
    </w:p>
    <w:p w14:paraId="135D002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92FE199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40FB4">
        <w:rPr>
          <w:rFonts w:ascii="Verdana Pro Light" w:eastAsia="Arial Unicode MS" w:hAnsi="Verdana Pro Light" w:cs="Times New Roman"/>
          <w:b/>
          <w:sz w:val="18"/>
          <w:szCs w:val="18"/>
        </w:rPr>
        <w:t>Desenhar ilustrações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CEE7715" w14:textId="77777777" w:rsidR="00104B83" w:rsidRPr="0064164C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Escolhendo soluções visuais adequadas à tipologia do projeto de ilustração</w:t>
      </w:r>
    </w:p>
    <w:p w14:paraId="735B4BEC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técnicas de representação adequadas à tipologia do projeto de ilustração</w:t>
      </w:r>
    </w:p>
    <w:p w14:paraId="107CA123" w14:textId="77777777" w:rsidR="00104B83" w:rsidRPr="0064164C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Manuseando corretamente as ferramentas escolhidas para o projeto de ilustração</w:t>
      </w:r>
    </w:p>
    <w:p w14:paraId="183E6DB2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Fundamentando a narrativa visual do projeto de ilustração tendo em conta a sua função.</w:t>
      </w:r>
    </w:p>
    <w:p w14:paraId="78BB501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FC9F2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3B01D9A" w14:textId="62D8F639" w:rsidR="008C76A8" w:rsidRPr="00984B30" w:rsidRDefault="00104B83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66C850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37F63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73FCB02C" w14:textId="77777777" w:rsidR="00104B83" w:rsidRPr="00436CB6" w:rsidRDefault="00104B83" w:rsidP="00104B83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FFF7934" w14:textId="77777777" w:rsidR="00104B83" w:rsidRDefault="00104B83" w:rsidP="00104B83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1A00E494" w14:textId="2F4DC92C" w:rsidR="00104B83" w:rsidRDefault="00104B83" w:rsidP="00104B83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2169207E" w14:textId="562B7ACB" w:rsidR="008C76A8" w:rsidRPr="00104B83" w:rsidRDefault="00104B83" w:rsidP="00104B83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104B83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10527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238B77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2ABDB4" w14:textId="098799AB" w:rsidR="00104B83" w:rsidRPr="00033F56" w:rsidRDefault="00104B83" w:rsidP="00104B83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 técnico de animação 2D 3D</w:t>
      </w:r>
    </w:p>
    <w:p w14:paraId="34E3ED7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1A74E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04A1D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294BBB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C22EC3" w14:textId="16F13A54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588F7BC" w14:textId="22E06E39" w:rsidR="008C76A8" w:rsidRPr="00222FEF" w:rsidRDefault="00104B8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Avaliar os princípios do design e da comunicação visual</w:t>
            </w:r>
          </w:p>
        </w:tc>
      </w:tr>
      <w:tr w:rsidR="008C76A8" w:rsidRPr="00136AD8" w14:paraId="605ACAC2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EF336B2" w14:textId="3F577624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386403A" w14:textId="7639FB91" w:rsidR="008C76A8" w:rsidRPr="00222FEF" w:rsidRDefault="00104B8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Teoria do design e da comunicação visual</w:t>
            </w:r>
          </w:p>
        </w:tc>
      </w:tr>
    </w:tbl>
    <w:p w14:paraId="16215E9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9360F09" w14:textId="2974EA4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9EB99BF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0FE64E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7607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7FCB10B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F12FFE" w14:textId="77777777" w:rsidR="00104B83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a profissão de designer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comunicação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>;</w:t>
            </w:r>
          </w:p>
          <w:p w14:paraId="18CAFDCA" w14:textId="77777777" w:rsidR="00104B83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Caracterizar os fundamentos do design de comunicação</w:t>
            </w:r>
          </w:p>
          <w:p w14:paraId="3E76F20B" w14:textId="77777777" w:rsidR="00104B83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Enumerar as leis da perceção visual</w:t>
            </w:r>
          </w:p>
          <w:p w14:paraId="74306AA8" w14:textId="77777777" w:rsidR="00104B83" w:rsidRDefault="00104B83" w:rsidP="00104B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Estruturar um projeto de comunicação visual</w:t>
            </w:r>
          </w:p>
          <w:p w14:paraId="22FEE750" w14:textId="0078A6FF" w:rsidR="008C76A8" w:rsidRPr="001B353A" w:rsidRDefault="00104B83" w:rsidP="00104B8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Caracterizar as ferramentas para o desenvolvimento do 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7CB54343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20C9B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E644D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4EBFF7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04B83" w:rsidRPr="00136AD8" w14:paraId="7942C54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F495D" w14:textId="643D6FA7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 de design – origem; significado; ação</w:t>
            </w:r>
          </w:p>
          <w:p w14:paraId="25AE6ACD" w14:textId="18A505F4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omunicação – princípios básicos</w:t>
            </w:r>
          </w:p>
          <w:p w14:paraId="2F43F12C" w14:textId="0B2DE8D5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lementos da comunicação visual </w:t>
            </w:r>
          </w:p>
          <w:p w14:paraId="5C87EF63" w14:textId="6B71DD68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104B83" w:rsidRPr="001A5C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65F790F7" w14:textId="56B733A8" w:rsidR="00104B83" w:rsidRDefault="004502E1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eis da perceção visual (Leis da </w:t>
            </w:r>
            <w:proofErr w:type="spellStart"/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40B5680F" w14:textId="77777777" w:rsidR="004502E1" w:rsidRDefault="004502E1" w:rsidP="004502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 w:rsidR="00104B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0E250CA" w14:textId="0A65EC02" w:rsidR="00104B83" w:rsidRPr="004502E1" w:rsidRDefault="004502E1" w:rsidP="004502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502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104B83" w:rsidRPr="004502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processo criativo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4EFF3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ação do designer de comunicação</w:t>
            </w:r>
          </w:p>
          <w:p w14:paraId="6A85FB9E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elementos da comunicação visual </w:t>
            </w:r>
          </w:p>
          <w:p w14:paraId="3112BB09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princípios da comunicação visual </w:t>
            </w:r>
          </w:p>
          <w:p w14:paraId="369E0B8E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leis da perceção visual </w:t>
            </w:r>
          </w:p>
          <w:p w14:paraId="682E24C5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do 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4D457FC5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processo criativo</w:t>
            </w:r>
          </w:p>
          <w:p w14:paraId="6F6866AE" w14:textId="77777777" w:rsidR="00104B83" w:rsidRPr="000572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3791C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7D8A317C" w14:textId="77777777" w:rsidR="00104B83" w:rsidRDefault="00104B83" w:rsidP="00104B8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9996E3D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4E26EE4E" w14:textId="77777777" w:rsidR="00104B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7C62E6F2" w14:textId="77777777" w:rsidR="00104B83" w:rsidRPr="00057283" w:rsidRDefault="00104B83" w:rsidP="00104B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19810B0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C4F134" w14:textId="54998F99" w:rsidR="008C76A8" w:rsidRDefault="008C76A8" w:rsidP="008C76A8">
      <w:pPr>
        <w:rPr>
          <w:rFonts w:ascii="Verdana Pro Light" w:hAnsi="Verdana Pro Light"/>
          <w:smallCaps/>
        </w:rPr>
      </w:pPr>
    </w:p>
    <w:p w14:paraId="4B66136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98AF05B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53E95">
        <w:rPr>
          <w:rFonts w:ascii="Verdana Pro Light" w:eastAsia="Arial Unicode MS" w:hAnsi="Verdana Pro Light" w:cs="Times New Roman"/>
          <w:b/>
          <w:sz w:val="18"/>
          <w:szCs w:val="18"/>
        </w:rPr>
        <w:t>Avaliar os princípios do design e da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233D283" w14:textId="77777777" w:rsidR="00104B83" w:rsidRPr="0064164C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9247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Caracterizando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ação do designer de comunicação</w:t>
      </w:r>
    </w:p>
    <w:p w14:paraId="791FC460" w14:textId="77777777" w:rsidR="00104B83" w:rsidRPr="0064164C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Caracterizando os elementos da comunicação visual</w:t>
      </w:r>
    </w:p>
    <w:p w14:paraId="52BDA071" w14:textId="77777777" w:rsidR="00104B83" w:rsidRPr="0064164C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Caracterizando os princípios da composição visual</w:t>
      </w:r>
    </w:p>
    <w:p w14:paraId="4FC0FBC5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Enumerando as leis da perceção visual</w:t>
      </w:r>
    </w:p>
    <w:p w14:paraId="3987A3E9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Estruturando as etapas e ações de cada etapa da metodologia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projetual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design</w:t>
      </w:r>
    </w:p>
    <w:p w14:paraId="23A7F857" w14:textId="77777777" w:rsidR="00104B83" w:rsidRDefault="00104B83" w:rsidP="00104B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 Caracterizando as ferramentas para o desenvolvimento do processo criativo</w:t>
      </w:r>
    </w:p>
    <w:p w14:paraId="236144D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9A90A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0C5D3F" w14:textId="77777777" w:rsidR="007D76F4" w:rsidRPr="00CD4CF0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C07EF5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75EF7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FD9E78B" w14:textId="77777777" w:rsidR="007D76F4" w:rsidRDefault="007D76F4" w:rsidP="007D76F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059A2F32" w14:textId="4E4204FA" w:rsidR="008C76A8" w:rsidRPr="007D76F4" w:rsidRDefault="007D76F4" w:rsidP="007D76F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peças de comunicação visual.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C25668" w14:textId="06C503D4" w:rsidR="008C76A8" w:rsidRPr="007D76F4" w:rsidRDefault="008C76A8" w:rsidP="007D76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6799F3D" w14:textId="1DEB6685" w:rsidR="008C76A8" w:rsidRPr="00051C79" w:rsidRDefault="007D76F4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Comum com Técnico artes Gráficas</w:t>
      </w:r>
    </w:p>
    <w:p w14:paraId="02DE974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5DD6B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F54BF7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02B0C8" w14:textId="3965EFC7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4496A9" w14:textId="0147C53A" w:rsidR="008C76A8" w:rsidRPr="00222FEF" w:rsidRDefault="007D76F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Aplicar os modos de cor em projetos de comunicação gráfica</w:t>
            </w:r>
          </w:p>
        </w:tc>
      </w:tr>
      <w:tr w:rsidR="008C76A8" w:rsidRPr="00136AD8" w14:paraId="758C0A8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1420B8E" w14:textId="39AC659A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DC1F976" w14:textId="0749EA41" w:rsidR="008C76A8" w:rsidRPr="00222FEF" w:rsidRDefault="007D76F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Cor aplicada à comunicação gráfica</w:t>
            </w:r>
          </w:p>
        </w:tc>
      </w:tr>
    </w:tbl>
    <w:p w14:paraId="187C6FC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8D8E8A6" w14:textId="4F308AEC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46233D2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D5A8A2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6AE18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FE61DC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142122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Definir a palete de cor para o projeto gráfico</w:t>
            </w:r>
          </w:p>
          <w:p w14:paraId="5F47FA47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Aplicar palete de cor nas diferentes peças gráficas</w:t>
            </w:r>
          </w:p>
          <w:p w14:paraId="67596955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 sistrema de cor para cada peça gráfica</w:t>
            </w:r>
          </w:p>
          <w:p w14:paraId="6C2ABF2A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Fundamentar a escolha da palete cromática</w:t>
            </w:r>
          </w:p>
          <w:p w14:paraId="57E67A13" w14:textId="7F88D9B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43A27D0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10D37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8EB38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8A671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D76F4" w:rsidRPr="00136AD8" w14:paraId="20D5611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9113D" w14:textId="0D3E66E2" w:rsidR="007D76F4" w:rsidRDefault="004502E1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7D76F4" w:rsidRPr="00D453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eoria da cor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7D73F89" w14:textId="45B4877C" w:rsidR="007D76F4" w:rsidRDefault="004502E1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D76F4" w:rsidRPr="00D316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inalidades da cor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866F11D" w14:textId="571F4EA7" w:rsidR="007D76F4" w:rsidRPr="001B353A" w:rsidRDefault="004502E1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7D76F4" w:rsidRPr="00D316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utilização da cor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97220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Classificar as cores</w:t>
            </w:r>
          </w:p>
          <w:p w14:paraId="77BC336D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o significado das cores </w:t>
            </w:r>
          </w:p>
          <w:p w14:paraId="0A0DDBE8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sistemas de cor</w:t>
            </w:r>
          </w:p>
          <w:p w14:paraId="50B9F7C5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composições cromáticas legíveis, com contraste e harmoniosas</w:t>
            </w:r>
          </w:p>
          <w:p w14:paraId="09632C04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cores ao conceito de um projeto gráfico</w:t>
            </w:r>
          </w:p>
          <w:p w14:paraId="72634235" w14:textId="77777777" w:rsidR="007D76F4" w:rsidRPr="00057283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C5B10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55E44D6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C839F49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0826952" w14:textId="77777777" w:rsidR="007D76F4" w:rsidRPr="00427146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60F324D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4EE30DC" w14:textId="77777777" w:rsidR="007D76F4" w:rsidRPr="00057283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FA317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D480C46" w14:textId="02CB6CE9" w:rsidR="008C76A8" w:rsidRDefault="008C76A8" w:rsidP="008C76A8">
      <w:pPr>
        <w:rPr>
          <w:rFonts w:ascii="Verdana Pro Light" w:hAnsi="Verdana Pro Light"/>
          <w:smallCaps/>
        </w:rPr>
      </w:pPr>
    </w:p>
    <w:p w14:paraId="500BD12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6C16610" w14:textId="77777777" w:rsidR="007D7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36565">
        <w:rPr>
          <w:rFonts w:ascii="Verdana Pro Light" w:eastAsia="Arial Unicode MS" w:hAnsi="Verdana Pro Light" w:cs="Times New Roman"/>
          <w:b/>
          <w:sz w:val="18"/>
          <w:szCs w:val="18"/>
        </w:rPr>
        <w:t>Aplicar os modos de cor em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475378C" w14:textId="77777777" w:rsidR="007D7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Adequando a palete cromática ao conceito </w:t>
      </w:r>
    </w:p>
    <w:p w14:paraId="7FE0D77D" w14:textId="77777777" w:rsidR="007D7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Adequando a palete cromática à função das peças gráficas </w:t>
      </w:r>
    </w:p>
    <w:p w14:paraId="7F4E882F" w14:textId="77777777" w:rsidR="007D7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Selecionando corretamente os sistemas de cor tendo em conta o processo de difusão de cada peça gráfica</w:t>
      </w:r>
    </w:p>
    <w:p w14:paraId="3791E06F" w14:textId="09864695" w:rsidR="008C76A8" w:rsidRPr="007D7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Justificando as opções escolhidas para a seleção da palete cromática tendo em conta o conceito do projeto e a função das peças 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725BC3C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A1AFF80" w14:textId="40C6EF32" w:rsidR="008C76A8" w:rsidRPr="007D76F4" w:rsidRDefault="007D76F4" w:rsidP="007D76F4">
      <w:pPr>
        <w:pStyle w:val="PargrafodaLista"/>
        <w:numPr>
          <w:ilvl w:val="0"/>
          <w:numId w:val="5"/>
        </w:numPr>
        <w:spacing w:before="120" w:after="0" w:line="276" w:lineRule="auto"/>
        <w:rPr>
          <w:rFonts w:ascii="Verdana Pro Light" w:hAnsi="Verdana Pro Light"/>
          <w:smallCaps/>
        </w:rPr>
      </w:pPr>
      <w:r w:rsidRPr="007D76F4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 w:rsidRPr="007D76F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C88D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C9D21C0" w14:textId="77777777" w:rsidR="007D76F4" w:rsidRPr="00436CB6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3249C49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5E8C9F0B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6801C0BC" w14:textId="6DCA8DE4" w:rsidR="008C76A8" w:rsidRP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Materiais de pintura diversificados</w:t>
      </w: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50B323B" w14:textId="6135B416" w:rsidR="008C76A8" w:rsidRPr="007D76F4" w:rsidRDefault="008C76A8" w:rsidP="007D76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992D713" w14:textId="6D2A3346" w:rsidR="008C76A8" w:rsidRPr="00051C79" w:rsidRDefault="007D76F4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 técnico de artes gráficas</w:t>
      </w:r>
    </w:p>
    <w:p w14:paraId="7151E55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D83AF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AD703D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5AA8B1" w14:textId="78D93E96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0064022" w14:textId="0599D050" w:rsidR="008C76A8" w:rsidRPr="00222FEF" w:rsidRDefault="007D76F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Desenhar e editar gráficos vetoriais</w:t>
            </w:r>
          </w:p>
        </w:tc>
      </w:tr>
      <w:tr w:rsidR="008C76A8" w:rsidRPr="00136AD8" w14:paraId="5E807188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5BA0386" w14:textId="5A9CEF29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C2625AE" w14:textId="4395885B" w:rsidR="008C76A8" w:rsidRPr="00222FEF" w:rsidRDefault="007D76F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Edição de vetores I</w:t>
            </w:r>
          </w:p>
        </w:tc>
      </w:tr>
    </w:tbl>
    <w:p w14:paraId="009048D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476986" w14:textId="194ABE7C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0A8187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94F2A4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BF69E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EB155F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25C67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 e formatar a página de trabalho</w:t>
            </w:r>
          </w:p>
          <w:p w14:paraId="4A0FC7D7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Desenhar linhas, formas e objetos</w:t>
            </w:r>
          </w:p>
          <w:p w14:paraId="5A7256A6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Manipular objetos vetoriais</w:t>
            </w:r>
          </w:p>
          <w:p w14:paraId="6F730C72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Aplicar cor em objetos vetoriais</w:t>
            </w:r>
          </w:p>
          <w:p w14:paraId="2BB17211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Editar texto</w:t>
            </w:r>
          </w:p>
          <w:p w14:paraId="5171CB5E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Construir gráficos e pictogramas</w:t>
            </w:r>
          </w:p>
          <w:p w14:paraId="1593C325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R7. Organizar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documento, salvar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imprimir</w:t>
            </w:r>
          </w:p>
          <w:p w14:paraId="4CA9871E" w14:textId="6D555F3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58CCFB1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3B332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25496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7D30F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D76F4" w:rsidRPr="00136AD8" w14:paraId="69670AE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4C3B0" w14:textId="4E4F9F42" w:rsidR="007D76F4" w:rsidRPr="00F0079B" w:rsidRDefault="007D76F4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E342289" w14:textId="560A68EF" w:rsidR="007D76F4" w:rsidRPr="00276C25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7D76F4" w:rsidRPr="00276C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esenho com linhas e formas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11DB551" w14:textId="442704F0" w:rsidR="007D76F4" w:rsidRPr="00F0079B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7D76F4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objetos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BC1AC35" w14:textId="7F03FC96" w:rsidR="007D76F4" w:rsidRPr="00803BC8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7D76F4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texto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FF8478B" w14:textId="1495D3BA" w:rsidR="007D76F4" w:rsidRPr="00F0079B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7D76F4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ransformação e distorção de objetos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2DD749E" w14:textId="05F19965" w:rsidR="007D76F4" w:rsidRPr="00803BC8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="007D76F4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tilização de camadas </w:t>
            </w:r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7018972" w14:textId="430C00E3" w:rsidR="007D76F4" w:rsidRPr="001B353A" w:rsidRDefault="004502E1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7D76F4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or, contorno e preenchimento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34049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</w:t>
            </w:r>
            <w:bookmarkStart w:id="3" w:name="_Hlk152354912"/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  <w:bookmarkEnd w:id="3"/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 edição de vetores.</w:t>
            </w:r>
          </w:p>
          <w:p w14:paraId="15660DA9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diferença entre pixel e vetor</w:t>
            </w:r>
          </w:p>
          <w:p w14:paraId="0726B768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e edição de gráficos vetoriais</w:t>
            </w:r>
          </w:p>
          <w:p w14:paraId="7356CE4B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sistemas de cor</w:t>
            </w:r>
          </w:p>
          <w:p w14:paraId="060BD07E" w14:textId="64351851" w:rsidR="007D76F4" w:rsidRPr="00057283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2CC0B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48A9C0F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491D208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93323A4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9EB4742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531F0DF3" w14:textId="77777777" w:rsidR="007D76F4" w:rsidRPr="00057283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1A2FA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A25362" w14:textId="383E60A2" w:rsidR="008C76A8" w:rsidRDefault="008C76A8" w:rsidP="008C76A8">
      <w:pPr>
        <w:rPr>
          <w:rFonts w:ascii="Verdana Pro Light" w:hAnsi="Verdana Pro Light"/>
          <w:smallCaps/>
        </w:rPr>
      </w:pPr>
    </w:p>
    <w:p w14:paraId="7265C84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11E5251" w14:textId="77777777" w:rsidR="007D76F4" w:rsidRPr="00AD5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D56F4">
        <w:rPr>
          <w:rFonts w:ascii="Verdana Pro Light" w:eastAsia="Arial Unicode MS" w:hAnsi="Verdana Pro Light" w:cs="Times New Roman"/>
          <w:b/>
          <w:sz w:val="18"/>
          <w:szCs w:val="18"/>
        </w:rPr>
        <w:t>Desenhar e editar gráficos vetoriais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7348B14F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CD1. Formatando corretamente a página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finalidade do projeto e os canais de difusão</w:t>
      </w:r>
    </w:p>
    <w:p w14:paraId="46C71344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desenhar, editar e manipular gráficos vetoriais e texto</w:t>
      </w:r>
    </w:p>
    <w:p w14:paraId="5E3B0360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proofErr w:type="gram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 </w:t>
      </w:r>
      <w:r>
        <w:rPr>
          <w:rFonts w:ascii="Verdana Pro Light" w:eastAsia="Arial Unicode MS" w:hAnsi="Verdana Pro Light" w:cs="Arial Unicode MS"/>
          <w:sz w:val="18"/>
          <w:szCs w:val="18"/>
        </w:rPr>
        <w:t>para</w:t>
      </w:r>
      <w:proofErr w:type="gramEnd"/>
      <w:r>
        <w:rPr>
          <w:rFonts w:ascii="Verdana Pro Light" w:eastAsia="Arial Unicode MS" w:hAnsi="Verdana Pro Light" w:cs="Arial Unicode MS"/>
          <w:sz w:val="18"/>
          <w:szCs w:val="18"/>
        </w:rPr>
        <w:t xml:space="preserve"> gerir corretamente o processo de desenho de gráfico vetoriais</w:t>
      </w:r>
    </w:p>
    <w:p w14:paraId="18FD5464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a cor em objetos vetoriais usando adequadamente as ferramentas de cor e os sistemas de cor tendo em conta os canais de difusão</w:t>
      </w:r>
    </w:p>
    <w:p w14:paraId="1198C467" w14:textId="5ECE72F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CB3534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8F671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938EC42" w14:textId="77777777" w:rsidR="007D76F4" w:rsidRPr="00984B30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Departamentos criativos de empresas de comunicação diversificadas</w:t>
      </w:r>
    </w:p>
    <w:p w14:paraId="67CC45BD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B7694CD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8BAAF73" w14:textId="72DAE0AD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3E98474A" w14:textId="16371D95" w:rsidR="008C76A8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7D76F4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1CC1DCE" w14:textId="77777777" w:rsidR="007D76F4" w:rsidRPr="007D76F4" w:rsidRDefault="007D76F4" w:rsidP="007D76F4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0A5EBD6E" w14:textId="4E619436" w:rsidR="008C76A8" w:rsidRPr="007D76F4" w:rsidRDefault="008C76A8" w:rsidP="007D76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3563DA" w14:textId="77777777" w:rsidR="007D76F4" w:rsidRPr="00436CB6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0447512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5D4BE2F8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vetores</w:t>
      </w:r>
    </w:p>
    <w:p w14:paraId="2EEEE162" w14:textId="099943B9" w:rsidR="008C76A8" w:rsidRP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vetorizar</w:t>
      </w:r>
    </w:p>
    <w:p w14:paraId="1D49270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6BC4E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6DF86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636A38" w14:textId="77777777" w:rsidR="007D76F4" w:rsidRDefault="007D76F4" w:rsidP="007D76F4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com:</w:t>
      </w:r>
    </w:p>
    <w:p w14:paraId="18EED457" w14:textId="77777777" w:rsidR="007D76F4" w:rsidRDefault="007D76F4" w:rsidP="007D76F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técnico de artes gráficas</w:t>
      </w:r>
    </w:p>
    <w:p w14:paraId="1D54D9F6" w14:textId="77777777" w:rsidR="007D76F4" w:rsidRPr="00033F56" w:rsidRDefault="007D76F4" w:rsidP="007D76F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de artes gráficas</w:t>
      </w:r>
    </w:p>
    <w:p w14:paraId="1CDF9ED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DDC85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5BA5D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8CC4C3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2F53890" w14:textId="3BE83EB4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87CCE5" w14:textId="3A1CB5E0" w:rsidR="008C76A8" w:rsidRPr="00222FEF" w:rsidRDefault="007D76F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Editar imagens bitmap</w:t>
            </w:r>
          </w:p>
        </w:tc>
      </w:tr>
      <w:tr w:rsidR="008C76A8" w:rsidRPr="00136AD8" w14:paraId="18D55C9F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09426A7" w14:textId="57BA45BF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E9BC4AF" w14:textId="3C3E44F5" w:rsidR="008C76A8" w:rsidRPr="00222FEF" w:rsidRDefault="007D76F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Edição de imagens bitmap I</w:t>
            </w:r>
          </w:p>
        </w:tc>
      </w:tr>
    </w:tbl>
    <w:p w14:paraId="4C4EFA9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EFF029" w14:textId="20129FBC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BDD1A0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858E0C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3D57A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8FFBE4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73D364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formatar a página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definir a resolução do trabalho e importar imagens</w:t>
            </w:r>
          </w:p>
          <w:p w14:paraId="2E8165CA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ajustes de cor, brilho, contraste e enquadramento</w:t>
            </w:r>
          </w:p>
          <w:p w14:paraId="352AD4A5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seleções e manipular as imagens através do retoque, pintura, filtros e adição e subtração de elementos</w:t>
            </w:r>
          </w:p>
          <w:p w14:paraId="472C84C0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uma composição com duas ou mais imagens e texto</w:t>
            </w:r>
          </w:p>
          <w:p w14:paraId="11ED862E" w14:textId="77777777" w:rsidR="007D76F4" w:rsidRPr="00A23DBB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os sistemas de cor e fazer alterações de cor nas imagens </w:t>
            </w:r>
          </w:p>
          <w:p w14:paraId="604150AD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trabalho em camadas (</w:t>
            </w:r>
            <w:proofErr w:type="spellStart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4C0DF01" w14:textId="77777777" w:rsidR="007D76F4" w:rsidRDefault="007D76F4" w:rsidP="007D76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R7. 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alvar, exportar e imprimir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</w:t>
            </w:r>
          </w:p>
          <w:p w14:paraId="3980B07F" w14:textId="12A67F71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53AD0FC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33378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E532E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DF402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D76F4" w:rsidRPr="00136AD8" w14:paraId="49EC860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566E8" w14:textId="728D3057" w:rsidR="007D76F4" w:rsidRPr="009D0757" w:rsidRDefault="007D76F4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DC9A108" w14:textId="3E5D7A21" w:rsidR="007D76F4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seleção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B338613" w14:textId="32C6BFAF" w:rsidR="007D76F4" w:rsidRPr="0097312E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D76F4" w:rsidRPr="009731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de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imagem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2AB5C65" w14:textId="3A525C80" w:rsidR="007D76F4" w:rsidRPr="0097312E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anipulação </w:t>
            </w:r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camadas (</w:t>
            </w:r>
            <w:proofErr w:type="spellStart"/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organização do processo de edição</w:t>
            </w:r>
            <w:r w:rsidR="007D76F4" w:rsidRPr="009731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3047233" w14:textId="32A9FAFF" w:rsidR="007D76F4" w:rsidRPr="009D0757" w:rsidRDefault="004502E1" w:rsidP="007D76F4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e manipulação de t</w:t>
            </w:r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exto </w:t>
            </w:r>
            <w:r w:rsidR="007D7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5807221" w14:textId="5A3D9FF2" w:rsidR="007D76F4" w:rsidRPr="001B353A" w:rsidRDefault="004502E1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7D76F4"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ocumentos - características e formatos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A638D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informáticos para a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edição de imagens bitmap</w:t>
            </w:r>
          </w:p>
          <w:p w14:paraId="7879F069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diferença entre pixel e vetor</w:t>
            </w:r>
          </w:p>
          <w:p w14:paraId="7908E454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tratamento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edição de imagens bitmap</w:t>
            </w:r>
          </w:p>
          <w:p w14:paraId="652C51D7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sistemas de cor</w:t>
            </w:r>
          </w:p>
          <w:p w14:paraId="704C9186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  <w:p w14:paraId="01246C98" w14:textId="4477BB83" w:rsidR="007D76F4" w:rsidRPr="00057283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resoluções das imagens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177EB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642385A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578C78F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58CA452" w14:textId="77777777" w:rsidR="007D76F4" w:rsidRDefault="007D76F4" w:rsidP="007D76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F88C2CA" w14:textId="77777777" w:rsidR="007D76F4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53F06F59" w14:textId="77777777" w:rsidR="007D76F4" w:rsidRPr="00057283" w:rsidRDefault="007D76F4" w:rsidP="007D7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1DE3BB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A6BE4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8DE132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0E2F5C9" w14:textId="77777777" w:rsidR="007D76F4" w:rsidRPr="00AD5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104E3">
        <w:rPr>
          <w:rFonts w:ascii="Verdana Pro Light" w:eastAsia="Arial Unicode MS" w:hAnsi="Verdana Pro Light" w:cs="Times New Roman"/>
          <w:b/>
          <w:sz w:val="18"/>
          <w:szCs w:val="18"/>
        </w:rPr>
        <w:t>Editar imagens bitmap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2DFC0A6B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CD1. Formatando corretamente a página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resolução da imagem em função do canal de difusão</w:t>
      </w:r>
    </w:p>
    <w:p w14:paraId="39288203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editar e manipular imagens e texto</w:t>
      </w:r>
    </w:p>
    <w:p w14:paraId="62109071" w14:textId="77777777" w:rsidR="007D76F4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para gerir corretamente o processo de edição da imagem</w:t>
      </w:r>
    </w:p>
    <w:p w14:paraId="308239B6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Usando de forma adequada os sistemas de cor tendo em conta o canal de difusão da imagem</w:t>
      </w:r>
    </w:p>
    <w:p w14:paraId="0EECBBDC" w14:textId="77777777" w:rsidR="007D76F4" w:rsidRPr="00F02690" w:rsidRDefault="007D76F4" w:rsidP="007D76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Salvando e exportando nos formatos corretos tendo em conta o canal de difusão da imagem</w:t>
      </w:r>
    </w:p>
    <w:p w14:paraId="56E7121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AEDEC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8B4DA93" w14:textId="77777777" w:rsidR="007D76F4" w:rsidRPr="00984B30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0D321B7D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65534F8" w14:textId="77777777" w:rsidR="007D76F4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AC89EB1" w14:textId="5D21281E" w:rsidR="007D76F4" w:rsidRPr="00643045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1DDDEE87" w14:textId="77777777" w:rsidR="007D76F4" w:rsidRPr="00E2794B" w:rsidRDefault="007D76F4" w:rsidP="007D76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5D202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A6CBE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B910B72" w14:textId="77777777" w:rsidR="000831E9" w:rsidRPr="00436CB6" w:rsidRDefault="000831E9" w:rsidP="000831E9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670E20B" w14:textId="77777777" w:rsidR="000831E9" w:rsidRDefault="000831E9" w:rsidP="000831E9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imagens bitmap</w:t>
      </w:r>
    </w:p>
    <w:p w14:paraId="539C7A5D" w14:textId="77777777" w:rsidR="000831E9" w:rsidRDefault="000831E9" w:rsidP="000831E9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imagens</w:t>
      </w:r>
    </w:p>
    <w:p w14:paraId="350F2EBB" w14:textId="77777777" w:rsidR="000831E9" w:rsidRDefault="000831E9" w:rsidP="000831E9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editar</w:t>
      </w:r>
    </w:p>
    <w:p w14:paraId="1B49CBF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23243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50340E2" w14:textId="3276BCC2" w:rsidR="000831E9" w:rsidRDefault="000831E9" w:rsidP="000831E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com:</w:t>
      </w:r>
    </w:p>
    <w:p w14:paraId="38DCDD6B" w14:textId="77777777" w:rsidR="000831E9" w:rsidRDefault="000831E9" w:rsidP="000831E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técnico de artes gráficas</w:t>
      </w:r>
    </w:p>
    <w:p w14:paraId="0C271802" w14:textId="77777777" w:rsidR="000831E9" w:rsidRPr="00033F56" w:rsidRDefault="000831E9" w:rsidP="000831E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de artes gráficas</w:t>
      </w:r>
    </w:p>
    <w:p w14:paraId="543034A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5FF39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11697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0799C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6331C1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A32CE7" w14:textId="5FFE96B9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7FE69F2" w14:textId="7ABA8148" w:rsidR="008C76A8" w:rsidRPr="00222FEF" w:rsidRDefault="000C497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Criar infografias</w:t>
            </w:r>
          </w:p>
        </w:tc>
      </w:tr>
      <w:tr w:rsidR="008C76A8" w:rsidRPr="00136AD8" w14:paraId="2C95A8BE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1C97A85" w14:textId="06DC849B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96E03D4" w14:textId="6CC2C3C0" w:rsidR="008C76A8" w:rsidRPr="00222FEF" w:rsidRDefault="000C497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Infografia</w:t>
            </w:r>
          </w:p>
        </w:tc>
      </w:tr>
    </w:tbl>
    <w:p w14:paraId="04775AD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E5A1F4" w14:textId="54D7D87E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830D6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D7747F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A5A9F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4397E8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670C07" w14:textId="77777777" w:rsidR="000C4978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1A456860" w14:textId="77777777" w:rsidR="000C4978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Sistematizar a informação</w:t>
            </w:r>
          </w:p>
          <w:p w14:paraId="73C1D9B4" w14:textId="77777777" w:rsidR="000C4978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Definir a linha gráfica </w:t>
            </w:r>
          </w:p>
          <w:p w14:paraId="6EC9BC62" w14:textId="77777777" w:rsidR="000C4978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Elaborar esboços para testar a legibilidade da informação 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infografar</w:t>
            </w:r>
            <w:proofErr w:type="spellEnd"/>
          </w:p>
          <w:p w14:paraId="4C4CEE51" w14:textId="77777777" w:rsidR="000C4978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</w:t>
            </w: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visuais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que constituem a infografia </w:t>
            </w: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icons</w:t>
            </w:r>
            <w:proofErr w:type="spellEnd"/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sinais, signos, iconografia e pictografia)</w:t>
            </w:r>
          </w:p>
          <w:p w14:paraId="14066410" w14:textId="3E5F76DD" w:rsidR="008C76A8" w:rsidRPr="001B353A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Fazer a composição dos elementos visuais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aquetizar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infografia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30F0CD2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B7A3C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1420D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3C3CA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C4978" w:rsidRPr="00136AD8" w14:paraId="55030A7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A7C1B" w14:textId="13678567" w:rsidR="000C4978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2357E9EF" w14:textId="0600B9EA" w:rsidR="000C4978" w:rsidRPr="000129FD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estéticas e criativas</w:t>
            </w:r>
          </w:p>
          <w:p w14:paraId="7EB62C4B" w14:textId="7E349EAB" w:rsidR="000C4978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(Design </w:t>
            </w:r>
            <w:proofErr w:type="spellStart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</w:t>
            </w:r>
          </w:p>
          <w:p w14:paraId="2DCE3B79" w14:textId="556A7B15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e processo criativo</w:t>
            </w:r>
          </w:p>
          <w:p w14:paraId="5BCC5F1B" w14:textId="32F72E02" w:rsidR="000C4978" w:rsidRPr="00434414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0C4978" w:rsidRPr="00884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nfografia- Contextualizaç</w:t>
            </w:r>
            <w:r w:rsidR="000C4978" w:rsidRPr="00884921">
              <w:rPr>
                <w:rFonts w:ascii="Arial" w:eastAsia="Arial Unicode MS" w:hAnsi="Arial" w:cs="Arial"/>
                <w:sz w:val="18"/>
                <w:szCs w:val="18"/>
                <w:lang w:eastAsia="pt-PT"/>
              </w:rPr>
              <w:t>ã</w:t>
            </w:r>
            <w:r w:rsidR="000C4978" w:rsidRPr="00884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histórica e princípios 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base</w:t>
            </w:r>
          </w:p>
          <w:p w14:paraId="4A6979F5" w14:textId="0DA01E07" w:rsidR="000C4978" w:rsidRPr="00606A56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0C4978" w:rsidRPr="00606A5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4B787C1A" w14:textId="4B749B37" w:rsidR="000C4978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eis da perceção visual (Leis da </w:t>
            </w:r>
            <w:proofErr w:type="spellStart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1B64C184" w14:textId="6DB237F0" w:rsidR="000C4978" w:rsidRPr="001B353A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0C497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0C497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C55AF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3C5FDE76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43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pesquisa e seleção de informação</w:t>
            </w:r>
          </w:p>
          <w:p w14:paraId="44E61E12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4B1C8423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informação</w:t>
            </w:r>
          </w:p>
          <w:p w14:paraId="20060643" w14:textId="77777777" w:rsidR="000C4978" w:rsidRPr="00834ACE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22B0020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66B07F8C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Estruturar arquitetura de informação</w:t>
            </w:r>
          </w:p>
          <w:p w14:paraId="1C1A1958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Estabelecer hierarquia de informação</w:t>
            </w:r>
          </w:p>
          <w:p w14:paraId="304B05A2" w14:textId="77777777" w:rsidR="000C4978" w:rsidRPr="006B530F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4923E853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0FE0A53D" w14:textId="01949524" w:rsidR="000C4978" w:rsidRPr="00057283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comunicação visual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A4984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D5312B7" w14:textId="77777777" w:rsidR="000C4978" w:rsidRDefault="000C4978" w:rsidP="000C497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701B98B" w14:textId="77777777" w:rsidR="000C4978" w:rsidRPr="00DF2306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</w:t>
            </w:r>
          </w:p>
          <w:p w14:paraId="5837D2C6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72BC3CB" w14:textId="77777777" w:rsidR="000C4978" w:rsidRPr="00057283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0B4D77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4BAA31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710298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EDC6136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E103E">
        <w:rPr>
          <w:rFonts w:ascii="Verdana Pro Light" w:eastAsia="Arial Unicode MS" w:hAnsi="Verdana Pro Light" w:cs="Times New Roman"/>
          <w:b/>
          <w:sz w:val="18"/>
          <w:szCs w:val="18"/>
        </w:rPr>
        <w:t>Criar infografias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78A26BC" w14:textId="77777777" w:rsidR="000C4978" w:rsidRPr="0064164C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09FCFD80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linha gráfica ao público-alvo e à função da peça infográfica</w:t>
      </w:r>
    </w:p>
    <w:p w14:paraId="4995CD13" w14:textId="77777777" w:rsidR="000C4978" w:rsidRPr="0064164C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Estabelecendo uma hierarquia de informação adequada à narrativa da peça infográfica</w:t>
      </w:r>
    </w:p>
    <w:p w14:paraId="12E926E0" w14:textId="77777777" w:rsidR="000C4978" w:rsidRPr="0064164C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produção da infografia tendo em conta a sua função</w:t>
      </w:r>
    </w:p>
    <w:p w14:paraId="2542C72B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DF80F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D0FCBB9" w14:textId="77777777" w:rsidR="000C4978" w:rsidRPr="00984B30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02072B16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80CAB47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(jornais; revistas)</w:t>
      </w:r>
    </w:p>
    <w:p w14:paraId="14D62C23" w14:textId="4913BD27" w:rsidR="008C76A8" w:rsidRPr="00984B30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7767E61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F32D7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AF90C26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3F5412CE" w14:textId="77777777" w:rsidR="000C4978" w:rsidRPr="00436CB6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7622C33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2C465F52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</w:p>
    <w:p w14:paraId="30A33E79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7BC297FA" w14:textId="2512890B" w:rsidR="008C76A8" w:rsidRP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0C4978">
        <w:rPr>
          <w:rFonts w:ascii="Verdana Pro Light" w:eastAsia="Arial Unicode MS" w:hAnsi="Verdana Pro Light" w:cs="Arial Unicode MS"/>
          <w:sz w:val="18"/>
          <w:szCs w:val="18"/>
        </w:rPr>
        <w:t xml:space="preserve">Estudos de caso de </w:t>
      </w:r>
      <w:r w:rsidRPr="000C4978">
        <w:rPr>
          <w:rFonts w:ascii="Verdana Pro Light" w:eastAsia="Arial Unicode MS" w:hAnsi="Verdana Pro Light" w:cs="Arial Unicode MS"/>
          <w:i/>
          <w:iCs/>
          <w:sz w:val="18"/>
          <w:szCs w:val="18"/>
        </w:rPr>
        <w:t>infografias</w:t>
      </w:r>
      <w:r w:rsidRPr="000C4978">
        <w:rPr>
          <w:rFonts w:ascii="Verdana Pro Light" w:eastAsia="Arial Unicode MS" w:hAnsi="Verdana Pro Light" w:cs="Arial Unicode MS"/>
          <w:i/>
          <w:iCs/>
          <w:sz w:val="18"/>
          <w:szCs w:val="18"/>
        </w:rPr>
        <w:br/>
      </w:r>
    </w:p>
    <w:p w14:paraId="734D461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877669" w14:textId="6A41D263" w:rsidR="008C76A8" w:rsidRPr="00051C79" w:rsidRDefault="000C497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UC comum com técnico de artes gráficas</w:t>
      </w:r>
    </w:p>
    <w:p w14:paraId="45D69D0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53956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9835B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4E28C6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507888" w14:textId="5AA5C298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E2CB9D9" w14:textId="3C26D91E" w:rsidR="008C76A8" w:rsidRPr="009C256C" w:rsidRDefault="000C497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21A9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imagens em projetos de comunicação gráfica</w:t>
            </w:r>
          </w:p>
        </w:tc>
      </w:tr>
      <w:tr w:rsidR="008C76A8" w:rsidRPr="00136AD8" w14:paraId="08D21A4B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312BB4" w14:textId="198B25EB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3665B88" w14:textId="1E5B7140" w:rsidR="008C76A8" w:rsidRPr="00136AD8" w:rsidRDefault="000C497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21A90">
              <w:rPr>
                <w:rFonts w:ascii="Verdana Pro Light" w:eastAsia="Arial Unicode MS" w:hAnsi="Verdana Pro Light" w:cs="Times New Roman"/>
                <w:sz w:val="18"/>
                <w:szCs w:val="18"/>
              </w:rPr>
              <w:t>Imagem aplicada à comunicação gráfica</w:t>
            </w:r>
          </w:p>
        </w:tc>
      </w:tr>
    </w:tbl>
    <w:p w14:paraId="7F47775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3B9A150" w14:textId="0A3A65D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36E652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04FAF7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2AB8E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B8B74D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8F2DF2" w14:textId="77777777" w:rsidR="000C4978" w:rsidRDefault="000C4978" w:rsidP="000C497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diferentes tipos de imagens.</w:t>
            </w:r>
          </w:p>
          <w:p w14:paraId="41E27E8C" w14:textId="77777777" w:rsidR="000C4978" w:rsidRDefault="000C4978" w:rsidP="000C497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M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anipular diferentes tipos de imagens.</w:t>
            </w:r>
          </w:p>
          <w:p w14:paraId="291D8E56" w14:textId="77777777" w:rsidR="000C4978" w:rsidRPr="00D37C8D" w:rsidRDefault="000C4978" w:rsidP="000C497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e construir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 resposta a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objetivos comunicacionais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DD2D03C" w14:textId="6DEA4C09" w:rsidR="008C76A8" w:rsidRPr="001B353A" w:rsidRDefault="000C4978" w:rsidP="000C497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Articular imagens com grafismos e tipografia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um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projeto gráfico.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0CD7648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0D932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D20FC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B37D3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C4978" w:rsidRPr="00136AD8" w14:paraId="7EE06D0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EDBF" w14:textId="173CE283" w:rsidR="000C4978" w:rsidRPr="00E26B49" w:rsidRDefault="004502E1" w:rsidP="000C4978">
            <w:pPr>
              <w:pStyle w:val="PargrafodaLista"/>
              <w:numPr>
                <w:ilvl w:val="0"/>
                <w:numId w:val="4"/>
              </w:numPr>
              <w:ind w:left="17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0C4978" w:rsidRPr="004622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ontexto histórico, social e cultural da imagem na comunicação gráfica e nos </w:t>
            </w:r>
            <w:proofErr w:type="spellStart"/>
            <w:r w:rsidR="000C4978" w:rsidRPr="00E26B4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mass</w:t>
            </w:r>
            <w:proofErr w:type="spellEnd"/>
            <w:r w:rsidR="000C4978" w:rsidRPr="00E26B4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media </w:t>
            </w:r>
            <w:r w:rsidR="000C497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br/>
            </w:r>
          </w:p>
          <w:p w14:paraId="02D9893D" w14:textId="5CF737C8" w:rsidR="000C4978" w:rsidRPr="00E26B49" w:rsidRDefault="004502E1" w:rsidP="000C4978">
            <w:pPr>
              <w:pStyle w:val="PargrafodaLista"/>
              <w:numPr>
                <w:ilvl w:val="0"/>
                <w:numId w:val="4"/>
              </w:numPr>
              <w:ind w:left="17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0C4978"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lementos da semiótica da imagem 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E729C42" w14:textId="4A106203" w:rsidR="000C4978" w:rsidRPr="00E26B49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0C4978"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processo criativo 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DE18B89" w14:textId="4DC99971" w:rsidR="000C4978" w:rsidRPr="00E26B49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0C4978"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ipologias da imagem em design de comunicação 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0B2E568" w14:textId="3666B0F0" w:rsidR="000C4978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0C4978" w:rsidRPr="004622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0C4978" w:rsidRPr="004622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captação e manipulação de </w:t>
            </w:r>
            <w:r w:rsidR="000C4978" w:rsidRPr="004622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A178A11" w14:textId="6DE158B0" w:rsidR="000C4978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0C4978"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ireitos de utilização da imagem, de autor e conexos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9DBE71D" w14:textId="18D7F356" w:rsidR="000C4978" w:rsidRPr="001B353A" w:rsidRDefault="004502E1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0C497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0C497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0C49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D8BA0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Classificar imagens</w:t>
            </w:r>
          </w:p>
          <w:p w14:paraId="647249AC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 significado das imagens</w:t>
            </w:r>
          </w:p>
          <w:p w14:paraId="0F812F71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6A05C15D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imagens ao conceito dos projetos gráficos</w:t>
            </w:r>
          </w:p>
          <w:p w14:paraId="79D7F947" w14:textId="77777777" w:rsidR="000C4978" w:rsidRPr="00E26B49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 conceitos através de imagens</w:t>
            </w:r>
          </w:p>
          <w:p w14:paraId="6D831998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Manusear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edição de imagens</w:t>
            </w:r>
          </w:p>
          <w:p w14:paraId="5979BF59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direitos de autor das imagens</w:t>
            </w:r>
          </w:p>
          <w:p w14:paraId="2EAE9F29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imagens para entrega e difusão</w:t>
            </w:r>
          </w:p>
          <w:p w14:paraId="7C1CBBF6" w14:textId="77777777" w:rsidR="000C4978" w:rsidRDefault="000C4978" w:rsidP="000C497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336770" w14:textId="77777777" w:rsidR="000C4978" w:rsidRPr="00057283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3C4ED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F869BFB" w14:textId="77777777" w:rsidR="000C4978" w:rsidRDefault="000C4978" w:rsidP="000C497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A1AA49B" w14:textId="77777777" w:rsidR="000C4978" w:rsidRDefault="000C4978" w:rsidP="000C497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B299F88" w14:textId="77777777" w:rsidR="000C4978" w:rsidRPr="000E4584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6D9FA59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3660F49" w14:textId="77777777" w:rsidR="000C4978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7068C87E" w14:textId="77777777" w:rsidR="000C4978" w:rsidRPr="00057283" w:rsidRDefault="000C4978" w:rsidP="000C497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2C47F7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75BAA50" w14:textId="362019B3" w:rsidR="008C76A8" w:rsidRDefault="008C76A8" w:rsidP="008C76A8">
      <w:pPr>
        <w:rPr>
          <w:rFonts w:ascii="Verdana Pro Light" w:hAnsi="Verdana Pro Light"/>
          <w:smallCaps/>
        </w:rPr>
      </w:pPr>
    </w:p>
    <w:p w14:paraId="22A198F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79E0DB8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21A90">
        <w:rPr>
          <w:rFonts w:ascii="Verdana Pro Light" w:eastAsia="Arial Unicode MS" w:hAnsi="Verdana Pro Light" w:cs="Times New Roman"/>
          <w:b/>
          <w:sz w:val="18"/>
          <w:szCs w:val="18"/>
        </w:rPr>
        <w:t>Criar imagens em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5810F48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Adequando os conceitos das imagens aos objetivos </w:t>
      </w:r>
      <w:r w:rsidRPr="00D37C8D">
        <w:rPr>
          <w:rFonts w:ascii="Verdana Pro Light" w:eastAsia="Arial Unicode MS" w:hAnsi="Verdana Pro Light" w:cs="Arial Unicode MS"/>
          <w:sz w:val="18"/>
          <w:szCs w:val="18"/>
        </w:rPr>
        <w:t>comunicacionais propostos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33402EA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Articulando imagens com grafismos e tipografia de forma legível e harmoniosa.</w:t>
      </w:r>
    </w:p>
    <w:p w14:paraId="5D60A8F7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Selecionando e utilizando corretamente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edição de imagem.</w:t>
      </w:r>
    </w:p>
    <w:p w14:paraId="603F0364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Justificando as opções escolhidas tendo em conta a função da imagem.</w:t>
      </w:r>
    </w:p>
    <w:p w14:paraId="3169DA1F" w14:textId="77777777" w:rsidR="000C4978" w:rsidRDefault="000C4978" w:rsidP="000C49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66D31DB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271AE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62852896" w14:textId="77777777" w:rsidR="000C4978" w:rsidRPr="00984B30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2972F1B0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9AEB5B2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(jornais; revistas)</w:t>
      </w:r>
    </w:p>
    <w:p w14:paraId="7E7D2F73" w14:textId="77777777" w:rsidR="000C4978" w:rsidRPr="00984B30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44DC53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BBEE4D" w14:textId="5B75FAB7" w:rsidR="008C76A8" w:rsidRPr="000C4978" w:rsidRDefault="008C76A8" w:rsidP="000C497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D9A4EAB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bookmarkStart w:id="4" w:name="_Hlk151391585"/>
      <w:r>
        <w:rPr>
          <w:rFonts w:ascii="Verdana Pro Light" w:eastAsia="Arial Unicode MS" w:hAnsi="Verdana Pro Light" w:cs="Arial Unicode MS"/>
          <w:sz w:val="18"/>
          <w:szCs w:val="18"/>
        </w:rPr>
        <w:t>Regulamentação sobre direitos de autor na utilização de imagens</w:t>
      </w:r>
    </w:p>
    <w:bookmarkEnd w:id="4"/>
    <w:p w14:paraId="73C8B9A1" w14:textId="77777777" w:rsidR="000C4978" w:rsidRPr="00436CB6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6864893" w14:textId="77777777" w:rsid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7DECA095" w14:textId="1B111883" w:rsidR="008C76A8" w:rsidRPr="000C4978" w:rsidRDefault="000C4978" w:rsidP="000C497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79D9633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C1501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A2B357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AFC4C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1D650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BAA4A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D35B94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D4C4B7B" w14:textId="78DFD5E8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2F85DDE" w14:textId="48719789" w:rsidR="008C76A8" w:rsidRPr="00222FEF" w:rsidRDefault="0023707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Aplicar a tipografia em projetos de comunicação gráfica</w:t>
            </w:r>
          </w:p>
        </w:tc>
      </w:tr>
      <w:tr w:rsidR="008C76A8" w:rsidRPr="00136AD8" w14:paraId="7A2E1BEE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110E7E0" w14:textId="3E1E2D94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09C607B" w14:textId="7BBC10DD" w:rsidR="008C76A8" w:rsidRPr="00222FEF" w:rsidRDefault="0023707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Tipografia aplicada à comunicação gráfica</w:t>
            </w:r>
          </w:p>
        </w:tc>
      </w:tr>
    </w:tbl>
    <w:p w14:paraId="55F2841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3C1CE9A" w14:textId="26C749D4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D1FD3E5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46A992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10CBE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DECCE9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BAB7D7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Pesquisar e selecionar referências e tendências estéticas e criativas</w:t>
            </w:r>
          </w:p>
          <w:p w14:paraId="212B59B2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as famílias tipográficas a usar no projeto gráfico</w:t>
            </w:r>
          </w:p>
          <w:p w14:paraId="171CCA0C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famílias tipográficas selecionadas às peças gráficas do projeto </w:t>
            </w:r>
          </w:p>
          <w:p w14:paraId="467FF3AB" w14:textId="77777777" w:rsidR="00237070" w:rsidRPr="00D37C8D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Manipular a tipografia para obter legibilidade</w:t>
            </w:r>
          </w:p>
          <w:p w14:paraId="35B3C1A3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Relacionar os tipos de letra com os elementos constituintes do projeto </w:t>
            </w:r>
          </w:p>
          <w:p w14:paraId="4C184DE0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F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undamenta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escolha e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das famílias tipográficas </w:t>
            </w:r>
          </w:p>
          <w:p w14:paraId="332141F9" w14:textId="77836B5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3F8649A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BD5F3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FB7F1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4761F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37070" w:rsidRPr="00136AD8" w14:paraId="2DA144B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968B3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tipografia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histórico e evolução tecnológica</w:t>
            </w:r>
          </w:p>
          <w:p w14:paraId="5D1258C4" w14:textId="77777777" w:rsidR="00237070" w:rsidRPr="00BA3B67" w:rsidRDefault="00237070" w:rsidP="00237070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E44AD2" w14:textId="48820129" w:rsidR="00237070" w:rsidRPr="00BA3B67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237070"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letra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237070"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Adequação e integração da tipografia ao estilo e composição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gráfica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17182F" w14:textId="75C5740A" w:rsidR="00237070" w:rsidRPr="00BA3B67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237070"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eitura e legibilidade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90777E5" w14:textId="530949AC" w:rsidR="00237070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ontraste, ênfase e ritmo da letra na composição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gráfica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81DB70" w14:textId="2E8F8E91" w:rsidR="00237070" w:rsidRPr="001B353A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D2C9D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importância da tipografia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na comunicação visual</w:t>
            </w:r>
          </w:p>
          <w:p w14:paraId="15855802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 evolução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histórica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tipografia </w:t>
            </w:r>
          </w:p>
          <w:p w14:paraId="378DF774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 nomenclatura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principais famílias e grupos tipográficos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C5AF5DB" w14:textId="77777777" w:rsidR="00237070" w:rsidRPr="00672BB4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2BB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fundamentos da composição tipográfica.</w:t>
            </w:r>
          </w:p>
          <w:p w14:paraId="2896AECC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tipografia à sua função num projeto gráfico</w:t>
            </w:r>
          </w:p>
          <w:p w14:paraId="37BC929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1B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programas informáticos </w:t>
            </w:r>
          </w:p>
          <w:p w14:paraId="7DDF95C0" w14:textId="58507376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A5015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68F03C8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790D471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5342CA3" w14:textId="4A32C326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3E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  <w:r w:rsidRPr="00AF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</w:tr>
    </w:tbl>
    <w:p w14:paraId="1ED57EE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72A275" w14:textId="314160B2" w:rsidR="008C76A8" w:rsidRDefault="008C76A8" w:rsidP="008C76A8">
      <w:pPr>
        <w:rPr>
          <w:rFonts w:ascii="Verdana Pro Light" w:hAnsi="Verdana Pro Light"/>
          <w:smallCaps/>
        </w:rPr>
      </w:pPr>
    </w:p>
    <w:p w14:paraId="6BCF5F5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CD42C6A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F199C">
        <w:rPr>
          <w:rFonts w:ascii="Verdana Pro Light" w:eastAsia="Arial Unicode MS" w:hAnsi="Verdana Pro Light" w:cs="Times New Roman"/>
          <w:b/>
          <w:sz w:val="18"/>
          <w:szCs w:val="18"/>
        </w:rPr>
        <w:t>Aplicar a tipografia em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2B8C9E2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Adequando ao conceito e á linha gráfica do projeto </w:t>
      </w:r>
    </w:p>
    <w:p w14:paraId="0625A1BF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aos meios de comunicação que integram o projeto gráfico</w:t>
      </w:r>
    </w:p>
    <w:p w14:paraId="6CBACA2B" w14:textId="6769FB45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Manipulando a tipografia para obter legibilidade tendo em conta o espaço ótico, o contraste e a mancha gráfica.</w:t>
      </w:r>
    </w:p>
    <w:p w14:paraId="54EAC3C7" w14:textId="19F630CF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corretamente os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o desenvolvimento do projeto gráfico</w:t>
      </w:r>
    </w:p>
    <w:p w14:paraId="2C175227" w14:textId="6C5917E7" w:rsidR="008C76A8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Justificando a escolha das famílias tipográficas tendo em conta o conceito do projeto e a linha gráfica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5B77EE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8D455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987C985" w14:textId="77777777" w:rsidR="00237070" w:rsidRPr="00984B3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94AB016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0C9FA19F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</w:t>
      </w:r>
    </w:p>
    <w:p w14:paraId="24B30A77" w14:textId="6307FF84" w:rsidR="008C76A8" w:rsidRP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237070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3A54F9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D8EAB33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54AA349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imagem </w:t>
      </w:r>
    </w:p>
    <w:p w14:paraId="5B67069A" w14:textId="77777777" w:rsidR="00237070" w:rsidRPr="001821F4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60B6A722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edição eletrónica</w:t>
      </w:r>
    </w:p>
    <w:p w14:paraId="697BCB96" w14:textId="4ADECEF7" w:rsidR="008C76A8" w:rsidRP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237070">
        <w:rPr>
          <w:rFonts w:ascii="Verdana Pro Light" w:eastAsia="Arial Unicode MS" w:hAnsi="Verdana Pro Light" w:cs="Arial Unicode MS"/>
          <w:sz w:val="18"/>
          <w:szCs w:val="18"/>
        </w:rPr>
        <w:t>Estudos de caso de trabalho tipográfico</w:t>
      </w:r>
      <w:r w:rsidRPr="0023707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762231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AE81E4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DCC597" w14:textId="77777777" w:rsidR="00237070" w:rsidRPr="00033F56" w:rsidRDefault="00237070" w:rsidP="00237070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 Técnico de artes gráficas</w:t>
      </w:r>
    </w:p>
    <w:p w14:paraId="35DED1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2851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C11FF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37070" w:rsidRPr="00136AD8" w14:paraId="3A26B7A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F55221" w14:textId="403F48E5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A5C8352" w14:textId="56DC5713" w:rsidR="00237070" w:rsidRPr="009C256C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449E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projetos de Identidade visual</w:t>
            </w:r>
          </w:p>
        </w:tc>
      </w:tr>
      <w:tr w:rsidR="00237070" w:rsidRPr="00136AD8" w14:paraId="158320B6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A5F8954" w14:textId="0FF0FC41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E2466A8" w14:textId="2B0A05B5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449E5">
              <w:rPr>
                <w:rFonts w:ascii="Verdana Pro Light" w:eastAsia="Arial Unicode MS" w:hAnsi="Verdana Pro Light" w:cs="Times New Roman"/>
                <w:sz w:val="18"/>
                <w:szCs w:val="18"/>
              </w:rPr>
              <w:t>Identidade Visual</w:t>
            </w:r>
          </w:p>
        </w:tc>
      </w:tr>
    </w:tbl>
    <w:p w14:paraId="628AAC40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CFEEDAF" w14:textId="3A89BE28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AF15BF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8BF166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62FE3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EBAA55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3E6B95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</w:t>
            </w:r>
            <w:r w:rsidRPr="00D665E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Pr="00D665E5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51B1E9FA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conceito visual e uma linha gráfica para o logotipo</w:t>
            </w:r>
          </w:p>
          <w:p w14:paraId="3169F429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esboços para testar o conceito e a funcionalidade do logotipo</w:t>
            </w:r>
          </w:p>
          <w:p w14:paraId="48C8A8A7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logotipo </w:t>
            </w:r>
          </w:p>
          <w:p w14:paraId="54FAEDC0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Elaborar o manual de normas gráficas de aplicação do logotipo</w:t>
            </w:r>
          </w:p>
          <w:p w14:paraId="706646E5" w14:textId="397FCBD9" w:rsidR="008C76A8" w:rsidRPr="001B353A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Fazer o racional criativo do conceito e linha gráfica do logotipo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71997EB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65047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68521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22440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37070" w:rsidRPr="00136AD8" w14:paraId="5D15BD0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13924" w14:textId="136D0B09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1709D26D" w14:textId="5C8F66AF" w:rsidR="00237070" w:rsidRPr="005C547B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estéticas e criativas</w:t>
            </w:r>
          </w:p>
          <w:p w14:paraId="6EDA69D9" w14:textId="38D6B7A6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4C1BAA42" w14:textId="64156B6A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237070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C5F8CB4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Leis da perceção visual - Leis da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</w:t>
            </w:r>
          </w:p>
          <w:p w14:paraId="58A5B05A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Logotipo – Função; Aplicações; Estrutura; Componentes</w:t>
            </w:r>
          </w:p>
          <w:p w14:paraId="676B5A2A" w14:textId="77777777" w:rsidR="00237070" w:rsidRPr="00562F19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Manual de normas gráficas de logotipo</w:t>
            </w:r>
          </w:p>
          <w:p w14:paraId="1C6EE58F" w14:textId="0C15D626" w:rsidR="00237070" w:rsidRPr="003E2194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237070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tica e 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="00237070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cultura profissional</w:t>
            </w:r>
          </w:p>
          <w:p w14:paraId="09BD1B7B" w14:textId="44CDA857" w:rsidR="00237070" w:rsidRPr="001B353A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23707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23707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5B96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6E866E38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363F5753" w14:textId="77777777" w:rsidR="00237070" w:rsidRPr="005C547B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3705E418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780C377E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Relacionar informação visual</w:t>
            </w:r>
          </w:p>
          <w:p w14:paraId="07B9E79F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 cor e a tipografia como ferramentas de comunicação</w:t>
            </w:r>
          </w:p>
          <w:p w14:paraId="01F76235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normas gráficas para a aplicação de logotipos</w:t>
            </w:r>
          </w:p>
          <w:p w14:paraId="0A7F3B83" w14:textId="77777777" w:rsidR="00237070" w:rsidRPr="006B530F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4E1AC32B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4FB95F12" w14:textId="73BE2A64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comunicação visual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D30D1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4F6B0BF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6E75BA9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4B45F2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3068B2A" w14:textId="77777777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60259B1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3379718" w14:textId="3EB65215" w:rsidR="008C76A8" w:rsidRDefault="008C76A8" w:rsidP="008C76A8">
      <w:pPr>
        <w:rPr>
          <w:rFonts w:ascii="Verdana Pro Light" w:hAnsi="Verdana Pro Light"/>
          <w:smallCaps/>
        </w:rPr>
      </w:pPr>
    </w:p>
    <w:p w14:paraId="46AC4B9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B56B82F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029E9">
        <w:rPr>
          <w:rFonts w:ascii="Verdana Pro Light" w:eastAsia="Arial Unicode MS" w:hAnsi="Verdana Pro Light" w:cs="Times New Roman"/>
          <w:b/>
          <w:sz w:val="18"/>
          <w:szCs w:val="18"/>
        </w:rPr>
        <w:t>Criar projetos de logotipo e manual de normas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8E4B8B9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498F35EC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Estabelecendo as normas gráficas de aplicação do logotipo</w:t>
      </w:r>
    </w:p>
    <w:p w14:paraId="161478BA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produção do logotipo e manual de normas</w:t>
      </w:r>
    </w:p>
    <w:p w14:paraId="2A6830D1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CD4. Justificando o conceito e a linha gráfica tendo em conta as características do público-alvo e os valores da marca</w:t>
      </w:r>
    </w:p>
    <w:p w14:paraId="6782BB9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646B3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1780EE" w14:textId="77777777" w:rsidR="00237070" w:rsidRPr="00984B3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08938B09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1EFCC3C" w14:textId="1F498FCB" w:rsidR="008C76A8" w:rsidRP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237070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7ACD8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75F75F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189FA080" w14:textId="77777777" w:rsidR="00237070" w:rsidRPr="00436CB6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EDD0FB0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41AFADD3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0BAC5E28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6EA4EA96" w14:textId="77777777" w:rsidR="00237070" w:rsidRPr="008D5DE9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logotipos e manuais de normas</w:t>
      </w:r>
    </w:p>
    <w:p w14:paraId="301084B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C0C15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1C6046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A440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40FCA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29C872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37070" w:rsidRPr="00136AD8" w14:paraId="3DAC52EF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FB8A36" w14:textId="7938ABAA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9F240C9" w14:textId="0E1E7E97" w:rsidR="00237070" w:rsidRPr="009C256C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707F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Projetos de estacionário gráfico</w:t>
            </w:r>
          </w:p>
        </w:tc>
      </w:tr>
      <w:tr w:rsidR="00237070" w:rsidRPr="00136AD8" w14:paraId="40073E76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F67497" w14:textId="4F838A61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7E38F90" w14:textId="04608AED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707FF">
              <w:rPr>
                <w:rFonts w:ascii="Verdana Pro Light" w:eastAsia="Arial Unicode MS" w:hAnsi="Verdana Pro Light" w:cs="Times New Roman"/>
                <w:sz w:val="18"/>
                <w:szCs w:val="18"/>
              </w:rPr>
              <w:t>Estacionário gráfico</w:t>
            </w:r>
          </w:p>
        </w:tc>
      </w:tr>
    </w:tbl>
    <w:p w14:paraId="70F402B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C191C1E" w14:textId="4F3D110C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A588BA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AA55C3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F18C6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15148A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773D6D" w14:textId="77777777" w:rsidR="00237070" w:rsidRPr="006D4F4F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4F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Analisar o briefing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Pr="006D4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097C5225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peças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estacionário da marca</w:t>
            </w:r>
          </w:p>
          <w:p w14:paraId="01681D3A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Definir a linha gráfica e elaborar o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235EE00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de estacionário</w:t>
            </w:r>
          </w:p>
          <w:p w14:paraId="39F824C2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Elaborar o manual de normas da utilização das peças de estacionário</w:t>
            </w:r>
          </w:p>
          <w:p w14:paraId="27F79D10" w14:textId="7FA6F2A3" w:rsidR="008C76A8" w:rsidRPr="001B353A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R6. Elaborar o </w:t>
            </w:r>
            <w:proofErr w:type="spellStart"/>
            <w:r w:rsidRPr="00A7459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brandboard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fazer o racional criativo da linha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584BD009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5D005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E2E2F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2B1ED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37070" w:rsidRPr="00136AD8" w14:paraId="27DC982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36DEB" w14:textId="6C76D656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611C8BDD" w14:textId="1C3C1D0C" w:rsidR="00237070" w:rsidRPr="005C547B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estéticas e criativas</w:t>
            </w:r>
          </w:p>
          <w:p w14:paraId="1F2E7FAB" w14:textId="18320942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="00237070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55E4898D" w14:textId="7CC0030E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 processo criativo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B7DDC89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Identidade visual – estratégias de comunicação; meios e suportes; consistência gráfica.</w:t>
            </w:r>
          </w:p>
          <w:p w14:paraId="6682465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Manual de normas gráficas </w:t>
            </w:r>
          </w:p>
          <w:p w14:paraId="2ED157E4" w14:textId="28CC262D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237070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tica e 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="00237070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cultura profissional</w:t>
            </w:r>
          </w:p>
          <w:p w14:paraId="36F72E9C" w14:textId="6026C960" w:rsidR="00237070" w:rsidRPr="001B353A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237070" w:rsidRPr="00307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aquetes e protótipos; </w:t>
            </w:r>
            <w:proofErr w:type="spellStart"/>
            <w:r w:rsidR="00237070" w:rsidRPr="00307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237070" w:rsidRPr="00307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43BFB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5C7DD443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62450480" w14:textId="77777777" w:rsidR="00237070" w:rsidRPr="005C547B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CCA8D80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51A329A9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Relacionar informação visual</w:t>
            </w:r>
          </w:p>
          <w:p w14:paraId="7B822124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normas para a identidade visual de uma marca</w:t>
            </w:r>
          </w:p>
          <w:p w14:paraId="4A3E5FBC" w14:textId="77777777" w:rsidR="00237070" w:rsidRPr="006B530F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55EB7A4D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564D1A48" w14:textId="45BFAEFE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comunicação visual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92A00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5BD3923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745C635" w14:textId="77777777" w:rsidR="00237070" w:rsidRPr="003E2194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7AD1DEEE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0623E14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7378455" w14:textId="33F47B94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54C50F8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F1198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A6C994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5834D80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632D5">
        <w:rPr>
          <w:rFonts w:ascii="Verdana Pro Light" w:eastAsia="Arial Unicode MS" w:hAnsi="Verdana Pro Light" w:cs="Times New Roman"/>
          <w:b/>
          <w:sz w:val="18"/>
          <w:szCs w:val="18"/>
        </w:rPr>
        <w:t>Criar Projetos de identidade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940F8CC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0C958706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Estabelecendo uma relação coerente entre a linha gráfica do estacionário com a do logotipo da marca </w:t>
      </w:r>
    </w:p>
    <w:p w14:paraId="5F69ADA5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CD3: Aplicando corretamente as normas gráficas de aplicação do logotipo</w:t>
      </w:r>
    </w:p>
    <w:p w14:paraId="7437832E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produção das peças de estacionário</w:t>
      </w:r>
    </w:p>
    <w:p w14:paraId="10B07FAA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Estabelecendo de forma clara as normas gráficas de utilização do estacionário</w:t>
      </w:r>
    </w:p>
    <w:p w14:paraId="5E1E4B49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 Fundamentado a linha gráfica tendo em conta os valores da marca</w:t>
      </w:r>
    </w:p>
    <w:p w14:paraId="182ABB7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6705E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4700DB" w14:textId="77777777" w:rsidR="00237070" w:rsidRPr="00984B3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C28BB5D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4653BFFF" w14:textId="51A8BBB2" w:rsidR="008C76A8" w:rsidRP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237070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5F96E1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B6EAEC3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00333A4C" w14:textId="77777777" w:rsidR="00237070" w:rsidRPr="00436CB6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85025B7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45C3A87C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04557AEE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5560C07E" w14:textId="5E599C9B" w:rsidR="008C76A8" w:rsidRP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237070">
        <w:rPr>
          <w:rFonts w:ascii="Verdana Pro Light" w:eastAsia="Arial Unicode MS" w:hAnsi="Verdana Pro Light" w:cs="Arial Unicode MS"/>
          <w:sz w:val="18"/>
          <w:szCs w:val="18"/>
        </w:rPr>
        <w:t>Estudos de caso de projetos de estacionário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C5867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3C4EBF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9CF6B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B2773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95636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1458AB5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137D79" w14:textId="3D7279B4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1C16BFE" w14:textId="57E3127D" w:rsidR="008C76A8" w:rsidRPr="00222FEF" w:rsidRDefault="0023707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Editar Layout de páginas para publicações</w:t>
            </w:r>
          </w:p>
        </w:tc>
      </w:tr>
      <w:tr w:rsidR="008C76A8" w:rsidRPr="00136AD8" w14:paraId="1A9670AC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8B3028D" w14:textId="6BB3BC63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675A70C" w14:textId="1379A9C4" w:rsidR="008C76A8" w:rsidRPr="00222FEF" w:rsidRDefault="0023707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Edição de layout de páginas</w:t>
            </w:r>
          </w:p>
        </w:tc>
      </w:tr>
    </w:tbl>
    <w:p w14:paraId="186D2CF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F628EDE" w14:textId="694F2589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30FA8A5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037314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C5C58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1063EB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15843" w14:textId="77777777" w:rsidR="00237070" w:rsidRPr="00A23DBB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formatar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organizar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página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trabalho</w:t>
            </w:r>
          </w:p>
          <w:p w14:paraId="1213CD45" w14:textId="77777777" w:rsidR="00237070" w:rsidRPr="00A23DBB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Importar e aplicar texto, imagens e gráficos 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ao layout pré-definido</w:t>
            </w:r>
          </w:p>
          <w:p w14:paraId="1CB69C1F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trabalho em camadas (</w:t>
            </w:r>
            <w:proofErr w:type="spellStart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49012C0" w14:textId="77777777" w:rsidR="00237070" w:rsidRPr="00A23DBB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 sistemas de cor e a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cores e grafismos às páginas e textos</w:t>
            </w:r>
          </w:p>
          <w:p w14:paraId="462C2026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15267FEC" w14:textId="133D855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48D43CA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A03B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0B51F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254588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37070" w:rsidRPr="00136AD8" w14:paraId="74BD845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3C8D7" w14:textId="77777777" w:rsidR="00237070" w:rsidRPr="009D0757" w:rsidRDefault="00237070" w:rsidP="0023707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aplicação informática de paginação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82CBF57" w14:textId="45A5B828" w:rsidR="00237070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e tratamento de texto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7B54146" w14:textId="2ED84D4F" w:rsidR="00237070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gestão de páginas no documento</w:t>
            </w:r>
          </w:p>
          <w:p w14:paraId="0F95FE03" w14:textId="77777777" w:rsidR="00237070" w:rsidRPr="00031BA9" w:rsidRDefault="00237070" w:rsidP="00237070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3E7BEE" w14:textId="148F80CB" w:rsidR="00237070" w:rsidRPr="00031BA9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rocesso de organização do documento - 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camadas (</w:t>
            </w:r>
            <w:proofErr w:type="spellStart"/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250DD6" w14:textId="6A4DDF08" w:rsidR="00237070" w:rsidRPr="00031BA9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gestão de cores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90A350" w14:textId="5A087233" w:rsidR="00237070" w:rsidRPr="00031BA9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mportação de textos, imagens e grafismos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FD5DC00" w14:textId="50F12FDA" w:rsidR="00237070" w:rsidRPr="00031BA9" w:rsidRDefault="004502E1" w:rsidP="00237070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utilização de fluxos de texto no documento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9170B4E" w14:textId="142A5BB7" w:rsidR="00237070" w:rsidRPr="001B353A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237070"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ormato do texto – colunas e blocos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28710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informáticos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paginação</w:t>
            </w:r>
          </w:p>
          <w:p w14:paraId="35145212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 os elementos e a estrutura da uma página e de uma publicação</w:t>
            </w:r>
          </w:p>
          <w:p w14:paraId="679D4DAF" w14:textId="77777777" w:rsidR="00237070" w:rsidRPr="007C5C9D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e técnicas de tratamento de texto e de paginação.</w:t>
            </w:r>
          </w:p>
          <w:p w14:paraId="18BA27EA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maquetas e layouts</w:t>
            </w:r>
          </w:p>
          <w:p w14:paraId="389A00B8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sistemas de cor</w:t>
            </w:r>
          </w:p>
          <w:p w14:paraId="4D844093" w14:textId="071A5BFA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formatos de ficheiros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7441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E0BD7A8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75D35CE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DE5D749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580CEE2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487CBF23" w14:textId="77777777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58A1921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DF2CAA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6551CF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D04A0A8" w14:textId="77777777" w:rsidR="00237070" w:rsidRPr="00AD56F4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113A5">
        <w:rPr>
          <w:rFonts w:ascii="Verdana Pro Light" w:eastAsia="Arial Unicode MS" w:hAnsi="Verdana Pro Light" w:cs="Times New Roman"/>
          <w:b/>
          <w:sz w:val="18"/>
          <w:szCs w:val="18"/>
        </w:rPr>
        <w:t>Editar Layout de páginas para publicações digitais e de desktop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0594008C" w14:textId="77777777" w:rsidR="00237070" w:rsidRPr="00F0269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Formatando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organizando 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>corretamente 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página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canal de difusão</w:t>
      </w:r>
    </w:p>
    <w:p w14:paraId="19E5BCD6" w14:textId="77777777" w:rsidR="00237070" w:rsidRPr="00F0269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editar texto e posicionar imagens no layout pré-definido</w:t>
      </w:r>
    </w:p>
    <w:p w14:paraId="1D8A21E4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gerir corretamente o processo edição do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layuot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742F63D" w14:textId="77777777" w:rsidR="00237070" w:rsidRPr="00F0269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Usando de forma adequada os sistemas de cor tendo em conta o canal de difusão </w:t>
      </w:r>
    </w:p>
    <w:p w14:paraId="3EED7284" w14:textId="77777777" w:rsidR="00237070" w:rsidRPr="00F0269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canal de difusão </w:t>
      </w:r>
    </w:p>
    <w:p w14:paraId="761E198F" w14:textId="3003634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BC76CAB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A0E7B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647B321" w14:textId="77777777" w:rsidR="00237070" w:rsidRPr="00984B3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07AFADD2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9ABF791" w14:textId="77777777" w:rsidR="00237070" w:rsidRPr="00643045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6F9C3C0" w14:textId="55455FA7" w:rsidR="008C76A8" w:rsidRPr="00984B3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6D772F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6356B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0D1D5D8" w14:textId="77777777" w:rsidR="00237070" w:rsidRPr="00436CB6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D05BACD" w14:textId="77777777" w:rsidR="00237070" w:rsidRPr="007F359E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0FDC3A92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texto e paginação </w:t>
      </w:r>
    </w:p>
    <w:p w14:paraId="0EBF9C54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Layout de páginas para editar</w:t>
      </w:r>
    </w:p>
    <w:p w14:paraId="67DCF936" w14:textId="77777777" w:rsidR="00237070" w:rsidRDefault="00237070" w:rsidP="0023707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Textos, imagens e grafismos para aplicar no layout de páginas</w:t>
      </w:r>
    </w:p>
    <w:p w14:paraId="76B3334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C3AAD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47D2DC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AC8F1D" w14:textId="77777777" w:rsidR="00237070" w:rsidRDefault="00237070" w:rsidP="00237070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com:</w:t>
      </w:r>
    </w:p>
    <w:p w14:paraId="7CFB2BE4" w14:textId="77777777" w:rsidR="00237070" w:rsidRDefault="00237070" w:rsidP="0023707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técnico de artes gráficas</w:t>
      </w:r>
    </w:p>
    <w:p w14:paraId="4ACFBA4C" w14:textId="77777777" w:rsidR="00237070" w:rsidRPr="00033F56" w:rsidRDefault="00237070" w:rsidP="0023707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de artes gráficas</w:t>
      </w:r>
    </w:p>
    <w:p w14:paraId="21511B6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962E6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7E8D9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37070" w:rsidRPr="00136AD8" w14:paraId="7B45642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50ABCD6" w14:textId="66383373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7FB35A1" w14:textId="151AADEE" w:rsidR="00237070" w:rsidRPr="009C256C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43A9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ilustrações em projetos de comunicação gráfica</w:t>
            </w:r>
          </w:p>
        </w:tc>
      </w:tr>
      <w:tr w:rsidR="00237070" w:rsidRPr="00136AD8" w14:paraId="3096A29F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02070B5" w14:textId="7EC5B7AB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7909450" w14:textId="02241987" w:rsidR="00237070" w:rsidRPr="00136AD8" w:rsidRDefault="00237070" w:rsidP="0023707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43A9A">
              <w:rPr>
                <w:rFonts w:ascii="Verdana Pro Light" w:eastAsia="Arial Unicode MS" w:hAnsi="Verdana Pro Light" w:cs="Times New Roman"/>
                <w:sz w:val="18"/>
                <w:szCs w:val="18"/>
              </w:rPr>
              <w:t>Ilustrações de comunicação gráfica</w:t>
            </w:r>
          </w:p>
        </w:tc>
      </w:tr>
    </w:tbl>
    <w:p w14:paraId="1DE9744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01E51FC" w14:textId="3DF4140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63BFEFF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3B1EC3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B25D4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F48A7F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A8398D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pesquisar e selecionar referências e tendências estéticas e criativas</w:t>
            </w:r>
          </w:p>
          <w:p w14:paraId="13B487E7" w14:textId="77777777" w:rsidR="00237070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o conceito para uma narrativa visual</w:t>
            </w:r>
          </w:p>
          <w:p w14:paraId="0FCE6CCE" w14:textId="77777777" w:rsidR="00237070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Definir a linguagem gráfica</w:t>
            </w:r>
          </w:p>
          <w:p w14:paraId="7D30E40A" w14:textId="77777777" w:rsidR="00237070" w:rsidRPr="001B353A" w:rsidRDefault="00237070" w:rsidP="0023707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esboços</w:t>
            </w:r>
          </w:p>
          <w:p w14:paraId="053D6497" w14:textId="57A93F3B" w:rsidR="008C76A8" w:rsidRPr="001B353A" w:rsidRDefault="00237070" w:rsidP="0023707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Elaborar a ilustração e aplicá-la no seu contexto (</w:t>
            </w:r>
            <w:proofErr w:type="spellStart"/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Mockups</w:t>
            </w:r>
            <w:proofErr w:type="spellEnd"/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725BBA3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60373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32672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FAC5C3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37070" w:rsidRPr="00136AD8" w14:paraId="07C97A26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01946" w14:textId="6BD3B9FD" w:rsidR="00237070" w:rsidRPr="00F955B9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95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Briefing de comunicação </w:t>
            </w:r>
          </w:p>
          <w:p w14:paraId="2A0658F0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508EC61B" w14:textId="059EB7DF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37070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237070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052C843" w14:textId="5C896CE3" w:rsidR="00237070" w:rsidRPr="008B2DE7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237070" w:rsidRPr="00F95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lustração como disciplina autónoma</w:t>
            </w:r>
          </w:p>
          <w:p w14:paraId="52D96CA2" w14:textId="2788F14C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237070" w:rsidRPr="001A5C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7A2968D3" w14:textId="16AB3957" w:rsidR="00237070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eis da perceção visual (Leis da </w:t>
            </w:r>
            <w:proofErr w:type="spellStart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21A76F06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68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de autor</w:t>
            </w:r>
          </w:p>
          <w:p w14:paraId="15B64C86" w14:textId="54C0A4AC" w:rsidR="00237070" w:rsidRPr="001B353A" w:rsidRDefault="004502E1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23707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23707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2370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413E8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</w:t>
            </w:r>
            <w:r w:rsidRPr="009B4C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briefing </w:t>
            </w:r>
          </w:p>
          <w:p w14:paraId="38CC7BFB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17BD17B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4C437E8D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técnicas, suportes e formatos para ilustrações</w:t>
            </w:r>
          </w:p>
          <w:p w14:paraId="545AD478" w14:textId="77777777" w:rsidR="00237070" w:rsidRPr="00C934B8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Testar conceitos e linguagens visuais</w:t>
            </w:r>
          </w:p>
          <w:p w14:paraId="3B95D2FD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digitais, analógicas ou hibridas </w:t>
            </w:r>
          </w:p>
          <w:p w14:paraId="7DCC141D" w14:textId="77777777" w:rsidR="00237070" w:rsidRPr="006B530F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4C46C509" w14:textId="192CA56F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comunicação visual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34167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3810175" w14:textId="77777777" w:rsidR="00237070" w:rsidRDefault="00237070" w:rsidP="0023707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721B4B4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 crítico</w:t>
            </w:r>
          </w:p>
          <w:p w14:paraId="531E3701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931047E" w14:textId="77777777" w:rsidR="00237070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08B7A1DE" w14:textId="77777777" w:rsidR="00237070" w:rsidRPr="00057283" w:rsidRDefault="00237070" w:rsidP="002370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75FB5A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C7D9AD" w14:textId="3EAF40E7" w:rsidR="008C76A8" w:rsidRDefault="008C76A8" w:rsidP="008C76A8">
      <w:pPr>
        <w:rPr>
          <w:rFonts w:ascii="Verdana Pro Light" w:hAnsi="Verdana Pro Light"/>
          <w:smallCaps/>
        </w:rPr>
      </w:pPr>
    </w:p>
    <w:p w14:paraId="46F682C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F86E100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43A9A">
        <w:rPr>
          <w:rFonts w:ascii="Verdana Pro Light" w:eastAsia="Arial Unicode MS" w:hAnsi="Verdana Pro Light" w:cs="Times New Roman"/>
          <w:b/>
          <w:sz w:val="18"/>
          <w:szCs w:val="18"/>
        </w:rPr>
        <w:t>Criar ilustrações em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472C1A0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617ADE15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o conceito e linguagem visual ao público-alvo e à função da ilustração</w:t>
      </w:r>
    </w:p>
    <w:p w14:paraId="41A6A5FE" w14:textId="77777777" w:rsidR="00237070" w:rsidRPr="0064164C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Selecionando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materiais e técnicas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narrativa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 função da ilustração</w:t>
      </w:r>
    </w:p>
    <w:p w14:paraId="313ADD5D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Fundamentado o conceito e a linguagem visual da ilustração tendo em conta as características do público-alvo e os objetivos estabelecidos</w:t>
      </w:r>
    </w:p>
    <w:p w14:paraId="6235F046" w14:textId="77777777" w:rsidR="00237070" w:rsidRDefault="00237070" w:rsidP="002370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7C85B79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E1D62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31639D3A" w14:textId="77777777" w:rsidR="007174A8" w:rsidRPr="00984B30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559391CF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194DA6F1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(jornais; revistas; livros)</w:t>
      </w:r>
    </w:p>
    <w:p w14:paraId="5FBC50BB" w14:textId="530A1EE0" w:rsidR="008C76A8" w:rsidRPr="00984B30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671FDD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24B84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4FC2B03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490ADE24" w14:textId="77777777" w:rsidR="007174A8" w:rsidRPr="009765D9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direitos de autor na utilização de imagens</w:t>
      </w:r>
    </w:p>
    <w:p w14:paraId="40F8F2EE" w14:textId="77777777" w:rsidR="007174A8" w:rsidRPr="00436CB6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98C64DC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imagem estática e em movimento</w:t>
      </w:r>
    </w:p>
    <w:p w14:paraId="0A0621F1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3B9D4505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</w:p>
    <w:p w14:paraId="187D02E9" w14:textId="7F780D25" w:rsidR="008C76A8" w:rsidRP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7174A8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 w:rsidRPr="007174A8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EE5716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33B235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C8055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82C08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213C5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74A8" w:rsidRPr="00136AD8" w14:paraId="2F149C0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715612D" w14:textId="6FFCFCAF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C0DC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3DC752" w14:textId="5776AD93" w:rsidR="007174A8" w:rsidRPr="009C256C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C0DC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uma família tipográfica</w:t>
            </w:r>
          </w:p>
        </w:tc>
      </w:tr>
      <w:tr w:rsidR="007174A8" w:rsidRPr="00136AD8" w14:paraId="2FA07183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4B2D9DD" w14:textId="01BB2671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C0DC2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C5CCFE6" w14:textId="03BE5F26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C0DC2">
              <w:rPr>
                <w:rFonts w:ascii="Verdana Pro Light" w:eastAsia="Arial Unicode MS" w:hAnsi="Verdana Pro Light" w:cs="Times New Roman"/>
                <w:sz w:val="18"/>
                <w:szCs w:val="18"/>
              </w:rPr>
              <w:t>Tipografia</w:t>
            </w:r>
          </w:p>
        </w:tc>
      </w:tr>
    </w:tbl>
    <w:p w14:paraId="392F88F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FA5D4BA" w14:textId="3954DAB9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7DEC67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32CD61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71072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B91D9B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0186F" w14:textId="77777777" w:rsidR="007174A8" w:rsidRDefault="007174A8" w:rsidP="007174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Pesquisar elementos gráficos</w:t>
            </w:r>
          </w:p>
          <w:p w14:paraId="7F561238" w14:textId="77777777" w:rsidR="007174A8" w:rsidRDefault="007174A8" w:rsidP="007174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Desenhar os caracteres do alfabeto</w:t>
            </w:r>
          </w:p>
          <w:p w14:paraId="2405DB84" w14:textId="77777777" w:rsidR="007174A8" w:rsidRPr="00D37C8D" w:rsidRDefault="007174A8" w:rsidP="007174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Vetorizar o alfabeto</w:t>
            </w:r>
          </w:p>
          <w:p w14:paraId="0FC32375" w14:textId="77777777" w:rsidR="007174A8" w:rsidRDefault="007174A8" w:rsidP="007174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e publicar o alfabeto</w:t>
            </w:r>
          </w:p>
          <w:p w14:paraId="4C340470" w14:textId="77777777" w:rsidR="007174A8" w:rsidRDefault="007174A8" w:rsidP="007174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Fundamentar o conceito e funcionalidade do alfabeto</w:t>
            </w:r>
          </w:p>
          <w:p w14:paraId="6AD4AA30" w14:textId="50B05E5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5E32D80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5A191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80AE6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B0016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74A8" w:rsidRPr="00136AD8" w14:paraId="0F3FF570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227B0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4C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 cultural e histórica do desenho da letra e do design de comunicação</w:t>
            </w:r>
          </w:p>
          <w:p w14:paraId="63D95B2F" w14:textId="77777777" w:rsidR="007174A8" w:rsidRDefault="007174A8" w:rsidP="007174A8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8C0885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DF4C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deogramas, caracteres não latinos e latinos</w:t>
            </w:r>
          </w:p>
          <w:p w14:paraId="2B2FA61E" w14:textId="77777777" w:rsidR="007174A8" w:rsidRPr="00DF4C93" w:rsidRDefault="007174A8" w:rsidP="007174A8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049188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4C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Glossário, nomenclatura e anatomia da letra</w:t>
            </w:r>
          </w:p>
          <w:p w14:paraId="704FF6EE" w14:textId="77777777" w:rsidR="007174A8" w:rsidRPr="00DF4C93" w:rsidRDefault="007174A8" w:rsidP="007174A8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C0F136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4C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classificação, grupos e famílias tipográficas</w:t>
            </w:r>
          </w:p>
          <w:p w14:paraId="72F27C0E" w14:textId="77777777" w:rsidR="007174A8" w:rsidRPr="00DF4C93" w:rsidRDefault="007174A8" w:rsidP="007174A8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8E2450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4C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da letra, modelação e variação</w:t>
            </w:r>
          </w:p>
          <w:p w14:paraId="7713FB62" w14:textId="77777777" w:rsidR="007174A8" w:rsidRPr="00DF4C93" w:rsidRDefault="007174A8" w:rsidP="007174A8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9FD523" w14:textId="77777777" w:rsidR="007174A8" w:rsidRPr="00DF4C93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4C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formatos, recursos, tecnologias e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2C08758" w14:textId="77777777" w:rsidR="007174A8" w:rsidRPr="00CB3E4B" w:rsidRDefault="007174A8" w:rsidP="007174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3E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Leitura e legibilidade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4A077CF" w14:textId="77777777" w:rsidR="007174A8" w:rsidRPr="001B353A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4F675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importância da tipografia </w:t>
            </w:r>
          </w:p>
          <w:p w14:paraId="623FEF3F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 evolução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histórica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tipografia </w:t>
            </w:r>
          </w:p>
          <w:p w14:paraId="49CA30C2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 nomenclatura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principais famílias e grupos tipográficos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CBD5964" w14:textId="77777777" w:rsidR="007174A8" w:rsidRPr="00672BB4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2BB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fundamentos da composição tipográfica.</w:t>
            </w:r>
          </w:p>
          <w:p w14:paraId="371B4624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famílias tipográficas com conceitos visuais</w:t>
            </w:r>
          </w:p>
          <w:p w14:paraId="2C5EB3D0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Atribuir uma funcionalidade a um alfabeto</w:t>
            </w:r>
          </w:p>
          <w:p w14:paraId="4703E84C" w14:textId="4824F925" w:rsidR="007174A8" w:rsidRPr="00057283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C0C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programas informáticos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DE53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643C06D8" w14:textId="77777777" w:rsidR="007174A8" w:rsidRDefault="007174A8" w:rsidP="007174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DDF6D80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5B9AD74" w14:textId="2F78A9F5" w:rsidR="007174A8" w:rsidRPr="00057283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3E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23B7894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31B30F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532D72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810ADA6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C0DC2">
        <w:rPr>
          <w:rFonts w:ascii="Verdana Pro Light" w:eastAsia="Arial Unicode MS" w:hAnsi="Verdana Pro Light" w:cs="Times New Roman"/>
          <w:b/>
          <w:sz w:val="18"/>
          <w:szCs w:val="18"/>
        </w:rPr>
        <w:t>Criar uma família tipográfica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2E26D9C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um alfabeto com caracteres gráfica e estruturalmente coerentes </w:t>
      </w:r>
    </w:p>
    <w:p w14:paraId="4393A4E8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Criando um alfabeto funcional tendo em conta a estrutura da letra, o espaço entre letras (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Kerning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) e o espaço entre linhas </w:t>
      </w:r>
    </w:p>
    <w:p w14:paraId="122A2AB5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Selecionando e utilizando corretamente os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e plataformas digitais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vectorização e edição de caligrafia</w:t>
      </w:r>
    </w:p>
    <w:p w14:paraId="76B524BD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Justificando as opções escolhidas tendo em conta o conceito e a funcionalidade da família tipográfica</w:t>
      </w:r>
    </w:p>
    <w:p w14:paraId="3A6F5716" w14:textId="10397A2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C6CC73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22D20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5B9A0A" w14:textId="77777777" w:rsidR="007174A8" w:rsidRPr="00984B30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E315F2F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71D3E40" w14:textId="77777777" w:rsidR="007174A8" w:rsidRPr="00643045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57ABBA2D" w14:textId="4AD95FD9" w:rsidR="008C76A8" w:rsidRP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212247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48D96CA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6DEA1B8" w14:textId="77777777" w:rsidR="007174A8" w:rsidRPr="001821F4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15EEDD9F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eletrónica </w:t>
      </w:r>
    </w:p>
    <w:p w14:paraId="07B8E512" w14:textId="77777777" w:rsidR="007174A8" w:rsidRPr="009C7DA5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 browser de caligrafia</w:t>
      </w:r>
    </w:p>
    <w:p w14:paraId="74094AF8" w14:textId="130266F8" w:rsidR="008C76A8" w:rsidRP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trabalho tipográfico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38E0DC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BB40EC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A7763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6F870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9C105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74A8" w:rsidRPr="00136AD8" w14:paraId="44B0E66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2B38DC" w14:textId="0EF0A737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3141A9" w14:textId="414B9F27" w:rsidR="007174A8" w:rsidRPr="009C256C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23D8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Criar projetos de </w:t>
            </w:r>
            <w:proofErr w:type="spellStart"/>
            <w:r w:rsidRPr="007A0B54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branding</w:t>
            </w:r>
            <w:proofErr w:type="spellEnd"/>
          </w:p>
        </w:tc>
      </w:tr>
      <w:tr w:rsidR="007174A8" w:rsidRPr="00136AD8" w14:paraId="2329DB0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8400D7" w14:textId="72E6A9CC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02128DF" w14:textId="160CF930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23D8B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Projeto de </w:t>
            </w:r>
            <w:proofErr w:type="spellStart"/>
            <w:r w:rsidRPr="007A0B54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branding</w:t>
            </w:r>
            <w:proofErr w:type="spellEnd"/>
          </w:p>
        </w:tc>
      </w:tr>
    </w:tbl>
    <w:p w14:paraId="17C3E06D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085835F" w14:textId="0AC0668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D0DC22F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72A182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DF436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E93F46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C03EAF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12318EA0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peças gráficas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estratégia de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branding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 marca</w:t>
            </w:r>
          </w:p>
          <w:p w14:paraId="12395BCE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Definir a linha gráfica e elaborar o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D83B2D8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</w:t>
            </w:r>
          </w:p>
          <w:p w14:paraId="1F4CC0FA" w14:textId="726AC556" w:rsidR="008C76A8" w:rsidRPr="001B353A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Elaborar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brandboard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fazer o racional criativo da estratégia de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branding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br/>
            </w:r>
          </w:p>
        </w:tc>
      </w:tr>
      <w:tr w:rsidR="008C76A8" w:rsidRPr="00136AD8" w14:paraId="68ACBD8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1445D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C775C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FE7A7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74A8" w:rsidRPr="00136AD8" w14:paraId="2BDA352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245E" w14:textId="64609240" w:rsidR="007174A8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29990052" w14:textId="7EA5ADBC" w:rsidR="007174A8" w:rsidRPr="005C547B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estéticas e criativas</w:t>
            </w:r>
          </w:p>
          <w:p w14:paraId="6DAE0461" w14:textId="626FBD7B" w:rsidR="007174A8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47EAFF17" w14:textId="0FF7BCE4" w:rsidR="007174A8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7174A8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="007174A8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D48E6F4" w14:textId="20840807" w:rsidR="007174A8" w:rsidRPr="005C547B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</w:t>
            </w:r>
            <w:r w:rsidR="007174A8" w:rsidRPr="007A0B5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randing</w:t>
            </w:r>
            <w:proofErr w:type="spellEnd"/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estratégias de gestão da comunicação de marcas</w:t>
            </w:r>
          </w:p>
          <w:p w14:paraId="10D0F111" w14:textId="5AAB13A5" w:rsidR="007174A8" w:rsidRPr="003E2194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7174A8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tica e 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="007174A8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cultura profissional</w:t>
            </w:r>
          </w:p>
          <w:p w14:paraId="4AAEFCEC" w14:textId="2EC486FE" w:rsidR="007174A8" w:rsidRPr="001B353A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7174A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7174A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48145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374029EE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33955EA9" w14:textId="77777777" w:rsidR="007174A8" w:rsidRPr="005C547B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45D5303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0B4656DC" w14:textId="77777777" w:rsidR="007174A8" w:rsidRPr="00BC5641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e aplicar estratégias de </w:t>
            </w:r>
            <w:proofErr w:type="spellStart"/>
            <w:r w:rsidRPr="00BC564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branding</w:t>
            </w:r>
            <w:proofErr w:type="spellEnd"/>
          </w:p>
          <w:p w14:paraId="247EF550" w14:textId="77777777" w:rsidR="007174A8" w:rsidRPr="006B530F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3595CB2A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4E9FE093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comunicação visual para ser entregue</w:t>
            </w:r>
          </w:p>
          <w:p w14:paraId="5184D383" w14:textId="66774AD5" w:rsidR="007174A8" w:rsidRPr="00057283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Fundamentar estratégias de </w:t>
            </w:r>
            <w:proofErr w:type="spellStart"/>
            <w:r w:rsidRPr="0013539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branding</w:t>
            </w:r>
            <w:proofErr w:type="spellEnd"/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A8A5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B187E8F" w14:textId="77777777" w:rsidR="007174A8" w:rsidRDefault="007174A8" w:rsidP="007174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5BC0BC4" w14:textId="77777777" w:rsidR="007174A8" w:rsidRPr="003E2194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2A1C338C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6F2576E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C3EAF5D" w14:textId="6A10DB12" w:rsidR="007174A8" w:rsidRPr="00057283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organização </w:t>
            </w:r>
          </w:p>
        </w:tc>
      </w:tr>
    </w:tbl>
    <w:p w14:paraId="6D355BF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3156A1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794F00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8D79082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23D8B">
        <w:rPr>
          <w:rFonts w:ascii="Verdana Pro Light" w:eastAsia="Arial Unicode MS" w:hAnsi="Verdana Pro Light" w:cs="Times New Roman"/>
          <w:b/>
          <w:sz w:val="18"/>
          <w:szCs w:val="18"/>
        </w:rPr>
        <w:t xml:space="preserve">Criar projetos de </w:t>
      </w:r>
      <w:proofErr w:type="spellStart"/>
      <w:r w:rsidRPr="007A0B54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branding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0CF7530" w14:textId="77777777" w:rsidR="007174A8" w:rsidRPr="0064164C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41CF817D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de forma coerente a identidade visual da marca à linha gráfica das peças gráficas</w:t>
      </w:r>
    </w:p>
    <w:p w14:paraId="50A76416" w14:textId="77777777" w:rsidR="007174A8" w:rsidRPr="0064164C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Aplicando corretamente as normas gráficas da marca</w:t>
      </w:r>
    </w:p>
    <w:p w14:paraId="40B78B5D" w14:textId="77777777" w:rsidR="007174A8" w:rsidRPr="0064164C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produção das peças gráficas</w:t>
      </w:r>
    </w:p>
    <w:p w14:paraId="5C6A53C9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 </w:t>
      </w:r>
      <w:bookmarkStart w:id="5" w:name="_Hlk152009134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Justificando a seleção das peças gráficas tendo em conta as características do público-alvo, as necessidades de comunicação da marca e o seu posicionamento</w:t>
      </w:r>
    </w:p>
    <w:bookmarkEnd w:id="5"/>
    <w:p w14:paraId="618A481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FBBBE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0AE3A80" w14:textId="77777777" w:rsidR="007174A8" w:rsidRPr="00984B30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67073D54" w14:textId="77777777" w:rsidR="007174A8" w:rsidRPr="00643045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ED9B9CA" w14:textId="1BC8B109" w:rsidR="008C76A8" w:rsidRPr="00984B30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71B9517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76852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C01C13D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7A5F153A" w14:textId="77777777" w:rsidR="007174A8" w:rsidRPr="00436CB6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CBE4AA2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1B41E65F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e edição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electrónica</w:t>
      </w:r>
      <w:proofErr w:type="spellEnd"/>
    </w:p>
    <w:p w14:paraId="4A2F82DC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4263963D" w14:textId="267B12CA" w:rsidR="008C76A8" w:rsidRP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bookmarkStart w:id="6" w:name="_Hlk150805340"/>
      <w:r>
        <w:rPr>
          <w:rFonts w:ascii="Verdana Pro Light" w:eastAsia="Arial Unicode MS" w:hAnsi="Verdana Pro Light" w:cs="Arial Unicode MS"/>
          <w:sz w:val="18"/>
          <w:szCs w:val="18"/>
        </w:rPr>
        <w:t xml:space="preserve">Estudos de caso de estratégias de </w:t>
      </w:r>
      <w:proofErr w:type="spellStart"/>
      <w:r w:rsidRPr="003539BA">
        <w:rPr>
          <w:rFonts w:ascii="Verdana Pro Light" w:eastAsia="Arial Unicode MS" w:hAnsi="Verdana Pro Light" w:cs="Arial Unicode MS"/>
          <w:i/>
          <w:iCs/>
          <w:sz w:val="18"/>
          <w:szCs w:val="18"/>
        </w:rPr>
        <w:t>branding</w:t>
      </w:r>
      <w:proofErr w:type="spellEnd"/>
      <w:r w:rsidRPr="003539BA">
        <w:rPr>
          <w:rFonts w:ascii="Verdana Pro Light" w:eastAsia="Arial Unicode MS" w:hAnsi="Verdana Pro Light" w:cs="Arial Unicode MS"/>
          <w:i/>
          <w:iCs/>
          <w:sz w:val="18"/>
          <w:szCs w:val="18"/>
        </w:rPr>
        <w:br/>
      </w:r>
      <w:bookmarkEnd w:id="6"/>
    </w:p>
    <w:p w14:paraId="0187709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3F7F15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F2097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63143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0C76D2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74A8" w:rsidRPr="00136AD8" w14:paraId="2E26447F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A37507E" w14:textId="5183C982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717FBDE" w14:textId="47D66F32" w:rsidR="007174A8" w:rsidRPr="009C256C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23E6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projetos gráficos de comunicação e publicidade</w:t>
            </w:r>
          </w:p>
        </w:tc>
      </w:tr>
      <w:tr w:rsidR="007174A8" w:rsidRPr="00136AD8" w14:paraId="57B7CEB5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D1E959B" w14:textId="7EDF7663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95E0A23" w14:textId="5DCD9F1C" w:rsidR="007174A8" w:rsidRPr="00136AD8" w:rsidRDefault="007174A8" w:rsidP="007174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23E61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gráfico de comunicação e publicidade</w:t>
            </w:r>
          </w:p>
        </w:tc>
      </w:tr>
    </w:tbl>
    <w:p w14:paraId="4181E87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FC020F5" w14:textId="345DEBC9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8BD16E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D6C404C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250CE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9372A0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877820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estéticas e criativas</w:t>
            </w:r>
          </w:p>
          <w:p w14:paraId="64182FAD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o conceito de comunicação e a linha gráfica</w:t>
            </w:r>
          </w:p>
          <w:p w14:paraId="0EE9E7B4" w14:textId="77777777" w:rsidR="007174A8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Elaborar esboços, </w:t>
            </w:r>
            <w:proofErr w:type="spellStart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moodboars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testar o conceito e a linha gráfica</w:t>
            </w:r>
          </w:p>
          <w:p w14:paraId="3E6A8E6D" w14:textId="77777777" w:rsidR="007174A8" w:rsidRPr="001B353A" w:rsidRDefault="007174A8" w:rsidP="007174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peças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0B84B8D" w14:textId="7C8464C0" w:rsidR="008C76A8" w:rsidRPr="001B353A" w:rsidRDefault="007174A8" w:rsidP="007174A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Fazer o racional criativo do conceito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3E531CF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54252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226ED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02D28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74A8" w:rsidRPr="00136AD8" w14:paraId="1DC20960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F6A44" w14:textId="54004849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22F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Publicidade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Contexto histórico</w:t>
            </w:r>
          </w:p>
          <w:p w14:paraId="5B5C7B15" w14:textId="7D6CCB3F" w:rsidR="007174A8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05EAC04E" w14:textId="251B7EDA" w:rsidR="007174A8" w:rsidRPr="00B262D1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estéticas e criativas</w:t>
            </w:r>
          </w:p>
          <w:p w14:paraId="19E0247D" w14:textId="79A99A42" w:rsidR="007174A8" w:rsidRPr="00C23EFB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 w:rsidR="007174A8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6E49312" w14:textId="118892CA" w:rsidR="007174A8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7174A8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 processo criativo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9EAF434" w14:textId="3125C879" w:rsidR="007174A8" w:rsidRPr="00123E61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7174A8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eios e suportes de comunicação </w:t>
            </w:r>
          </w:p>
          <w:p w14:paraId="55A7407D" w14:textId="09AA237C" w:rsidR="007174A8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7174A8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e cultura profissional</w:t>
            </w:r>
          </w:p>
          <w:p w14:paraId="4F981325" w14:textId="61F7FF50" w:rsidR="007174A8" w:rsidRPr="001B353A" w:rsidRDefault="004502E1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7174A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7174A8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7174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36BA" w14:textId="77777777" w:rsidR="007174A8" w:rsidRPr="00123E61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7E9A48F2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referências e tendências estéticas e criativas </w:t>
            </w:r>
          </w:p>
          <w:p w14:paraId="7FED61C6" w14:textId="77777777" w:rsidR="007174A8" w:rsidRPr="005C547B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0CCDE7E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5E806176" w14:textId="77777777" w:rsidR="007174A8" w:rsidRPr="006B530F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7E27D5F6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0A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5948465C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as peças gráficas para entrega</w:t>
            </w:r>
          </w:p>
          <w:p w14:paraId="39F14AF6" w14:textId="44C02B56" w:rsidR="007174A8" w:rsidRPr="00057283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conceitos de comunicação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B5C02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515836E" w14:textId="77777777" w:rsidR="007174A8" w:rsidRDefault="007174A8" w:rsidP="007174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55FF079" w14:textId="77777777" w:rsidR="007174A8" w:rsidRPr="003E2194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1C991FCF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9661779" w14:textId="77777777" w:rsidR="007174A8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AFD2D5D" w14:textId="1C9F5D8B" w:rsidR="007174A8" w:rsidRPr="00057283" w:rsidRDefault="007174A8" w:rsidP="007174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37EE7161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1807758" w14:textId="5F838293" w:rsidR="008C76A8" w:rsidRDefault="008C76A8" w:rsidP="008C76A8">
      <w:pPr>
        <w:rPr>
          <w:rFonts w:ascii="Verdana Pro Light" w:hAnsi="Verdana Pro Light"/>
          <w:smallCaps/>
        </w:rPr>
      </w:pPr>
    </w:p>
    <w:p w14:paraId="486F546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E155F86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414D3">
        <w:rPr>
          <w:rFonts w:ascii="Verdana Pro Light" w:eastAsia="Arial Unicode MS" w:hAnsi="Verdana Pro Light" w:cs="Times New Roman"/>
          <w:b/>
          <w:sz w:val="18"/>
          <w:szCs w:val="18"/>
        </w:rPr>
        <w:t xml:space="preserve">Conceber projetos em </w:t>
      </w:r>
      <w:proofErr w:type="spellStart"/>
      <w:r w:rsidRPr="007414D3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wireframe</w:t>
      </w:r>
      <w:proofErr w:type="spellEnd"/>
      <w:r w:rsidRPr="007414D3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para produtos digitais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4FE8D3F" w14:textId="77777777" w:rsidR="007174A8" w:rsidRPr="0064164C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047D5D37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Adequando o conceito de comunicação e a linha gráfica de forma coerente às várias peças gráficas do projeto </w:t>
      </w:r>
    </w:p>
    <w:p w14:paraId="586DCAB7" w14:textId="77777777" w:rsidR="007174A8" w:rsidRPr="0064164C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produção de cada peça gráfica</w:t>
      </w:r>
    </w:p>
    <w:p w14:paraId="0706B01E" w14:textId="77777777" w:rsidR="007174A8" w:rsidRDefault="007174A8" w:rsidP="007174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Justificando o conceito e a linha gráfica da campanha tendo em conta as características do público-alvo e o posicionamento da marca</w:t>
      </w:r>
    </w:p>
    <w:p w14:paraId="332A0AC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EBAB7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5E341B" w14:textId="77777777" w:rsidR="007174A8" w:rsidRPr="00984B30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F01C4DA" w14:textId="77777777" w:rsidR="007174A8" w:rsidRPr="00643045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Gabinetes de marketing e comunicação de empresas, entidades sem fins lucrativos ou organismos oficiais</w:t>
      </w:r>
    </w:p>
    <w:p w14:paraId="0033C243" w14:textId="203A8A5C" w:rsidR="008C76A8" w:rsidRP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CB02CC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B3919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C2723B5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4491ADE5" w14:textId="77777777" w:rsidR="007174A8" w:rsidRPr="00436CB6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3C90D8C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imagem estática e em movimento</w:t>
      </w:r>
    </w:p>
    <w:p w14:paraId="73198827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</w:p>
    <w:p w14:paraId="35892745" w14:textId="77777777" w:rsid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755A858E" w14:textId="72F30CB8" w:rsidR="008C76A8" w:rsidRPr="007174A8" w:rsidRDefault="007174A8" w:rsidP="007174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campanhas publicitárias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C2895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1AB9E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598AD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30F48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21103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E872FB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C780AE2" w14:textId="0F1C8596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4467870" w14:textId="3DC08DF9" w:rsidR="008C76A8" w:rsidRPr="00222FEF" w:rsidRDefault="0084408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gráficos 3D</w:t>
            </w:r>
          </w:p>
        </w:tc>
      </w:tr>
      <w:tr w:rsidR="008C76A8" w:rsidRPr="00136AD8" w14:paraId="6AE2BB09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33F3156" w14:textId="543D7AFF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A549B9E" w14:textId="576D171D" w:rsidR="008C76A8" w:rsidRPr="00222FEF" w:rsidRDefault="0084408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sz w:val="18"/>
                <w:szCs w:val="18"/>
              </w:rPr>
              <w:t>Gráficos 3D</w:t>
            </w:r>
          </w:p>
        </w:tc>
      </w:tr>
    </w:tbl>
    <w:p w14:paraId="172E42C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4C4A588" w14:textId="55A4689E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70F390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7288A4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0CC87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6CEC16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E0F53" w14:textId="77777777" w:rsidR="00844084" w:rsidRPr="00A23DBB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Recolher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referências visuais relacionadas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com o objeto a modelar</w:t>
            </w:r>
          </w:p>
          <w:p w14:paraId="045EB427" w14:textId="77777777" w:rsidR="00844084" w:rsidRPr="00A23DBB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esboços do layout geral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dos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elementos-chave</w:t>
            </w:r>
          </w:p>
          <w:p w14:paraId="4031FD35" w14:textId="77777777" w:rsidR="00844084" w:rsidRPr="00A23DBB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programa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modelagem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criar a área de trabalho</w:t>
            </w:r>
          </w:p>
          <w:p w14:paraId="58CBA734" w14:textId="77777777" w:rsidR="00844084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geometrias tridimensionais para representar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objeto a modelar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7DA64A3" w14:textId="77777777" w:rsidR="00844084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texturas </w:t>
            </w:r>
          </w:p>
          <w:p w14:paraId="30538686" w14:textId="77777777" w:rsidR="00844084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R6.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Configurar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iluminação </w:t>
            </w:r>
          </w:p>
          <w:p w14:paraId="77D8E4CF" w14:textId="397E9C87" w:rsidR="008C76A8" w:rsidRPr="00844084" w:rsidRDefault="00844084" w:rsidP="008440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R7. </w:t>
            </w:r>
            <w:proofErr w:type="spellStart"/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Pr="004D46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modelo para visualização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salvar e exportar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="008C76A8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B4B56E9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DF3F8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95CC9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4D71B9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4084" w:rsidRPr="00136AD8" w14:paraId="202CCF7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E22C5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75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programas 3D e respetivas características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E6897D7" w14:textId="6718C2E8" w:rsidR="00844084" w:rsidRPr="002E752C" w:rsidRDefault="00844084" w:rsidP="00844084">
            <w:pPr>
              <w:pStyle w:val="PargrafodaLista"/>
              <w:numPr>
                <w:ilvl w:val="0"/>
                <w:numId w:val="4"/>
              </w:numPr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D95D664" w14:textId="6038D613" w:rsidR="00844084" w:rsidRPr="002E752C" w:rsidRDefault="004502E1" w:rsidP="00844084">
            <w:pPr>
              <w:pStyle w:val="PargrafodaLista"/>
              <w:numPr>
                <w:ilvl w:val="0"/>
                <w:numId w:val="4"/>
              </w:numPr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844084" w:rsidRPr="002E75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aracterização do ambiente 3D e seus objetos</w:t>
            </w:r>
            <w:r w:rsidR="00844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4E9884" w14:textId="2E76C554" w:rsidR="00844084" w:rsidRPr="002E752C" w:rsidRDefault="004502E1" w:rsidP="00844084">
            <w:pPr>
              <w:pStyle w:val="PargrafodaLista"/>
              <w:numPr>
                <w:ilvl w:val="0"/>
                <w:numId w:val="4"/>
              </w:numPr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844084" w:rsidRPr="002E75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omandos de transformação - movimentação, rotação e alteração de escala</w:t>
            </w:r>
            <w:r w:rsidR="00844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A3DBFCB" w14:textId="3EA8E751" w:rsidR="00844084" w:rsidRPr="00CC0ACE" w:rsidRDefault="004502E1" w:rsidP="00844084">
            <w:pPr>
              <w:pStyle w:val="PargrafodaLista"/>
              <w:numPr>
                <w:ilvl w:val="0"/>
                <w:numId w:val="4"/>
              </w:numPr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844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luminação</w:t>
            </w:r>
            <w:r w:rsidR="00844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199D7DE" w14:textId="095AE01A" w:rsidR="00844084" w:rsidRPr="001B353A" w:rsidRDefault="004502E1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R</w:t>
            </w:r>
            <w:r w:rsidR="00844084" w:rsidRPr="00413BB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endering</w:t>
            </w:r>
            <w:proofErr w:type="spellEnd"/>
            <w:r w:rsidR="00844084" w:rsidRPr="00413BB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="0084408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–</w:t>
            </w:r>
            <w:r w:rsidR="00844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Finalizar o projeto para visualização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E433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informáticos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3D</w:t>
            </w:r>
          </w:p>
          <w:p w14:paraId="29695E35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terminologias de modelação 3D</w:t>
            </w:r>
          </w:p>
          <w:p w14:paraId="4A4FDD63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modelação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3D </w:t>
            </w:r>
          </w:p>
          <w:p w14:paraId="74ECF966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como funciona a iluminação de objetos</w:t>
            </w:r>
          </w:p>
          <w:p w14:paraId="4228C779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 importância da modelação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3D na prática do design </w:t>
            </w:r>
          </w:p>
          <w:p w14:paraId="64BD5621" w14:textId="31794BE4" w:rsidR="00844084" w:rsidRPr="00057283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rotinas e processos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148FD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039DF9C" w14:textId="77777777" w:rsidR="00844084" w:rsidRDefault="00844084" w:rsidP="0084408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7444B5F" w14:textId="77777777" w:rsidR="00844084" w:rsidRDefault="00844084" w:rsidP="0084408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20C6455" w14:textId="77777777" w:rsidR="00844084" w:rsidRDefault="00844084" w:rsidP="0084408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0721580" w14:textId="77777777" w:rsidR="00844084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212A411" w14:textId="77777777" w:rsidR="00844084" w:rsidRPr="00057283" w:rsidRDefault="00844084" w:rsidP="0084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21F869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E7AF31F" w14:textId="51920C93" w:rsidR="008C76A8" w:rsidRDefault="008C76A8" w:rsidP="008C76A8">
      <w:pPr>
        <w:rPr>
          <w:rFonts w:ascii="Verdana Pro Light" w:hAnsi="Verdana Pro Light"/>
          <w:smallCaps/>
        </w:rPr>
      </w:pPr>
    </w:p>
    <w:p w14:paraId="0DCDC2C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19EFDB3" w14:textId="77777777" w:rsidR="00844084" w:rsidRPr="00AD56F4" w:rsidRDefault="00844084" w:rsidP="0084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57D86">
        <w:rPr>
          <w:rFonts w:ascii="Verdana Pro Light" w:eastAsia="Arial Unicode MS" w:hAnsi="Verdana Pro Light" w:cs="Times New Roman"/>
          <w:b/>
          <w:sz w:val="18"/>
          <w:szCs w:val="18"/>
        </w:rPr>
        <w:t>Criar gráficos 3D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2B77A96D" w14:textId="77777777" w:rsidR="00844084" w:rsidRPr="00F02690" w:rsidRDefault="00844084" w:rsidP="0084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e operando programas de modelação 3D</w:t>
      </w:r>
    </w:p>
    <w:p w14:paraId="28AB7591" w14:textId="77777777" w:rsidR="00844084" w:rsidRPr="00F02690" w:rsidRDefault="00844084" w:rsidP="0084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as técnicas de modelação 3D</w:t>
      </w:r>
    </w:p>
    <w:p w14:paraId="54CA13A4" w14:textId="77777777" w:rsidR="00844084" w:rsidRPr="00F02690" w:rsidRDefault="00844084" w:rsidP="0084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Renderizando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o projeto tendo em conta os canais de difusão</w:t>
      </w:r>
    </w:p>
    <w:p w14:paraId="4C41BAE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ACCBA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B5BE13" w14:textId="77777777" w:rsidR="00844084" w:rsidRPr="00984B30" w:rsidRDefault="00844084" w:rsidP="0084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55498F01" w14:textId="77777777" w:rsidR="00844084" w:rsidRDefault="00844084" w:rsidP="0084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FF6930B" w14:textId="686B396B" w:rsidR="008C76A8" w:rsidRPr="00844084" w:rsidRDefault="00844084" w:rsidP="0084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lastRenderedPageBreak/>
        <w:t>Exercício da atividade como profissional liberal</w:t>
      </w:r>
    </w:p>
    <w:p w14:paraId="7173D77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87FD64" w14:textId="533AD1F7" w:rsidR="008C76A8" w:rsidRPr="00844084" w:rsidRDefault="008C76A8" w:rsidP="008440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190231" w14:textId="77777777" w:rsidR="00844084" w:rsidRPr="00436CB6" w:rsidRDefault="00844084" w:rsidP="0084408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375FCCC" w14:textId="77777777" w:rsidR="00844084" w:rsidRDefault="00844084" w:rsidP="0084408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modelação 3D </w:t>
      </w:r>
    </w:p>
    <w:p w14:paraId="107006A3" w14:textId="77777777" w:rsidR="00844084" w:rsidRPr="00257D86" w:rsidRDefault="00844084" w:rsidP="0084408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modelação 3D</w:t>
      </w:r>
      <w:r w:rsidRPr="00257D86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35EF5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2A99F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60902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86638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A549E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11C3B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C4780" w:rsidRPr="00136AD8" w14:paraId="39E3396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D8D38F0" w14:textId="4D718343" w:rsidR="00BC4780" w:rsidRPr="00136AD8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CE2EB9" w14:textId="16C58931" w:rsidR="00BC4780" w:rsidRPr="009C256C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21CB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A5360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Motion</w:t>
            </w:r>
            <w:proofErr w:type="spellEnd"/>
            <w:r w:rsidRPr="001A5360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A5360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graphics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 xml:space="preserve"> </w:t>
            </w:r>
            <w:r w:rsidRPr="001A536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 logotipos</w:t>
            </w:r>
          </w:p>
        </w:tc>
      </w:tr>
      <w:tr w:rsidR="00BC4780" w:rsidRPr="00136AD8" w14:paraId="1C458E75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D1D5E0F" w14:textId="5D94938B" w:rsidR="00BC4780" w:rsidRPr="00136AD8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AAE5026" w14:textId="27ED296B" w:rsidR="00BC4780" w:rsidRPr="00136AD8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proofErr w:type="spellStart"/>
            <w:r w:rsidRPr="001A536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Motion</w:t>
            </w:r>
            <w:proofErr w:type="spellEnd"/>
            <w:r w:rsidRPr="001A536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1A536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graphics</w:t>
            </w:r>
            <w:proofErr w:type="spellEnd"/>
            <w:r w:rsidRPr="001A5360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de logotipos</w:t>
            </w:r>
          </w:p>
        </w:tc>
      </w:tr>
    </w:tbl>
    <w:p w14:paraId="3376F160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516C5AA" w14:textId="505AB34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5AA0A24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0F2393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53B27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1988F6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D9251C" w14:textId="77777777" w:rsidR="00BC4780" w:rsidRDefault="00BC4780" w:rsidP="00BC478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Criar uma narrativa visual e elaborar o </w:t>
            </w:r>
            <w:proofErr w:type="spellStart"/>
            <w:r w:rsidRPr="00BC456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storyborad</w:t>
            </w:r>
            <w:proofErr w:type="spellEnd"/>
          </w:p>
          <w:p w14:paraId="13717F7D" w14:textId="77777777" w:rsidR="00BC4780" w:rsidRDefault="00BC4780" w:rsidP="00BC47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o programa informático, abrir o documento e preparar o ambiente de trabalho</w:t>
            </w:r>
          </w:p>
          <w:p w14:paraId="0434897F" w14:textId="77777777" w:rsidR="00BC4780" w:rsidRDefault="00BC4780" w:rsidP="00BC47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Executar a animação do logo e organizar o projeto em camadas</w:t>
            </w:r>
          </w:p>
          <w:p w14:paraId="6E8B919E" w14:textId="77777777" w:rsidR="00BC4780" w:rsidRPr="001B353A" w:rsidRDefault="00BC4780" w:rsidP="00BC47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e aplicar som e/ou música na animação</w:t>
            </w:r>
          </w:p>
          <w:p w14:paraId="523FB892" w14:textId="7B5E5B59" w:rsidR="008C76A8" w:rsidRPr="001B353A" w:rsidRDefault="00BC4780" w:rsidP="00BC478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Salvar e exportar a animação par </w:t>
            </w:r>
            <w:r w:rsidRPr="004575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publicar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</w:t>
            </w:r>
            <w:r w:rsidRPr="004575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 media e suportes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74B60C6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C3595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47F59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A478A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C4780" w:rsidRPr="00136AD8" w14:paraId="1B93BAC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158D0" w14:textId="265B5FF9" w:rsidR="00BC4780" w:rsidRPr="002F3B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bookmarkStart w:id="7" w:name="_Hlk152490494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BC4780"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rogramas de animação gráfica e 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="00BC4780"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 de trabalho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98F46A" w14:textId="4F044D62" w:rsidR="00BC4780" w:rsidRPr="002F3B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BC4780"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etodologia de trabalho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9E5399C" w14:textId="344B9DB0" w:rsidR="00BC47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BC4780"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rocessos 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técnicas </w:t>
            </w:r>
            <w:r w:rsidR="00BC4780"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animação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9DFEADD" w14:textId="3218A61B" w:rsidR="00BC47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rincipais ferramentas</w:t>
            </w:r>
            <w:bookmarkEnd w:id="7"/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E420E48" w14:textId="60766875" w:rsidR="00BC4780" w:rsidRPr="002F3B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BC4780"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 e música</w:t>
            </w:r>
          </w:p>
          <w:p w14:paraId="15A26606" w14:textId="3B3AD7EE" w:rsidR="00BC4780" w:rsidRPr="001B353A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daptação a vários media e dispositivos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8D496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386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principais programas informáticos para a realização de animação gráfica</w:t>
            </w:r>
          </w:p>
          <w:p w14:paraId="187064C6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aracterizar os elementos e a estrutura da uma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 gráfica</w:t>
            </w:r>
          </w:p>
          <w:p w14:paraId="2AD6B129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</w:t>
            </w:r>
            <w:r w:rsidRPr="004A3862">
              <w:rPr>
                <w:rFonts w:ascii="Verdana Pro Light" w:eastAsia="Arial Unicode MS" w:hAnsi="Verdana Pro Light" w:cs="Arial Unicode MS"/>
                <w:sz w:val="18"/>
                <w:szCs w:val="18"/>
              </w:rPr>
              <w:t>tilizar a nomenclatura referente à animação gráfica</w:t>
            </w:r>
          </w:p>
          <w:p w14:paraId="09573256" w14:textId="77777777" w:rsidR="00BC4780" w:rsidRPr="007C5C9D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 gráfica</w:t>
            </w:r>
          </w:p>
          <w:p w14:paraId="7132C8CF" w14:textId="77777777" w:rsidR="00BC4780" w:rsidRPr="006B530F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audiovisuais</w:t>
            </w:r>
          </w:p>
          <w:p w14:paraId="727C8058" w14:textId="444E968C" w:rsidR="00BC4780" w:rsidRPr="00057283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animação gráfica para difusão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261B0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E9A54D6" w14:textId="77777777" w:rsidR="00BC4780" w:rsidRDefault="00BC4780" w:rsidP="00BC478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1B55C8C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5AC59A7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67E6FCB" w14:textId="77777777" w:rsidR="00BC4780" w:rsidRPr="00057283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70493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7B4B6CB" w14:textId="487BCF34" w:rsidR="008C76A8" w:rsidRDefault="008C76A8" w:rsidP="008C76A8">
      <w:pPr>
        <w:rPr>
          <w:rFonts w:ascii="Verdana Pro Light" w:hAnsi="Verdana Pro Light"/>
          <w:smallCaps/>
        </w:rPr>
      </w:pPr>
    </w:p>
    <w:p w14:paraId="5AD542F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90E0B34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21CB2">
        <w:rPr>
          <w:rFonts w:ascii="Verdana Pro Light" w:eastAsia="Arial Unicode MS" w:hAnsi="Verdana Pro Light" w:cs="Times New Roman"/>
          <w:b/>
          <w:sz w:val="18"/>
          <w:szCs w:val="18"/>
        </w:rPr>
        <w:t>Realizar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proofErr w:type="spellStart"/>
      <w:r w:rsidRPr="001A5360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Motion</w:t>
      </w:r>
      <w:proofErr w:type="spellEnd"/>
      <w:r w:rsidRPr="001A5360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 xml:space="preserve"> </w:t>
      </w:r>
      <w:proofErr w:type="spellStart"/>
      <w:r w:rsidRPr="001A5360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graphics</w:t>
      </w:r>
      <w:proofErr w:type="spellEnd"/>
      <w:r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 xml:space="preserve"> </w:t>
      </w:r>
      <w:r w:rsidRPr="001A5360">
        <w:rPr>
          <w:rFonts w:ascii="Verdana Pro Light" w:eastAsia="Arial Unicode MS" w:hAnsi="Verdana Pro Light" w:cs="Times New Roman"/>
          <w:b/>
          <w:sz w:val="18"/>
          <w:szCs w:val="18"/>
        </w:rPr>
        <w:t>de logotipos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AD0D449" w14:textId="77777777" w:rsidR="00BC4780" w:rsidRPr="0064164C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a linha gráfica e as normas de utilização do logotipo</w:t>
      </w:r>
    </w:p>
    <w:p w14:paraId="286CBAE1" w14:textId="77777777" w:rsidR="00BC4780" w:rsidRPr="0064164C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Selecionando e manuseando adequadamente o programa de animação gráfica</w:t>
      </w:r>
    </w:p>
    <w:p w14:paraId="6E4A12B7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Adequando o formato da animação a diferentes media e suportes </w:t>
      </w:r>
    </w:p>
    <w:p w14:paraId="2ABCF38A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Exportando a animação tendo em conta a utilização em diferentes media e suportes</w:t>
      </w:r>
    </w:p>
    <w:p w14:paraId="6C89CD2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907BB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B4A5C84" w14:textId="77777777" w:rsidR="00BC4780" w:rsidRPr="00984B3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ECC1B22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249084B" w14:textId="05B81902" w:rsidR="008C76A8" w:rsidRP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lastRenderedPageBreak/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6D0192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EBE313" w14:textId="77777777" w:rsidR="00BC4780" w:rsidRPr="00457503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Logotipo a ser animado</w:t>
      </w:r>
    </w:p>
    <w:p w14:paraId="3F732BB1" w14:textId="77777777" w:rsidR="00BC4780" w:rsidRPr="00436CB6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05FEC55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imagem em movimento</w:t>
      </w:r>
    </w:p>
    <w:p w14:paraId="3AFA5A36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5FF1CB25" w14:textId="3E3D015A" w:rsidR="008C76A8" w:rsidRP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</w:t>
      </w:r>
      <w:r>
        <w:rPr>
          <w:rFonts w:ascii="Verdana Pro Light" w:eastAsia="Arial Unicode MS" w:hAnsi="Verdana Pro Light" w:cs="Arial Unicode MS"/>
          <w:sz w:val="18"/>
          <w:szCs w:val="18"/>
        </w:rPr>
        <w:t>sons</w:t>
      </w:r>
    </w:p>
    <w:p w14:paraId="5A0B3DC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4D03D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99D4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6FB60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A6CEC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58B1B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C4780" w:rsidRPr="00136AD8" w14:paraId="6E7E8B9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8A797FF" w14:textId="10108A05" w:rsidR="00BC4780" w:rsidRPr="00136AD8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7EE0B0" w14:textId="658B88ED" w:rsidR="00BC4780" w:rsidRPr="009C256C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825D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cartazes</w:t>
            </w:r>
          </w:p>
        </w:tc>
      </w:tr>
      <w:tr w:rsidR="00BC4780" w:rsidRPr="00136AD8" w14:paraId="0A7A5E0A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7BEF169" w14:textId="6437E3CD" w:rsidR="00BC4780" w:rsidRPr="00136AD8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34007DC" w14:textId="4F2B0C9C" w:rsidR="00BC4780" w:rsidRPr="00136AD8" w:rsidRDefault="00BC4780" w:rsidP="00BC478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825D5">
              <w:rPr>
                <w:rFonts w:ascii="Verdana Pro Light" w:eastAsia="Arial Unicode MS" w:hAnsi="Verdana Pro Light" w:cs="Times New Roman"/>
                <w:sz w:val="18"/>
                <w:szCs w:val="18"/>
              </w:rPr>
              <w:t>Cartaz</w:t>
            </w:r>
          </w:p>
        </w:tc>
      </w:tr>
    </w:tbl>
    <w:p w14:paraId="1376545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D8D611F" w14:textId="418F8E0B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3D3B6D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B177AF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1ACC2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21158EB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AEF0C" w14:textId="77777777" w:rsidR="00BC4780" w:rsidRDefault="00BC4780" w:rsidP="00BC478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46815D06" w14:textId="77777777" w:rsidR="00BC4780" w:rsidRDefault="00BC4780" w:rsidP="00BC478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Criar o conceito de comunicação visual </w:t>
            </w:r>
          </w:p>
          <w:p w14:paraId="6BDA9BD3" w14:textId="77777777" w:rsidR="00BC4780" w:rsidRDefault="00BC4780" w:rsidP="00BC47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Elaborar esboços</w:t>
            </w:r>
          </w:p>
          <w:p w14:paraId="3C98D607" w14:textId="77777777" w:rsidR="00BC4780" w:rsidRDefault="00BC4780" w:rsidP="00BC47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Executar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cartaz,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</w:p>
          <w:p w14:paraId="4E2AFBF9" w14:textId="4E57A56E" w:rsidR="008C76A8" w:rsidRPr="001B353A" w:rsidRDefault="00BC4780" w:rsidP="00BC478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Fundamentar o conceito do cartaz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79C794E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8D2AE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B4B41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6DC91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C4780" w:rsidRPr="00136AD8" w14:paraId="48D9EEA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3D72E" w14:textId="379A1EDA" w:rsidR="00BC47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BC4780"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artaz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</w:t>
            </w:r>
            <w:r w:rsidR="00BC4780"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histórico, social, económico, artístico e político</w:t>
            </w:r>
          </w:p>
          <w:p w14:paraId="2492AA7F" w14:textId="77777777" w:rsidR="00BC4780" w:rsidRPr="000825D5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e funcionalidade do cartaz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9A3991D" w14:textId="77777777" w:rsidR="00BC4780" w:rsidRPr="000825D5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tecnologias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formatos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 produção de cartazes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435B240" w14:textId="77777777" w:rsidR="00BC4780" w:rsidRPr="00E0536C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Fases de desenvolvimento de um cartaz </w:t>
            </w:r>
          </w:p>
          <w:p w14:paraId="1B03E405" w14:textId="0CB11EA3" w:rsidR="00BC4780" w:rsidRPr="00F955B9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95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Briefing de comunicação </w:t>
            </w:r>
          </w:p>
          <w:p w14:paraId="7F4F5214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210CC74C" w14:textId="4E6A2BB5" w:rsidR="00BC4780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BC4780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 processo criativo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246762C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68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de autor</w:t>
            </w:r>
          </w:p>
          <w:p w14:paraId="7D978BDA" w14:textId="294DE341" w:rsidR="00BC4780" w:rsidRPr="001B353A" w:rsidRDefault="004502E1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BC478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BC478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BC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2A8D9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 contexto histórico, social e económico do cartaz</w:t>
            </w:r>
          </w:p>
          <w:p w14:paraId="32346360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objetivos e funcionalidade de um cartaz.</w:t>
            </w:r>
          </w:p>
          <w:p w14:paraId="1ED52BD9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materiais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formatos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produção de cartazes</w:t>
            </w:r>
          </w:p>
          <w:p w14:paraId="72FFF2BB" w14:textId="77777777" w:rsidR="00BC4780" w:rsidRPr="000825D5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um briefing </w:t>
            </w:r>
          </w:p>
          <w:p w14:paraId="600FD409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5A4650E2" w14:textId="77777777" w:rsidR="00BC4780" w:rsidRPr="00E0536C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5699D25B" w14:textId="77777777" w:rsidR="00BC4780" w:rsidRPr="00C934B8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Testar conceitos e linguagens visuais</w:t>
            </w:r>
          </w:p>
          <w:p w14:paraId="6627C83F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digitais, analógicas ou hibridas </w:t>
            </w:r>
          </w:p>
          <w:p w14:paraId="1F39F4E7" w14:textId="77777777" w:rsidR="00BC4780" w:rsidRPr="006B530F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69F4F416" w14:textId="0D74F77F" w:rsidR="00BC4780" w:rsidRPr="00057283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cartaz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4771BE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EE35F1D" w14:textId="77777777" w:rsidR="00BC4780" w:rsidRDefault="00BC4780" w:rsidP="00BC478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3C4B440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 crítico</w:t>
            </w:r>
          </w:p>
          <w:p w14:paraId="3C43D77D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1AEA0E4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35F136E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20E33E4E" w14:textId="77777777" w:rsidR="00BC4780" w:rsidRPr="00057283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BA679D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9C9414" w14:textId="74880BFB" w:rsidR="008C76A8" w:rsidRDefault="008C76A8" w:rsidP="008C76A8">
      <w:pPr>
        <w:rPr>
          <w:rFonts w:ascii="Verdana Pro Light" w:hAnsi="Verdana Pro Light"/>
          <w:smallCaps/>
        </w:rPr>
      </w:pPr>
    </w:p>
    <w:p w14:paraId="4DE9A9F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9046AF7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825D5">
        <w:rPr>
          <w:rFonts w:ascii="Verdana Pro Light" w:eastAsia="Arial Unicode MS" w:hAnsi="Verdana Pro Light" w:cs="Times New Roman"/>
          <w:b/>
          <w:sz w:val="18"/>
          <w:szCs w:val="18"/>
        </w:rPr>
        <w:t>Criar cartazes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98859E0" w14:textId="77777777" w:rsidR="00BC4780" w:rsidRPr="0064164C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6EECBF8A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o conceito e linguagem visual ao público-alvo e à função do cartaz</w:t>
      </w:r>
    </w:p>
    <w:p w14:paraId="0B7CF0D2" w14:textId="77777777" w:rsidR="00BC4780" w:rsidRPr="0064164C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composição dos elementos que constituem o cartaz à hierarquia de informação estabelecida no briefing.</w:t>
      </w:r>
    </w:p>
    <w:p w14:paraId="532F5A1E" w14:textId="77777777" w:rsidR="00BC4780" w:rsidRPr="0064164C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CD4. Selecionando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materiais e técnicas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função do cartaz.</w:t>
      </w:r>
    </w:p>
    <w:p w14:paraId="5AA102B8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Fundamentado o conceito e a linguagem visual do cartaz tendo em conta as características do público-alvo e os objetivos comunicacionais</w:t>
      </w:r>
    </w:p>
    <w:p w14:paraId="1FB2548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626C8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2400B3A" w14:textId="77777777" w:rsidR="00BC4780" w:rsidRPr="00984B3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DFB8B1C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EF2755B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(jornais; revistas; livros)</w:t>
      </w:r>
    </w:p>
    <w:p w14:paraId="6B10C8ED" w14:textId="768D0576" w:rsidR="008C76A8" w:rsidRP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BC4780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DF90AA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3706E7B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5B4B1CE1" w14:textId="77777777" w:rsidR="00BC4780" w:rsidRPr="009765D9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direitos de autor na utilização de imagens</w:t>
      </w:r>
    </w:p>
    <w:p w14:paraId="6B9FC66B" w14:textId="77777777" w:rsidR="00BC4780" w:rsidRPr="00436CB6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B8BD92D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47215F1D" w14:textId="77777777" w:rsid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2D33C084" w14:textId="49511863" w:rsidR="008C76A8" w:rsidRPr="00BC478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BC4780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 w:rsidRPr="00BC478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6D5B2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F4EE7D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21A84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4299D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13CCD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33ED" w:rsidRPr="00136AD8" w14:paraId="5AB67005" w14:textId="77777777" w:rsidTr="003833E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A5BC0D" w14:textId="24E9708F" w:rsidR="003833ED" w:rsidRPr="00136AD8" w:rsidRDefault="003833ED" w:rsidP="003833E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55B8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CCD07A9" w14:textId="21EBC82F" w:rsidR="003833ED" w:rsidRPr="00655B8B" w:rsidRDefault="003833ED" w:rsidP="003833E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55B8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Avaliar processos de impressão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 acabamentos</w:t>
            </w:r>
          </w:p>
        </w:tc>
      </w:tr>
      <w:tr w:rsidR="003833ED" w:rsidRPr="00136AD8" w14:paraId="372E1BD4" w14:textId="77777777" w:rsidTr="003833E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3F446E3" w14:textId="7636BA28" w:rsidR="003833ED" w:rsidRPr="00136AD8" w:rsidRDefault="003833ED" w:rsidP="003833E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55B8B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9B8C597" w14:textId="6D6B7130" w:rsidR="003833ED" w:rsidRPr="00655B8B" w:rsidRDefault="003833ED" w:rsidP="003833E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55B8B">
              <w:rPr>
                <w:rFonts w:ascii="Verdana Pro Light" w:eastAsia="Arial Unicode MS" w:hAnsi="Verdana Pro Light" w:cs="Times New Roman"/>
                <w:sz w:val="18"/>
                <w:szCs w:val="18"/>
              </w:rPr>
              <w:t>Processos de impressão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e acabamentos</w:t>
            </w:r>
          </w:p>
        </w:tc>
      </w:tr>
    </w:tbl>
    <w:p w14:paraId="7EEE5460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27E834" w14:textId="4227015F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E03DA2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EFDE5D0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D4B3A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FA6889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2FA574" w14:textId="77777777" w:rsidR="003833ED" w:rsidRDefault="003833ED" w:rsidP="003833E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contexto histórico e a evolução tecnológica dos processos de impressão e acabamentos</w:t>
            </w:r>
          </w:p>
          <w:p w14:paraId="27EB6122" w14:textId="77777777" w:rsidR="003833ED" w:rsidRDefault="003833ED" w:rsidP="003833E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Caracterizar </w:t>
            </w:r>
            <w:r w:rsidRPr="004E528C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diferentes processos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acabamentos</w:t>
            </w:r>
          </w:p>
          <w:p w14:paraId="0BFA10EC" w14:textId="77777777" w:rsidR="003833ED" w:rsidRDefault="003833ED" w:rsidP="003833E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Enumerar as fases de produção da obra impressa e acabamentos</w:t>
            </w:r>
          </w:p>
          <w:p w14:paraId="1367F0B9" w14:textId="77777777" w:rsidR="003833ED" w:rsidRDefault="003833ED" w:rsidP="003833E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Estabelecer as vantagens e desvantagens de cada um dos processos de impressão e acabamentos para a finalidade de diferentes produtos gráficos</w:t>
            </w:r>
          </w:p>
          <w:p w14:paraId="3F99F05A" w14:textId="158AAB86" w:rsidR="008C76A8" w:rsidRPr="001B353A" w:rsidRDefault="003833ED" w:rsidP="003833E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Enumerar os aspetos críticos </w:t>
            </w: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acabamentos </w:t>
            </w: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trabalhos 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</w:tr>
      <w:tr w:rsidR="008C76A8" w:rsidRPr="00136AD8" w14:paraId="0800118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D1A3F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8B7E7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58059C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C4780" w:rsidRPr="00136AD8" w14:paraId="7D2B31E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58672" w14:textId="77777777" w:rsidR="003833ED" w:rsidRPr="00655B8B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acabamentos -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histórico e evolução tecnológica</w:t>
            </w:r>
          </w:p>
          <w:p w14:paraId="53B3ADF6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impressão </w:t>
            </w:r>
            <w:proofErr w:type="spellStart"/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planográficos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Litografia</w:t>
            </w:r>
          </w:p>
          <w:p w14:paraId="2F259B72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impressão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Ocográficos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Rotogravura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Tampografia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gravura </w:t>
            </w:r>
          </w:p>
          <w:p w14:paraId="50C93F87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impressão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relevográficos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tipografia e xilogravura</w:t>
            </w:r>
          </w:p>
          <w:p w14:paraId="5396F316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impressão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permeográficos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serigrafia e stencil</w:t>
            </w:r>
          </w:p>
          <w:p w14:paraId="60F8730C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impressão sem matriz – Jato de tinta e laser</w:t>
            </w:r>
          </w:p>
          <w:p w14:paraId="36628E51" w14:textId="77777777" w:rsidR="003833ED" w:rsidRPr="00C23E58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 simples de encadernação e especiais</w:t>
            </w:r>
          </w:p>
          <w:p w14:paraId="7DFA9609" w14:textId="77777777" w:rsidR="003833ED" w:rsidRDefault="003833ED" w:rsidP="003833ED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5AC498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 de execução de obra impressa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234AF4B" w14:textId="77777777" w:rsidR="003833ED" w:rsidRPr="00A64B5B" w:rsidRDefault="003833ED" w:rsidP="003833ED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a considerar na impressão de trabalhos gráficos</w:t>
            </w:r>
          </w:p>
          <w:p w14:paraId="3DABC44E" w14:textId="35CE7544" w:rsidR="00BC4780" w:rsidRPr="001B353A" w:rsidRDefault="00BC4780" w:rsidP="003833E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DCC98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contexto histórico e a evolução tecnológica dos processos de impressão e acabamentos</w:t>
            </w:r>
          </w:p>
          <w:p w14:paraId="19DED8DC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diferentes processos de impressão e acabamentos</w:t>
            </w:r>
          </w:p>
          <w:p w14:paraId="15322A4B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as vantagens e desvantagens de cada um dos diferentes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processos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acabamentos</w:t>
            </w:r>
          </w:p>
          <w:p w14:paraId="408D45D4" w14:textId="77777777" w:rsidR="003833ED" w:rsidRPr="001665B2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os processos de impressão</w:t>
            </w: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acabamento </w:t>
            </w: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 finalidade do produto gráfico.</w:t>
            </w:r>
          </w:p>
          <w:p w14:paraId="06BCB3E8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Produzir pareceres técnicos de acompanhamento de produção gráfica</w:t>
            </w:r>
          </w:p>
          <w:p w14:paraId="104E6F40" w14:textId="77777777" w:rsidR="003833ED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técnicas de impressão e acabamento</w:t>
            </w:r>
          </w:p>
          <w:p w14:paraId="1D43C30D" w14:textId="2C0EA4EC" w:rsidR="00BC4780" w:rsidRPr="00057283" w:rsidRDefault="003833ED" w:rsidP="0038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materiais para cada tipo de impressão e acabamento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6C97C" w14:textId="77777777" w:rsidR="00BC4780" w:rsidRDefault="00BC4780" w:rsidP="00BC478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B6C43A1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36B706D" w14:textId="77777777" w:rsidR="00BC4780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0370103A" w14:textId="77777777" w:rsidR="00BC4780" w:rsidRPr="00057283" w:rsidRDefault="00BC4780" w:rsidP="00BC47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D27150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5FB0B2" w14:textId="1AD6D4C5" w:rsidR="008C76A8" w:rsidRDefault="008C76A8" w:rsidP="008C76A8">
      <w:pPr>
        <w:rPr>
          <w:rFonts w:ascii="Verdana Pro Light" w:hAnsi="Verdana Pro Light"/>
          <w:smallCaps/>
        </w:rPr>
      </w:pPr>
    </w:p>
    <w:p w14:paraId="750A8B2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54797E8" w14:textId="77777777" w:rsidR="00BC4780" w:rsidRDefault="00BC4780" w:rsidP="00BC47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55B8B">
        <w:rPr>
          <w:rFonts w:ascii="Verdana Pro Light" w:eastAsia="Arial Unicode MS" w:hAnsi="Verdana Pro Light" w:cs="Times New Roman"/>
          <w:b/>
          <w:sz w:val="18"/>
          <w:szCs w:val="18"/>
        </w:rPr>
        <w:t>Avaliar processos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2A17E5" w14:textId="77777777" w:rsidR="003833ED" w:rsidRDefault="003833ED" w:rsidP="003833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9247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Caracterizando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contexto histórico e a evolução tecnológica dos processos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acabamento</w:t>
      </w:r>
    </w:p>
    <w:p w14:paraId="6AE3A2A7" w14:textId="77777777" w:rsidR="003833ED" w:rsidRDefault="003833ED" w:rsidP="003833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CD2. Caracterizando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E528C">
        <w:rPr>
          <w:rFonts w:ascii="Verdana Pro Light" w:eastAsia="Arial Unicode MS" w:hAnsi="Verdana Pro Light" w:cs="Arial Unicode MS"/>
          <w:sz w:val="18"/>
          <w:szCs w:val="18"/>
        </w:rPr>
        <w:t>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diferentes </w:t>
      </w:r>
      <w:r w:rsidRPr="004E528C">
        <w:rPr>
          <w:rFonts w:ascii="Verdana Pro Light" w:eastAsia="Arial Unicode MS" w:hAnsi="Verdana Pro Light" w:cs="Arial Unicode MS"/>
          <w:sz w:val="18"/>
          <w:szCs w:val="18"/>
        </w:rPr>
        <w:t>processos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39E3D82E" w14:textId="77777777" w:rsidR="003833ED" w:rsidRDefault="003833ED" w:rsidP="003833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Enumerando </w:t>
      </w:r>
      <w:r>
        <w:rPr>
          <w:rFonts w:ascii="Verdana Pro Light" w:eastAsia="Arial Unicode MS" w:hAnsi="Verdana Pro Light" w:cs="Arial Unicode MS"/>
          <w:sz w:val="18"/>
          <w:szCs w:val="18"/>
        </w:rPr>
        <w:t>as principais fases de produção da obra impressa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74E92BC2" w14:textId="77777777" w:rsidR="003833ED" w:rsidRPr="00E11F4D" w:rsidRDefault="003833ED" w:rsidP="003833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Enumerando </w:t>
      </w:r>
      <w:r>
        <w:rPr>
          <w:rFonts w:ascii="Verdana Pro Light" w:eastAsia="Arial Unicode MS" w:hAnsi="Verdana Pro Light" w:cs="Arial Unicode MS"/>
          <w:sz w:val="18"/>
          <w:szCs w:val="18"/>
        </w:rPr>
        <w:t>as principais vantagens e desvantagens de cada um dos processos de impressão e acabamento para a finalidade de diferentes produtos gráficos</w:t>
      </w:r>
    </w:p>
    <w:p w14:paraId="1590A995" w14:textId="37AB663C" w:rsidR="008C76A8" w:rsidRPr="00136AD8" w:rsidRDefault="003833ED" w:rsidP="003833ED">
      <w:p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Enumerando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os principais aspetos críticos </w:t>
      </w:r>
      <w:r w:rsidRPr="001665B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na impressão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acabamento</w:t>
      </w:r>
      <w:r w:rsidRPr="001665B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de trabalhos gráficos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br/>
      </w:r>
    </w:p>
    <w:p w14:paraId="69C6641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44BB87D" w14:textId="77777777" w:rsidR="00BC4780" w:rsidRPr="00CD4CF0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EE6F30E" w14:textId="22A2FFC2" w:rsidR="008C76A8" w:rsidRPr="00051C79" w:rsidRDefault="008C76A8" w:rsidP="00BC478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0751F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0C926D6" w14:textId="77777777" w:rsidR="00BC4780" w:rsidRDefault="00BC4780" w:rsidP="00BC478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05C11A30" w14:textId="4FE3BDB4" w:rsidR="008C76A8" w:rsidRDefault="00BC4780" w:rsidP="00BC47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 sobre a impressão gráfica</w:t>
      </w:r>
    </w:p>
    <w:p w14:paraId="61DD0BFC" w14:textId="77777777" w:rsidR="008C76A8" w:rsidRPr="00BC4780" w:rsidRDefault="008C76A8" w:rsidP="00BC4780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21BB1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13DE9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5004C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D414A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29BDC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78F810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63984D" w14:textId="1A962AA8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8D67D3D" w14:textId="533E5D82" w:rsidR="008C76A8" w:rsidRPr="00222FEF" w:rsidRDefault="00832BB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Paginar publicações</w:t>
            </w:r>
          </w:p>
        </w:tc>
      </w:tr>
      <w:tr w:rsidR="008C76A8" w:rsidRPr="00136AD8" w14:paraId="4E6FC8BE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54AFF2" w14:textId="0DEF2E20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6EEB3AD" w14:textId="597256F6" w:rsidR="008C76A8" w:rsidRPr="00222FEF" w:rsidRDefault="00832BB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Paginação de publicações</w:t>
            </w:r>
          </w:p>
        </w:tc>
      </w:tr>
    </w:tbl>
    <w:p w14:paraId="3174F32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A0AF46" w14:textId="2BC932DB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57112A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93320D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E585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16DD48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0C867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Determinar colunas e blocos de texto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definir os estilos de 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parágrafo e de caracter</w:t>
            </w:r>
          </w:p>
          <w:p w14:paraId="2D84E652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sistemas de cor e a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cores e grafismos às páginas e textos</w:t>
            </w:r>
          </w:p>
          <w:p w14:paraId="5E849587" w14:textId="77777777" w:rsidR="006359C0" w:rsidRPr="00A23DBB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Criar o layout da publicação e aplicar em páginas mestras</w:t>
            </w:r>
          </w:p>
          <w:p w14:paraId="1F694FA9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a interação de texto 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formatar tabelas</w:t>
            </w:r>
          </w:p>
          <w:p w14:paraId="2621C44A" w14:textId="77777777" w:rsidR="006359C0" w:rsidRPr="00A23DBB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índices e notas de rodapé</w:t>
            </w:r>
          </w:p>
          <w:p w14:paraId="7873FFB4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trabalho em camadas (</w:t>
            </w:r>
            <w:proofErr w:type="spellStart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5259EC5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publicação,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0020B289" w14:textId="42D5CD46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0D6E39E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7F706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07DF1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06797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359C0" w:rsidRPr="00136AD8" w14:paraId="76F3BDC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52282" w14:textId="41884D23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de um documento – Dimensões; Definição da mancha; margens e sangrias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649E132" w14:textId="77777777" w:rsidR="006359C0" w:rsidRDefault="006359C0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Como moldar o texto a imagens - Interação de texto e imagens</w:t>
            </w:r>
          </w:p>
          <w:p w14:paraId="7B50FA53" w14:textId="77777777" w:rsidR="006359C0" w:rsidRPr="00693422" w:rsidRDefault="006359C0" w:rsidP="006359C0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A04713" w14:textId="77DE47FD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áginas mestras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BD386BB" w14:textId="20686BA0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olunas e as </w:t>
            </w:r>
            <w:proofErr w:type="spellStart"/>
            <w:r w:rsidR="006359C0"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Baseline</w:t>
            </w:r>
            <w:proofErr w:type="spellEnd"/>
            <w:r w:rsidR="006359C0"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6359C0"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Grid</w:t>
            </w:r>
            <w:proofErr w:type="spellEnd"/>
            <w:r w:rsidR="006359C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br/>
            </w:r>
          </w:p>
          <w:p w14:paraId="5CE4A440" w14:textId="14097DD5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stilos de parágrafo e de caracter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A7E0FCE" w14:textId="1C867940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istas e índices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312288" w14:textId="2D739A77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abelas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506AD4C" w14:textId="5CA00BB6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otas de rodapé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C331A0B" w14:textId="5A6C249F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aídas e análise de provas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F7B053E" w14:textId="329914AD" w:rsidR="006359C0" w:rsidRPr="00693422" w:rsidRDefault="004502E1" w:rsidP="006359C0">
            <w:pPr>
              <w:pStyle w:val="PargrafodaLista"/>
              <w:numPr>
                <w:ilvl w:val="0"/>
                <w:numId w:val="7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</w:t>
            </w:r>
            <w:proofErr w:type="spellStart"/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revisão e acertos de provas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11E3CBE" w14:textId="71E306EA" w:rsidR="006359C0" w:rsidRPr="001B353A" w:rsidRDefault="004502E1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6359C0"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reparação para impressão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E8D95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informáticos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paginação</w:t>
            </w:r>
          </w:p>
          <w:p w14:paraId="021A494D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 os elementos e a estrutura da uma página e de uma publicação</w:t>
            </w:r>
          </w:p>
          <w:p w14:paraId="457ABCFB" w14:textId="77777777" w:rsidR="006359C0" w:rsidRPr="007C5C9D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e técnicas de paginação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publicações.</w:t>
            </w:r>
          </w:p>
          <w:p w14:paraId="10B0B0E5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maquetas e layouts</w:t>
            </w:r>
          </w:p>
          <w:p w14:paraId="657F0526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sistemas de cor</w:t>
            </w:r>
          </w:p>
          <w:p w14:paraId="1F18E268" w14:textId="54F57957" w:rsidR="006359C0" w:rsidRPr="00057283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formatos de ficheiros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CE614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353878D" w14:textId="77777777" w:rsidR="006359C0" w:rsidRDefault="006359C0" w:rsidP="006359C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683F07C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EAD8ABB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1C294975" w14:textId="77777777" w:rsidR="006359C0" w:rsidRPr="00057283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FC3946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2197BA" w14:textId="55739ABB" w:rsidR="008C76A8" w:rsidRDefault="008C76A8" w:rsidP="008C76A8">
      <w:pPr>
        <w:rPr>
          <w:rFonts w:ascii="Verdana Pro Light" w:hAnsi="Verdana Pro Light"/>
          <w:smallCaps/>
        </w:rPr>
      </w:pPr>
    </w:p>
    <w:p w14:paraId="5CC67FB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2CB2D94" w14:textId="77777777" w:rsidR="006359C0" w:rsidRPr="00AD56F4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B743D">
        <w:rPr>
          <w:rFonts w:ascii="Verdana Pro Light" w:eastAsia="Arial Unicode MS" w:hAnsi="Verdana Pro Light" w:cs="Times New Roman"/>
          <w:b/>
          <w:sz w:val="18"/>
          <w:szCs w:val="18"/>
        </w:rPr>
        <w:t>Paginar publicações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37A05E6F" w14:textId="77777777" w:rsidR="006359C0" w:rsidRPr="00F0269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Formatando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organizando 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>corretamente 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página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mestras tendo em conta o layout definido</w:t>
      </w:r>
    </w:p>
    <w:p w14:paraId="1E538FBC" w14:textId="77777777" w:rsidR="006359C0" w:rsidRPr="00F0269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corretamente as ferramentas do programa para criar o layout da página, editar e paginar o texto </w:t>
      </w:r>
    </w:p>
    <w:p w14:paraId="06BDD6BF" w14:textId="77777777" w:rsidR="006359C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gerir corretamente o processo de construção do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layuot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das páginas</w:t>
      </w:r>
    </w:p>
    <w:p w14:paraId="3BE420BF" w14:textId="77777777" w:rsidR="006359C0" w:rsidRPr="00F0269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Usando de forma adequada os sistemas de cor tendo em conta o canal de difusão </w:t>
      </w:r>
    </w:p>
    <w:p w14:paraId="39C9248A" w14:textId="77777777" w:rsidR="006359C0" w:rsidRPr="00F0269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canal de difusão </w:t>
      </w:r>
    </w:p>
    <w:p w14:paraId="44E6BC2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CC427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FC57562" w14:textId="77777777" w:rsidR="006359C0" w:rsidRPr="00984B3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534F10A" w14:textId="77777777" w:rsid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1B0FEE91" w14:textId="77777777" w:rsidR="006359C0" w:rsidRPr="00643045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27306A09" w14:textId="47D6542B" w:rsidR="008C76A8" w:rsidRP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60B3D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5F08D7D" w14:textId="77777777" w:rsidR="006359C0" w:rsidRPr="00436CB6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870CA6E" w14:textId="77777777" w:rsidR="006359C0" w:rsidRPr="007F359E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6A12A584" w14:textId="77777777" w:rsid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texto e paginação </w:t>
      </w:r>
    </w:p>
    <w:p w14:paraId="280F1596" w14:textId="44587B01" w:rsidR="008C76A8" w:rsidRP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Textos, imagens e grafismos para construir layout de páginas</w:t>
      </w:r>
    </w:p>
    <w:p w14:paraId="65BBF0E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15F72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3B8861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F84D46" w14:textId="77777777" w:rsidR="006359C0" w:rsidRDefault="006359C0" w:rsidP="006359C0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com:</w:t>
      </w:r>
    </w:p>
    <w:p w14:paraId="79B95C54" w14:textId="77777777" w:rsidR="006359C0" w:rsidRDefault="006359C0" w:rsidP="006359C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técnico de artes gráficas</w:t>
      </w:r>
    </w:p>
    <w:p w14:paraId="571803EA" w14:textId="77777777" w:rsidR="006359C0" w:rsidRPr="00033F56" w:rsidRDefault="006359C0" w:rsidP="006359C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de artes gráficas</w:t>
      </w:r>
    </w:p>
    <w:p w14:paraId="18FBF27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90E91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49E90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93056A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7C64D7" w14:textId="2F26B659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355CA7" w14:textId="20E747F5" w:rsidR="008C76A8" w:rsidRPr="00222FEF" w:rsidRDefault="006359C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Criar projetos de design editorial para publicações</w:t>
            </w:r>
          </w:p>
        </w:tc>
      </w:tr>
      <w:tr w:rsidR="008C76A8" w:rsidRPr="00136AD8" w14:paraId="2448958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E77F771" w14:textId="2B1CC957" w:rsidR="008C76A8" w:rsidRPr="00222FEF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B5C702E" w14:textId="6031F401" w:rsidR="008C76A8" w:rsidRPr="00222FEF" w:rsidRDefault="006359C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Projeto de design editorial para uma publicação</w:t>
            </w:r>
          </w:p>
        </w:tc>
      </w:tr>
    </w:tbl>
    <w:p w14:paraId="0F9CA5B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78E699A" w14:textId="0A64D79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D75DFA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CC8984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1312E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229115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ECD5F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os objetivos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comunicacionais propostos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referências e tendências editoriais</w:t>
            </w:r>
          </w:p>
          <w:p w14:paraId="76399D36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projeto de design editorial </w:t>
            </w:r>
          </w:p>
          <w:p w14:paraId="1B510972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Criar a linha gráfica editorial, a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narrativa visual e o fluxo da informação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 publicação</w:t>
            </w:r>
          </w:p>
          <w:p w14:paraId="0EE41264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o layout da publicação e aplicar em páginas mestras</w:t>
            </w:r>
          </w:p>
          <w:p w14:paraId="5EA22DBD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o projeto de design editorial</w:t>
            </w:r>
          </w:p>
          <w:p w14:paraId="0EC19A55" w14:textId="77777777" w:rsidR="006359C0" w:rsidRDefault="006359C0" w:rsidP="006359C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publicação,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64C34488" w14:textId="4F9D2B9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4340C30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8AFAB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C11C9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D72AC1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359C0" w:rsidRPr="00136AD8" w14:paraId="0307CFC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451D" w14:textId="5156B5FC" w:rsidR="006359C0" w:rsidRPr="006472E7" w:rsidRDefault="00287D19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6359C0"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ntrodução ao design editorial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C095BBA" w14:textId="1552B228" w:rsidR="006359C0" w:rsidRDefault="00287D19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="006359C0"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 de um documento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10C183" w14:textId="43A2FE13" w:rsidR="006359C0" w:rsidRDefault="00287D19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6359C0"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gráficos de uma página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3DCC1B6" w14:textId="393266E4" w:rsidR="006359C0" w:rsidRDefault="006359C0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editorial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005E87" w14:textId="2D14E2E8" w:rsidR="006359C0" w:rsidRDefault="006359C0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editorial e design estratégico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371ABD" w14:textId="05338274" w:rsidR="006359C0" w:rsidRDefault="00287D19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6359C0" w:rsidRPr="00DB59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omponentes técnicas e estruturais dos suportes editoriais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099941" w14:textId="77777777" w:rsidR="006359C0" w:rsidRDefault="006359C0" w:rsidP="006359C0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59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073C4D" w14:textId="783EA37B" w:rsidR="006359C0" w:rsidRPr="00287D19" w:rsidRDefault="00287D19" w:rsidP="00287D19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6359C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6359C0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6359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58B07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fatores históricos, sociais, culturais e económicos do design editorial</w:t>
            </w:r>
          </w:p>
          <w:p w14:paraId="7BD365E7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as funções do design editorial</w:t>
            </w:r>
          </w:p>
          <w:p w14:paraId="77F9515D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conceitos relacionados com o design editorial</w:t>
            </w:r>
          </w:p>
          <w:p w14:paraId="32B36621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de design editorial </w:t>
            </w:r>
          </w:p>
          <w:p w14:paraId="2761D7E2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Diferenciar a hierarquia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informação</w:t>
            </w:r>
          </w:p>
          <w:p w14:paraId="6FA3AF0C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em design editorial</w:t>
            </w:r>
          </w:p>
          <w:p w14:paraId="757F572B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3A60E211" w14:textId="313FF78C" w:rsidR="006359C0" w:rsidRPr="00057283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7120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4E8CC77" w14:textId="77777777" w:rsidR="006359C0" w:rsidRDefault="006359C0" w:rsidP="006359C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1F8C42E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F8ACF1D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5B383A10" w14:textId="77777777" w:rsidR="006359C0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74AF4570" w14:textId="77777777" w:rsidR="006359C0" w:rsidRPr="00057283" w:rsidRDefault="006359C0" w:rsidP="006359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DBAC2F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0D61DA7" w14:textId="1BE01C9F" w:rsidR="008C76A8" w:rsidRDefault="008C76A8" w:rsidP="008C76A8">
      <w:pPr>
        <w:rPr>
          <w:rFonts w:ascii="Verdana Pro Light" w:hAnsi="Verdana Pro Light"/>
          <w:smallCaps/>
        </w:rPr>
      </w:pPr>
    </w:p>
    <w:p w14:paraId="113C68B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A31EC79" w14:textId="77777777" w:rsidR="006359C0" w:rsidRPr="00AD56F4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70110">
        <w:rPr>
          <w:rFonts w:ascii="Verdana Pro Light" w:eastAsia="Arial Unicode MS" w:hAnsi="Verdana Pro Light" w:cs="Times New Roman"/>
          <w:b/>
          <w:sz w:val="18"/>
          <w:szCs w:val="18"/>
        </w:rPr>
        <w:t>Criar projetos de design editorial para publicações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6849DDDC" w14:textId="77777777" w:rsidR="006359C0" w:rsidRPr="00F0269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o projeto definindo o formato e o nº de páginas tendo em conta o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suporte </w:t>
      </w:r>
      <w:r>
        <w:rPr>
          <w:rFonts w:ascii="Verdana Pro Light" w:eastAsia="Arial Unicode MS" w:hAnsi="Verdana Pro Light" w:cs="Arial Unicode MS"/>
          <w:sz w:val="18"/>
          <w:szCs w:val="18"/>
        </w:rPr>
        <w:t>de difusão (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impresso, ecrã ou em rede</w:t>
      </w:r>
      <w:r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74D11D28" w14:textId="77777777" w:rsidR="006359C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Criando uma linha gráfica editorial, uma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narrativa visual e </w:t>
      </w:r>
      <w:r>
        <w:rPr>
          <w:rFonts w:ascii="Verdana Pro Light" w:eastAsia="Arial Unicode MS" w:hAnsi="Verdana Pro Light" w:cs="Arial Unicode MS"/>
          <w:sz w:val="18"/>
          <w:szCs w:val="18"/>
        </w:rPr>
        <w:t>um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fluxo da informação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tendo em conta os 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15587860" w14:textId="77777777" w:rsidR="006359C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o projeto de design editorial respeitando as técnicas de paginação de publicações adequadas ao suporte de difusão</w:t>
      </w:r>
    </w:p>
    <w:p w14:paraId="7E0EC3A0" w14:textId="77777777" w:rsidR="006359C0" w:rsidRPr="00F02690" w:rsidRDefault="006359C0" w:rsidP="006359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suporte de difusão </w:t>
      </w:r>
    </w:p>
    <w:p w14:paraId="4513D51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E3C6E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987E2E9" w14:textId="77777777" w:rsidR="006359C0" w:rsidRPr="00984B3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5D18BCD7" w14:textId="77777777" w:rsid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191166CA" w14:textId="77777777" w:rsidR="006359C0" w:rsidRPr="00643045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4259CB84" w14:textId="199B0D13" w:rsidR="008C76A8" w:rsidRP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9E14F3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020D9EF" w14:textId="77777777" w:rsidR="006359C0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 xml:space="preserve">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do projeto</w:t>
      </w:r>
    </w:p>
    <w:p w14:paraId="7755619D" w14:textId="77777777" w:rsidR="006359C0" w:rsidRPr="00C379FA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18EC24B" w14:textId="77777777" w:rsidR="006359C0" w:rsidRPr="007F359E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6D6EBACF" w14:textId="7CC06D44" w:rsidR="008C76A8" w:rsidRPr="00501DC8" w:rsidRDefault="006359C0" w:rsidP="006359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design editorial</w:t>
      </w:r>
    </w:p>
    <w:p w14:paraId="4C01790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8DF09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54B1C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BC4B50" w14:textId="77777777" w:rsidR="006359C0" w:rsidRDefault="006359C0" w:rsidP="006359C0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 técnico de artes gráficas</w:t>
      </w:r>
    </w:p>
    <w:p w14:paraId="53349A6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15027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0D6CC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0267D" w:rsidRPr="00136AD8" w14:paraId="4A8D37D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12A8F7" w14:textId="05B36DFA" w:rsidR="0030267D" w:rsidRPr="00136AD8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9E8FF0C" w14:textId="4F8ECB9D" w:rsidR="0030267D" w:rsidRPr="009C256C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</w:t>
            </w:r>
            <w:r w:rsidRPr="00C7598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estratégias de marketing e comunicação para uma marca</w:t>
            </w:r>
          </w:p>
        </w:tc>
      </w:tr>
      <w:tr w:rsidR="0030267D" w:rsidRPr="00136AD8" w14:paraId="67FFD28D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6A31934" w14:textId="3556E969" w:rsidR="0030267D" w:rsidRPr="00136AD8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A0AB648" w14:textId="62453297" w:rsidR="0030267D" w:rsidRPr="00136AD8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7598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Marketing e comunicação </w:t>
            </w:r>
          </w:p>
        </w:tc>
      </w:tr>
    </w:tbl>
    <w:p w14:paraId="5C3D68BA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E78AED" w14:textId="13B2B5B5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FC97A64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233946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69356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96ABFD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2EBF82" w14:textId="77777777" w:rsidR="0030267D" w:rsidRPr="00930B6D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R1.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Marketing </w:t>
            </w:r>
            <w:proofErr w:type="spellStart"/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</w:p>
          <w:p w14:paraId="4D75D13E" w14:textId="77777777" w:rsidR="0030267D" w:rsidRPr="00930B6D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R2.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 público-alvo e criar uma persona</w:t>
            </w:r>
          </w:p>
          <w:p w14:paraId="3BE90A65" w14:textId="77777777" w:rsidR="0030267D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R3.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concorrência e os fatores político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económicos, sociais e tecnológicos (análise PEST) e fazer a análise SWOT</w:t>
            </w:r>
          </w:p>
          <w:p w14:paraId="76409A7B" w14:textId="77777777" w:rsidR="0030267D" w:rsidRPr="00930B6D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R4.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Elaborar o </w:t>
            </w:r>
            <w:proofErr w:type="spellStart"/>
            <w:r w:rsidRPr="00930B6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brand</w:t>
            </w:r>
            <w:proofErr w:type="spellEnd"/>
            <w:r w:rsidRPr="00930B6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30B6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compass</w:t>
            </w:r>
            <w:proofErr w:type="spellEnd"/>
          </w:p>
          <w:p w14:paraId="27736010" w14:textId="77777777" w:rsidR="0030267D" w:rsidRPr="00930B6D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R5.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o posicionamento do produto ou serviço</w:t>
            </w:r>
          </w:p>
          <w:p w14:paraId="10391790" w14:textId="77777777" w:rsidR="0030267D" w:rsidRPr="00930B6D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R6.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pontos de contacto com o público-alvo e identificar meios e suportes de comunicação</w:t>
            </w:r>
          </w:p>
          <w:p w14:paraId="6223FB40" w14:textId="7949A94E" w:rsidR="008C76A8" w:rsidRPr="001B353A" w:rsidRDefault="0030267D" w:rsidP="003026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R7. </w:t>
            </w:r>
            <w:r w:rsidRPr="00930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 tom e o modo da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="008C76A8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78EF6E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4F2D3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859B9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FAE2A0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0267D" w:rsidRPr="00136AD8" w14:paraId="2D6416F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C069D" w14:textId="4B7E3B1E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 de Marketing</w:t>
            </w:r>
            <w:r w:rsidR="0030267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</w:p>
          <w:p w14:paraId="2FF695D8" w14:textId="62B5858E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elação entre o marketing e a comunicação</w:t>
            </w:r>
          </w:p>
          <w:p w14:paraId="21DF4D06" w14:textId="695CFE91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 de marca; produto e serviço</w:t>
            </w:r>
          </w:p>
          <w:p w14:paraId="0E9A9295" w14:textId="7C133C95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arketing </w:t>
            </w:r>
            <w:proofErr w:type="spellStart"/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AF628D5" w14:textId="55627E7C" w:rsidR="0030267D" w:rsidRPr="00984816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 de m</w:t>
            </w:r>
            <w:r w:rsidR="0030267D" w:rsidRPr="0098481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ercado</w:t>
            </w:r>
          </w:p>
          <w:p w14:paraId="308950E4" w14:textId="7D77B1FC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osicionamento de marca</w:t>
            </w:r>
          </w:p>
          <w:p w14:paraId="1EF108AE" w14:textId="65AC8932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ipos de concorrência </w:t>
            </w:r>
          </w:p>
          <w:p w14:paraId="1FE6CA7D" w14:textId="67678FA1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SWOT</w:t>
            </w:r>
          </w:p>
          <w:p w14:paraId="73F2D7A0" w14:textId="44416131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lano de marketing </w:t>
            </w:r>
          </w:p>
          <w:p w14:paraId="46471A7F" w14:textId="50E333C5" w:rsidR="0030267D" w:rsidRPr="00930B6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</w:t>
            </w:r>
            <w:r w:rsidR="0030267D" w:rsidRPr="00930B6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rand</w:t>
            </w:r>
            <w:r w:rsidR="0030267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30267D" w:rsidRPr="00930B6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compass</w:t>
            </w:r>
            <w:proofErr w:type="spellEnd"/>
          </w:p>
          <w:p w14:paraId="30D06044" w14:textId="2FAD528C" w:rsidR="0030267D" w:rsidRPr="00C23EFB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30267D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eios e suportes de comunicação publicitária </w:t>
            </w:r>
          </w:p>
          <w:p w14:paraId="4509DA48" w14:textId="1D6E6840" w:rsidR="0030267D" w:rsidRPr="00ED22F6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stratégia de comunicação </w:t>
            </w:r>
          </w:p>
          <w:p w14:paraId="2607E43C" w14:textId="21EDB11F" w:rsidR="0030267D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0267D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 processo criativo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0E85805" w14:textId="00B309A9" w:rsidR="0030267D" w:rsidRPr="001B353A" w:rsidRDefault="00287D19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30267D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e cultura profissional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C6C50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ação do marketing</w:t>
            </w:r>
          </w:p>
          <w:p w14:paraId="7B54281A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evolução histórica da ação do marketing</w:t>
            </w:r>
          </w:p>
          <w:p w14:paraId="66937523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conceito de marca</w:t>
            </w:r>
          </w:p>
          <w:p w14:paraId="4201BE1E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produto de serviço</w:t>
            </w:r>
          </w:p>
          <w:p w14:paraId="57E76F25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e tendências de mercado</w:t>
            </w:r>
          </w:p>
          <w:p w14:paraId="649FCE02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pontos chave de uma estratégia de marketing</w:t>
            </w:r>
          </w:p>
          <w:p w14:paraId="61AF0E52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pontos chave de uma estratégia de comunicação</w:t>
            </w:r>
          </w:p>
          <w:p w14:paraId="13C559B3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a estratégia de comunicação com a estratégia de marketing</w:t>
            </w:r>
          </w:p>
          <w:p w14:paraId="150EEFD0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processo criativo</w:t>
            </w:r>
          </w:p>
          <w:p w14:paraId="7912B27C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valores éticos das marcas</w:t>
            </w:r>
          </w:p>
          <w:p w14:paraId="40A515F9" w14:textId="77777777" w:rsidR="0030267D" w:rsidRPr="00057283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63A87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0103412" w14:textId="77777777" w:rsidR="0030267D" w:rsidRDefault="0030267D" w:rsidP="0030267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8AA6704" w14:textId="77777777" w:rsidR="0030267D" w:rsidRPr="001A2806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5C3EBB13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D9BB1B3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 crítico</w:t>
            </w:r>
          </w:p>
          <w:p w14:paraId="08FD0C27" w14:textId="77777777" w:rsidR="0030267D" w:rsidRPr="00F04A3C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42400747" w14:textId="6EC7EBD6" w:rsidR="0030267D" w:rsidRPr="00057283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tempo</w:t>
            </w:r>
            <w:r w:rsidRPr="00B262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</w:tr>
    </w:tbl>
    <w:p w14:paraId="73D107D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525EF30" w14:textId="612A7818" w:rsidR="008C76A8" w:rsidRDefault="008C76A8" w:rsidP="008C76A8">
      <w:pPr>
        <w:rPr>
          <w:rFonts w:ascii="Verdana Pro Light" w:hAnsi="Verdana Pro Light"/>
          <w:smallCaps/>
        </w:rPr>
      </w:pPr>
    </w:p>
    <w:p w14:paraId="0B55CD7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E60563D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Criar</w:t>
      </w:r>
      <w:r w:rsidRPr="00C75986">
        <w:rPr>
          <w:rFonts w:ascii="Verdana Pro Light" w:eastAsia="Arial Unicode MS" w:hAnsi="Verdana Pro Light" w:cs="Times New Roman"/>
          <w:b/>
          <w:sz w:val="18"/>
          <w:szCs w:val="18"/>
        </w:rPr>
        <w:t xml:space="preserve"> estratégias de marketing e comunicação para uma marca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0D957CD" w14:textId="77777777" w:rsidR="0030267D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CD1. 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estratégia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marketing est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á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conformidade com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regulamentações lega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padrões ético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</w:p>
    <w:p w14:paraId="2D0A0DD8" w14:textId="77777777" w:rsidR="0030267D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 Descrevendo as características do produto ou serviço tendo em conta os 4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P´s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do marketing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mix</w:t>
      </w:r>
      <w:proofErr w:type="spellEnd"/>
    </w:p>
    <w:p w14:paraId="75C1DE0D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Caracterizando</w:t>
      </w:r>
      <w:r w:rsidRPr="001514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definindo uma persona</w:t>
      </w:r>
    </w:p>
    <w:p w14:paraId="2970821C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Realizando </w:t>
      </w:r>
      <w:r w:rsidRPr="00A84C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análise SWOT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a concorrência e os fatores políticos, económicos e sociais relacionados com o produto ou serviço</w:t>
      </w:r>
    </w:p>
    <w:p w14:paraId="5C3C4543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Definindo um posicionamento com uma proposta de valor diferenciada da concorrência </w:t>
      </w:r>
    </w:p>
    <w:p w14:paraId="0F39F40F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CD6. </w:t>
      </w:r>
      <w:r w:rsidRPr="00A84C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84C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consistência na comunicação,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adequando o tom e o modo aos vários meios de comunicação</w:t>
      </w:r>
    </w:p>
    <w:p w14:paraId="6BD69AC8" w14:textId="57ABDC1B" w:rsidR="008C76A8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CD7. Identificando meios e suportes de comunicação tendo em conta os pontos de contacto da marca com o público-alvo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2FCDAD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63A75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6D12E10" w14:textId="77777777" w:rsidR="0030267D" w:rsidRPr="00643045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4EB25995" w14:textId="534DADD4" w:rsidR="008C76A8" w:rsidRP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23881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FF86E26" w14:textId="77777777" w:rsidR="0030267D" w:rsidRPr="00436CB6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8A6A30F" w14:textId="77777777" w:rsid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texto</w:t>
      </w:r>
    </w:p>
    <w:p w14:paraId="2BCA6F03" w14:textId="77777777" w:rsid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para apresentações</w:t>
      </w:r>
    </w:p>
    <w:p w14:paraId="3086126B" w14:textId="518B0EE9" w:rsidR="008C76A8" w:rsidRP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F04A3C">
        <w:rPr>
          <w:rFonts w:ascii="Verdana Pro Light" w:eastAsia="Arial Unicode MS" w:hAnsi="Verdana Pro Light" w:cs="Arial Unicode MS"/>
          <w:sz w:val="18"/>
          <w:szCs w:val="18"/>
        </w:rPr>
        <w:t>Estudos de caso de estratégias de marketing e comunicação</w:t>
      </w:r>
      <w:r w:rsidRPr="00F04A3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27D6B4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089B63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2169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E6974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474D5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0267D" w:rsidRPr="00136AD8" w14:paraId="54E8BD0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6F2A26" w14:textId="4E616375" w:rsidR="0030267D" w:rsidRPr="00136AD8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B0ACFA" w14:textId="09315A19" w:rsidR="0030267D" w:rsidRPr="009C256C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F096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campanhas de comunicação publicitária</w:t>
            </w:r>
          </w:p>
        </w:tc>
      </w:tr>
      <w:tr w:rsidR="0030267D" w:rsidRPr="00136AD8" w14:paraId="489AC886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FA77C18" w14:textId="2BF1CDE0" w:rsidR="0030267D" w:rsidRPr="00136AD8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7508F6A" w14:textId="7673DC58" w:rsidR="0030267D" w:rsidRPr="00136AD8" w:rsidRDefault="0030267D" w:rsidP="003026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F0961">
              <w:rPr>
                <w:rFonts w:ascii="Verdana Pro Light" w:eastAsia="Arial Unicode MS" w:hAnsi="Verdana Pro Light" w:cs="Times New Roman"/>
                <w:sz w:val="18"/>
                <w:szCs w:val="18"/>
              </w:rPr>
              <w:t>Campanha de comunicação publicitária</w:t>
            </w:r>
          </w:p>
        </w:tc>
      </w:tr>
    </w:tbl>
    <w:p w14:paraId="750B8F8C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78EEA04" w14:textId="55D9113B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0B4748C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951E0D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E7D13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2D33053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53DAF2" w14:textId="77777777" w:rsidR="0030267D" w:rsidRDefault="0030267D" w:rsidP="003026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de comunicação e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57032D49" w14:textId="77777777" w:rsidR="0030267D" w:rsidRPr="005A109F" w:rsidRDefault="0030267D" w:rsidP="003026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a estratégia e o conceito de comunicação</w:t>
            </w:r>
          </w:p>
          <w:p w14:paraId="2FED2C47" w14:textId="77777777" w:rsidR="0030267D" w:rsidRDefault="0030267D" w:rsidP="003026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meios e suportes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campanha de comunicação</w:t>
            </w:r>
          </w:p>
          <w:p w14:paraId="38C862B4" w14:textId="77777777" w:rsidR="0030267D" w:rsidRPr="00313C82" w:rsidRDefault="0030267D" w:rsidP="003026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Elaborar esboços, </w:t>
            </w:r>
            <w:proofErr w:type="spellStart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moodboars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00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testar o conceito e a linha gráfica</w:t>
            </w:r>
          </w:p>
          <w:p w14:paraId="7A7F7518" w14:textId="77777777" w:rsidR="0030267D" w:rsidRPr="001B353A" w:rsidRDefault="0030267D" w:rsidP="003026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peças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da campanha de comunicação</w:t>
            </w:r>
          </w:p>
          <w:p w14:paraId="61E6EB06" w14:textId="22C2CE82" w:rsidR="008C76A8" w:rsidRPr="001B353A" w:rsidRDefault="0030267D" w:rsidP="003026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Fazer o racional criativo da estratégia e do conceito da campanha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14B464E9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F1D69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C3259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86FD6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0267D" w:rsidRPr="00136AD8" w14:paraId="3F6BCF2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D4EBA" w14:textId="74B22315" w:rsidR="0030267D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3181E2C1" w14:textId="139D92DD" w:rsidR="0030267D" w:rsidRPr="00B262D1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estéticas e criativas</w:t>
            </w:r>
          </w:p>
          <w:p w14:paraId="5EE4CDE5" w14:textId="006A87CC" w:rsidR="0030267D" w:rsidRPr="00C23EFB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30267D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="0030267D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="0030267D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="0030267D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 w:rsidR="0030267D"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ABBA47C" w14:textId="2F2E091A" w:rsidR="0030267D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0267D"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 e processo criativo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A1D7CD" w14:textId="5B50C3F0" w:rsidR="0030267D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30267D" w:rsidRPr="00ED22F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ublicidade</w:t>
            </w:r>
            <w:r w:rsidR="0030267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caracterização; áreas de intervenção</w:t>
            </w:r>
          </w:p>
          <w:p w14:paraId="6AE0BA7F" w14:textId="3904CE64" w:rsidR="0030267D" w:rsidRPr="00167187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stratégia de comunicação publicitária – o </w:t>
            </w:r>
            <w:proofErr w:type="spellStart"/>
            <w:r w:rsidR="0030267D" w:rsidRPr="0016718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brand</w:t>
            </w:r>
            <w:proofErr w:type="spellEnd"/>
            <w:r w:rsidR="0030267D" w:rsidRPr="0016718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30267D" w:rsidRPr="0016718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compass</w:t>
            </w:r>
            <w:proofErr w:type="spellEnd"/>
          </w:p>
          <w:p w14:paraId="4A5F90F9" w14:textId="2924EE3B" w:rsidR="0030267D" w:rsidRPr="00E07027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eios e </w:t>
            </w:r>
            <w:r w:rsidR="0030267D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suportes de comunicação </w:t>
            </w:r>
          </w:p>
          <w:p w14:paraId="4F497D98" w14:textId="4FB2800F" w:rsidR="0030267D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30267D" w:rsidRPr="00C23E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e cultura profissional</w:t>
            </w:r>
          </w:p>
          <w:p w14:paraId="0AD1D5AD" w14:textId="1A4BF114" w:rsidR="0030267D" w:rsidRPr="001B353A" w:rsidRDefault="0084229E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30267D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30267D"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="003026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DE1BD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37E9C802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1EAABEFC" w14:textId="77777777" w:rsidR="0030267D" w:rsidRPr="005C547B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76D7D40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5E6AC076" w14:textId="77777777" w:rsidR="0030267D" w:rsidRPr="00943FB4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o </w:t>
            </w:r>
            <w:proofErr w:type="spellStart"/>
            <w:r w:rsidRPr="00CD392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brand</w:t>
            </w:r>
            <w:proofErr w:type="spellEnd"/>
            <w:r w:rsidRPr="00CD392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D392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compass</w:t>
            </w:r>
            <w:proofErr w:type="spellEnd"/>
          </w:p>
          <w:p w14:paraId="40666242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conceitos a diferentes meios e suportes publicitários</w:t>
            </w:r>
          </w:p>
          <w:p w14:paraId="32D44D54" w14:textId="77777777" w:rsidR="0030267D" w:rsidRPr="006B530F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15A750B5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0A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4ECFE447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as peças da campanha para entrega</w:t>
            </w:r>
          </w:p>
          <w:p w14:paraId="18755E4C" w14:textId="77777777" w:rsidR="0030267D" w:rsidRPr="00943FB4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direção de arte na produção de peças de comunicação</w:t>
            </w:r>
          </w:p>
          <w:p w14:paraId="0A90A57B" w14:textId="69AF4FAA" w:rsidR="0030267D" w:rsidRPr="00057283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estratégias e conceitos de comunicação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02698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6255609" w14:textId="77777777" w:rsidR="0030267D" w:rsidRDefault="0030267D" w:rsidP="0030267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1624F50" w14:textId="77777777" w:rsidR="0030267D" w:rsidRPr="003E2194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1389AB2C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3787B2C" w14:textId="77777777" w:rsidR="0030267D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455ECD8" w14:textId="601A05B3" w:rsidR="0030267D" w:rsidRPr="00057283" w:rsidRDefault="0030267D" w:rsidP="003026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25F68C8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798821" w14:textId="761A8325" w:rsidR="008C76A8" w:rsidRDefault="008C76A8" w:rsidP="008C76A8">
      <w:pPr>
        <w:rPr>
          <w:rFonts w:ascii="Verdana Pro Light" w:hAnsi="Verdana Pro Light"/>
          <w:smallCaps/>
        </w:rPr>
      </w:pPr>
    </w:p>
    <w:p w14:paraId="1768549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BFB173A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D22F6">
        <w:rPr>
          <w:rFonts w:ascii="Verdana Pro Light" w:eastAsia="Arial Unicode MS" w:hAnsi="Verdana Pro Light" w:cs="Times New Roman"/>
          <w:b/>
          <w:sz w:val="18"/>
          <w:szCs w:val="18"/>
        </w:rPr>
        <w:t>Criar projetos gráficos de comunicação e publicidade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AB6CA8F" w14:textId="77777777" w:rsidR="0030267D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3185BC86" w14:textId="77777777" w:rsidR="0030267D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estratégia de comunicação e o conceito ao público-alvo da campanha de comunicação</w:t>
      </w:r>
    </w:p>
    <w:p w14:paraId="729E1BB8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CD3. Construindo peças gráficas para meios e suportes de comunicação diversificados aplicando o mesmo conceito de comunicação aos vários meios e suportes</w:t>
      </w:r>
    </w:p>
    <w:p w14:paraId="369A6724" w14:textId="77777777" w:rsidR="0030267D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adequados à produção de cada peça gráfica tendo em conta as características técnicas dos meios e suportes </w:t>
      </w:r>
    </w:p>
    <w:p w14:paraId="5C73AF50" w14:textId="77777777" w:rsidR="0030267D" w:rsidRPr="0064164C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Justificando a escolha dos meios e suportes de comunicação em função dos pontos de contacto com o público-alvo</w:t>
      </w:r>
    </w:p>
    <w:p w14:paraId="5D1964BB" w14:textId="77777777" w:rsidR="0030267D" w:rsidRDefault="0030267D" w:rsidP="003026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  Justificando o conceito e a linha gráfica da campanha tendo em conta as características do público-alvo e o posicionamento da marca</w:t>
      </w:r>
    </w:p>
    <w:p w14:paraId="16AC5B73" w14:textId="421147C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6D3D093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96826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5B4D38C" w14:textId="77777777" w:rsidR="0030267D" w:rsidRPr="00984B30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5248C69" w14:textId="77777777" w:rsidR="0030267D" w:rsidRPr="00643045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510FB43" w14:textId="362B56DC" w:rsidR="008C76A8" w:rsidRPr="00984B30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78416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7056E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B642E6C" w14:textId="77777777" w:rsid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0D55C2F9" w14:textId="77777777" w:rsidR="0030267D" w:rsidRPr="00436CB6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E2586DA" w14:textId="77777777" w:rsid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imagem estática e em movimento</w:t>
      </w:r>
    </w:p>
    <w:p w14:paraId="70B31C1B" w14:textId="77777777" w:rsid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</w:p>
    <w:p w14:paraId="224A1984" w14:textId="77777777" w:rsidR="0030267D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5B6BDE19" w14:textId="0FC1B167" w:rsidR="008C76A8" w:rsidRPr="00501DC8" w:rsidRDefault="0030267D" w:rsidP="003026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campanhas publicitárias</w:t>
      </w:r>
    </w:p>
    <w:p w14:paraId="54343B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E8DAB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A1B3AA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A5FDE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0A233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F6CE5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57DD0" w:rsidRPr="00136AD8" w14:paraId="0528A92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5626F5" w14:textId="3D47EF0C" w:rsidR="00557DD0" w:rsidRPr="00222FEF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2178EC" w14:textId="0BAA6AD1" w:rsidR="00557DD0" w:rsidRPr="00222FEF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projetos gráficos para embalagens</w:t>
            </w:r>
          </w:p>
        </w:tc>
      </w:tr>
      <w:tr w:rsidR="00557DD0" w:rsidRPr="00136AD8" w14:paraId="3060697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3ED6E6C" w14:textId="1165F1EA" w:rsidR="00557DD0" w:rsidRPr="00222FEF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6B1DC62" w14:textId="0EFE4AAB" w:rsidR="00557DD0" w:rsidRPr="00222FEF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Embalagem</w:t>
            </w:r>
          </w:p>
        </w:tc>
      </w:tr>
    </w:tbl>
    <w:p w14:paraId="7DBA566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0920116" w14:textId="4C833F7D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C40AE7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F15235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70EBD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BD2854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D2F3CF" w14:textId="77777777" w:rsidR="00557DD0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7AE00EF5" w14:textId="77777777" w:rsidR="00557DD0" w:rsidRDefault="00557DD0" w:rsidP="00557DD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cortante da embalagem, distribuir a informação gráfica pelas partes que a constituem e testar a sua funcionalidade</w:t>
            </w:r>
          </w:p>
          <w:p w14:paraId="00AAC724" w14:textId="77777777" w:rsidR="00557DD0" w:rsidRDefault="00557DD0" w:rsidP="00557DD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Usar um programa de edição de vetores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(editar o cortante, ajustá-lo à sua função e aplicar os grafismo e elementos informativos)</w:t>
            </w:r>
          </w:p>
          <w:p w14:paraId="32A6668D" w14:textId="77777777" w:rsidR="00557DD0" w:rsidRDefault="00557DD0" w:rsidP="00557DD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Imprimir o cortante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maquetizado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fazer ajustes e voltar 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 necessário</w:t>
            </w:r>
          </w:p>
          <w:p w14:paraId="36A8FBD9" w14:textId="7C65D4D6" w:rsidR="008C76A8" w:rsidRPr="001B353A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os ficheiros digitais para impressão em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435BF2C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4FDFA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43712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59493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57DD0" w:rsidRPr="00136AD8" w14:paraId="3333D12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62D61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de embalagem - Contexto histórico, social e económico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457CEF6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Embalagem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Finalidades e processos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AB7C6D" w14:textId="77777777" w:rsidR="00557DD0" w:rsidRPr="00E829B1" w:rsidRDefault="00557DD0" w:rsidP="00557DD0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Bidimensionalidade versus tridimensionalidade no design de comunicação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8D118E4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legais sobre embalagens</w:t>
            </w:r>
          </w:p>
          <w:p w14:paraId="08B4E4FB" w14:textId="77777777" w:rsidR="00557DD0" w:rsidRPr="00C12D6E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047B324C" w14:textId="1EC1384B" w:rsidR="00557DD0" w:rsidRPr="001B353A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9572E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 contexto histórico, social e económico da embalagem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6B279EC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questões ligadas à economia de materiais, à ecologia e sustentabilidade na produção de embalagens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7FC1019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materiais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formatos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 produção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embalagens</w:t>
            </w:r>
          </w:p>
          <w:p w14:paraId="7C028637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2B7B1BE2" w14:textId="07E3E4D8" w:rsidR="00557DD0" w:rsidRPr="00057283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embalagem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EE57F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847075D" w14:textId="77777777" w:rsidR="00557DD0" w:rsidRDefault="00557DD0" w:rsidP="00557DD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7F2468A" w14:textId="77777777" w:rsidR="00557DD0" w:rsidRDefault="00557DD0" w:rsidP="00557DD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488E81C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533D5B0E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73DAFC9A" w14:textId="77777777" w:rsidR="00557DD0" w:rsidRPr="003E2194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6DFD8DBF" w14:textId="77777777" w:rsidR="00557DD0" w:rsidRPr="00057283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EC575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6DF2342" w14:textId="2BDB3431" w:rsidR="008C76A8" w:rsidRDefault="008C76A8" w:rsidP="008C76A8">
      <w:pPr>
        <w:rPr>
          <w:rFonts w:ascii="Verdana Pro Light" w:hAnsi="Verdana Pro Light"/>
          <w:smallCaps/>
        </w:rPr>
      </w:pPr>
    </w:p>
    <w:p w14:paraId="29586A7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5FEDD9F" w14:textId="77777777" w:rsidR="00557DD0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C756E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para embalagens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D88D197" w14:textId="77777777" w:rsidR="00557DD0" w:rsidRPr="0064164C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Selecionando e ajustando o cortante tendo em consideração a função para a qual a embalagem vai ser usada</w:t>
      </w:r>
    </w:p>
    <w:p w14:paraId="24DD4382" w14:textId="77777777" w:rsidR="00557DD0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linguagem visual ao público-alvo e à função da embalagem</w:t>
      </w:r>
    </w:p>
    <w:p w14:paraId="577387CD" w14:textId="77777777" w:rsidR="00557DD0" w:rsidRPr="0064164C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informação constante na embalagem às normas legais</w:t>
      </w:r>
    </w:p>
    <w:p w14:paraId="062D9872" w14:textId="77777777" w:rsidR="00557DD0" w:rsidRPr="0064164C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Selecionando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materiais e técnicas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função da embalagem</w:t>
      </w:r>
    </w:p>
    <w:p w14:paraId="77C5AB57" w14:textId="18450B9D" w:rsidR="008C76A8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Preparando adequadamente os ficheiros digitais para impressão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0A00D7F" w14:textId="77777777" w:rsidR="00557DD0" w:rsidRPr="0064164C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754B15A9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8AEFF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36FD0739" w14:textId="77777777" w:rsidR="00557DD0" w:rsidRPr="00984B3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240ADACB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C7B65D2" w14:textId="71F6CC54" w:rsidR="008C76A8" w:rsidRP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FDF4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6233400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7F8EBC30" w14:textId="77777777" w:rsidR="00557DD0" w:rsidRPr="009765D9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embalagens</w:t>
      </w:r>
    </w:p>
    <w:p w14:paraId="21D675A0" w14:textId="77777777" w:rsidR="00557DD0" w:rsidRPr="00436CB6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B6B3C17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1BED0457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49064B8A" w14:textId="6ECC4A1B" w:rsidR="008C76A8" w:rsidRPr="00501DC8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Cortantes de embalagem</w:t>
      </w:r>
    </w:p>
    <w:p w14:paraId="118CC78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CE2F3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FA004A" w14:textId="77777777" w:rsidR="00557DD0" w:rsidRDefault="00557DD0" w:rsidP="00557DD0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 técnico de artes gráficas</w:t>
      </w:r>
    </w:p>
    <w:p w14:paraId="60F6809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B0D7E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56D29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D8DA0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57DD0" w:rsidRPr="00136AD8" w14:paraId="327331DA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30C775" w14:textId="65D20FAF" w:rsidR="00557DD0" w:rsidRPr="00136AD8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60C506" w14:textId="46B08F7B" w:rsidR="00557DD0" w:rsidRPr="009C256C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414D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Conceber projetos em </w:t>
            </w:r>
            <w:proofErr w:type="spellStart"/>
            <w:r w:rsidRPr="007414D3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wireframe</w:t>
            </w:r>
            <w:proofErr w:type="spellEnd"/>
            <w:r w:rsidRPr="007414D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para produtos digitais</w:t>
            </w:r>
          </w:p>
        </w:tc>
      </w:tr>
      <w:tr w:rsidR="00557DD0" w:rsidRPr="00136AD8" w14:paraId="10D6645A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84C344B" w14:textId="240864DF" w:rsidR="00557DD0" w:rsidRPr="00136AD8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E7EC848" w14:textId="7112945A" w:rsidR="00557DD0" w:rsidRPr="00136AD8" w:rsidRDefault="00557DD0" w:rsidP="00557DD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414D3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UX (</w:t>
            </w:r>
            <w:proofErr w:type="spellStart"/>
            <w:r w:rsidRPr="007414D3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User</w:t>
            </w:r>
            <w:proofErr w:type="spellEnd"/>
            <w:r w:rsidRPr="007414D3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14D3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Experience</w:t>
            </w:r>
            <w:proofErr w:type="spellEnd"/>
            <w:r w:rsidRPr="007414D3">
              <w:rPr>
                <w:rFonts w:ascii="Verdana Pro Light" w:eastAsia="Arial Unicode MS" w:hAnsi="Verdana Pro Light" w:cs="Times New Roman"/>
                <w:sz w:val="18"/>
                <w:szCs w:val="18"/>
              </w:rPr>
              <w:t>)</w:t>
            </w:r>
          </w:p>
        </w:tc>
      </w:tr>
    </w:tbl>
    <w:p w14:paraId="0BD47D4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D6E98D" w14:textId="2382C360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CCAC17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3B7648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6D5DE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658599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82AB05" w14:textId="77777777" w:rsidR="00557DD0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 w:rsidRPr="00F12730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design e da tecnologia</w:t>
            </w:r>
          </w:p>
          <w:p w14:paraId="48E7E0AB" w14:textId="77777777" w:rsidR="00557DD0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Aplicar e/ou analisar inquéritos individuais ou em grupo sobre as preferências e expectativas do utilizador </w:t>
            </w:r>
          </w:p>
          <w:p w14:paraId="02A2D1B9" w14:textId="77777777" w:rsidR="00557DD0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esboços para mapear a interação</w:t>
            </w:r>
          </w:p>
          <w:p w14:paraId="3B545244" w14:textId="77777777" w:rsidR="00557DD0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 programa para executar o </w:t>
            </w:r>
            <w:proofErr w:type="spellStart"/>
            <w:r w:rsidRPr="005E198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, </w:t>
            </w:r>
            <w:r w:rsidRPr="005E1981">
              <w:rPr>
                <w:rFonts w:ascii="Verdana Pro Light" w:eastAsia="Arial Unicode MS" w:hAnsi="Verdana Pro Light" w:cs="Arial Unicode MS"/>
                <w:sz w:val="18"/>
                <w:szCs w:val="18"/>
              </w:rPr>
              <w:t>abrir o documento e prepara o ambiente de trabalho</w:t>
            </w:r>
          </w:p>
          <w:p w14:paraId="2CE4CD0E" w14:textId="77777777" w:rsidR="00557DD0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Elaborar o </w:t>
            </w:r>
            <w:proofErr w:type="spellStart"/>
            <w:r w:rsidRPr="001355D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fazer prototipagem interativa</w:t>
            </w:r>
          </w:p>
          <w:p w14:paraId="7C86B19A" w14:textId="2065C0BE" w:rsidR="008C76A8" w:rsidRPr="001B353A" w:rsidRDefault="00557DD0" w:rsidP="00557D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R6. Testar a usabilidade e a acessibilidade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E7590D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716DB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89DA7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9000A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57DD0" w:rsidRPr="00136AD8" w14:paraId="0AF3404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3258C" w14:textId="688ED881" w:rsidR="00557DD0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30C4410E" w14:textId="0A5EE0A4" w:rsidR="00557DD0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do design e da tecnologia</w:t>
            </w:r>
          </w:p>
          <w:p w14:paraId="74007DB7" w14:textId="3302051E" w:rsidR="00557DD0" w:rsidRPr="00B262D1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eios digitais – Web e aplicações mobile – características e funcionalidades</w:t>
            </w:r>
          </w:p>
          <w:p w14:paraId="51E3C832" w14:textId="6A8E1677" w:rsidR="00557DD0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rogramas de </w:t>
            </w:r>
            <w:proofErr w:type="spellStart"/>
            <w:r w:rsidR="00557DD0" w:rsidRPr="006D271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Wireframing</w:t>
            </w:r>
            <w:proofErr w:type="spellEnd"/>
            <w:r w:rsidR="00557DD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- 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</w:t>
            </w:r>
            <w:r w:rsidR="00557DD0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="00557DD0"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área de trabalho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ferramentas</w:t>
            </w:r>
          </w:p>
          <w:p w14:paraId="2A84039A" w14:textId="7363CCA3" w:rsidR="00557DD0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etodologia de design UX</w:t>
            </w:r>
          </w:p>
          <w:p w14:paraId="258AF1D4" w14:textId="21CAA8D0" w:rsidR="00557DD0" w:rsidRPr="00F12730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ontes de pesquisa sobre o mercado e o público-alvo </w:t>
            </w:r>
          </w:p>
          <w:p w14:paraId="5E6C2569" w14:textId="68C89281" w:rsidR="00557DD0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do design</w:t>
            </w:r>
          </w:p>
          <w:p w14:paraId="75E40D59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14D98A2D" w14:textId="7A98DDDC" w:rsidR="00557DD0" w:rsidRPr="001B353A" w:rsidRDefault="0084229E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557D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em design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B3D83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7323BFA0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referências e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design e da tecnologia</w:t>
            </w:r>
          </w:p>
          <w:p w14:paraId="3D7B52D6" w14:textId="77777777" w:rsidR="00557DD0" w:rsidRPr="00B262D1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o desenvolvimento da </w:t>
            </w:r>
            <w:r w:rsidRPr="00BA23CB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das aplicações </w:t>
            </w:r>
            <w:r w:rsidRPr="00BA23CB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mobile</w:t>
            </w:r>
          </w:p>
          <w:p w14:paraId="3F25C35E" w14:textId="77777777" w:rsidR="00557DD0" w:rsidRPr="00F1273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informáticos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 w:rsidRPr="006D271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Wireframing</w:t>
            </w:r>
            <w:proofErr w:type="spellEnd"/>
          </w:p>
          <w:p w14:paraId="26C4CF02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27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ntificar as etapas do processo de trabalho do designer UX</w:t>
            </w:r>
          </w:p>
          <w:p w14:paraId="67463BBE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de pesquisa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</w:t>
            </w: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dados sobre as necessidades, comportamentos e preferências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</w:p>
          <w:p w14:paraId="0C6ED4D3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princípios de design inclusivo</w:t>
            </w:r>
          </w:p>
          <w:p w14:paraId="3E88A6B7" w14:textId="12E74C3E" w:rsidR="00557DD0" w:rsidRPr="00057283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impacto do design na sociedade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492BB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35DF038" w14:textId="77777777" w:rsidR="00557DD0" w:rsidRDefault="00557DD0" w:rsidP="00557DD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45D5577B" w14:textId="77777777" w:rsidR="00557DD0" w:rsidRPr="003E2194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2489D9EF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577A6DE7" w14:textId="77777777" w:rsidR="00557DD0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C39A81D" w14:textId="0ED72D15" w:rsidR="00557DD0" w:rsidRPr="00057283" w:rsidRDefault="00557DD0" w:rsidP="00557D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30F65C5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40EF9C" w14:textId="3D91FC00" w:rsidR="008C76A8" w:rsidRDefault="008C76A8" w:rsidP="008C76A8">
      <w:pPr>
        <w:rPr>
          <w:rFonts w:ascii="Verdana Pro Light" w:hAnsi="Verdana Pro Light"/>
          <w:smallCaps/>
        </w:rPr>
      </w:pPr>
    </w:p>
    <w:p w14:paraId="34351F7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493E4FA" w14:textId="77777777" w:rsidR="00557DD0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414D3">
        <w:rPr>
          <w:rFonts w:ascii="Verdana Pro Light" w:eastAsia="Arial Unicode MS" w:hAnsi="Verdana Pro Light" w:cs="Times New Roman"/>
          <w:b/>
          <w:sz w:val="18"/>
          <w:szCs w:val="18"/>
        </w:rPr>
        <w:t xml:space="preserve">Conceber projetos em </w:t>
      </w:r>
      <w:proofErr w:type="spellStart"/>
      <w:r w:rsidRPr="007414D3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wireframe</w:t>
      </w:r>
      <w:proofErr w:type="spellEnd"/>
      <w:r w:rsidRPr="007414D3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para produtos digitais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8C40318" w14:textId="77777777" w:rsidR="00557DD0" w:rsidRPr="0064164C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52B77301" w14:textId="77777777" w:rsidR="00557DD0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Criando um fluxo de interação acessível ao utilizador</w:t>
      </w:r>
    </w:p>
    <w:p w14:paraId="62C3CB8C" w14:textId="77777777" w:rsidR="00557DD0" w:rsidRPr="0064164C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adequados à produção do </w:t>
      </w:r>
      <w:proofErr w:type="spellStart"/>
      <w:r w:rsidRPr="00DE6500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wireframe</w:t>
      </w:r>
      <w:proofErr w:type="spellEnd"/>
    </w:p>
    <w:p w14:paraId="0C64A011" w14:textId="77777777" w:rsidR="00557DD0" w:rsidRDefault="00557DD0" w:rsidP="00557DD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Fazendo testes de usabilidade e acessibilidade analisando e corrigindo erros</w:t>
      </w:r>
    </w:p>
    <w:p w14:paraId="24FE4297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4D6E1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FC8CB5B" w14:textId="77777777" w:rsidR="00557DD0" w:rsidRPr="00984B3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52E5227" w14:textId="77777777" w:rsidR="00557DD0" w:rsidRPr="00643045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A7A298B" w14:textId="4D1271D1" w:rsidR="008C76A8" w:rsidRPr="00984B3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3B98B60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8C002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14ED2C3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07F84874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Mapas de </w:t>
      </w:r>
      <w:proofErr w:type="spellStart"/>
      <w:r w:rsidRPr="00DE6500">
        <w:rPr>
          <w:rFonts w:ascii="Verdana Pro Light" w:eastAsia="Arial Unicode MS" w:hAnsi="Verdana Pro Light" w:cs="Arial Unicode MS"/>
          <w:i/>
          <w:iCs/>
          <w:sz w:val="18"/>
          <w:szCs w:val="18"/>
        </w:rPr>
        <w:t>wireframe</w:t>
      </w:r>
      <w:proofErr w:type="spellEnd"/>
    </w:p>
    <w:p w14:paraId="5B0033CD" w14:textId="77777777" w:rsidR="00557DD0" w:rsidRPr="00436CB6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1D01903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proofErr w:type="spellStart"/>
      <w:r w:rsidRPr="006D2711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>Wireframing</w:t>
      </w:r>
      <w:proofErr w:type="spellEnd"/>
    </w:p>
    <w:p w14:paraId="175C6441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5BE02FDB" w14:textId="77777777" w:rsid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723C6DF7" w14:textId="1770C271" w:rsidR="008C76A8" w:rsidRPr="00557DD0" w:rsidRDefault="00557DD0" w:rsidP="00557DD0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557DD0">
        <w:rPr>
          <w:rFonts w:ascii="Verdana Pro Light" w:eastAsia="Arial Unicode MS" w:hAnsi="Verdana Pro Light" w:cs="Arial Unicode MS"/>
          <w:sz w:val="18"/>
          <w:szCs w:val="18"/>
        </w:rPr>
        <w:t xml:space="preserve">Estudos de caso de </w:t>
      </w:r>
      <w:r w:rsidRPr="00557DD0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design UX</w:t>
      </w:r>
      <w:r w:rsidRPr="00557DD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BC1BE35" w14:textId="77777777" w:rsidR="00557DD0" w:rsidRPr="00557DD0" w:rsidRDefault="00557DD0" w:rsidP="00557DD0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7853E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3774A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82D2D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DEF6A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A8D37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41205" w:rsidRPr="00136AD8" w14:paraId="7F7B526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8C42BB4" w14:textId="5840351A" w:rsidR="00741205" w:rsidRPr="00136AD8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8CD852F" w14:textId="32420083" w:rsidR="00741205" w:rsidRPr="009C256C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A0FD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Conceber o design para páginas web</w:t>
            </w:r>
          </w:p>
        </w:tc>
      </w:tr>
      <w:tr w:rsidR="00741205" w:rsidRPr="00136AD8" w14:paraId="51226FFB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14729D" w14:textId="7426E8DC" w:rsidR="00741205" w:rsidRPr="00136AD8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07DB1FF" w14:textId="13C035A3" w:rsidR="00741205" w:rsidRPr="00136AD8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A0FD2">
              <w:rPr>
                <w:rFonts w:ascii="Verdana Pro Light" w:eastAsia="Arial Unicode MS" w:hAnsi="Verdana Pro Light" w:cs="Times New Roman"/>
                <w:sz w:val="18"/>
                <w:szCs w:val="18"/>
              </w:rPr>
              <w:t>Páginas web</w:t>
            </w:r>
          </w:p>
        </w:tc>
      </w:tr>
    </w:tbl>
    <w:p w14:paraId="312EE30D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C92EA7" w14:textId="4FD66F7A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0FC11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46B84B7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6E818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054931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89E7AE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 w:rsidRPr="00F12730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design e da tecnologia</w:t>
            </w:r>
          </w:p>
          <w:p w14:paraId="7D89B0A2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Elaborar o </w:t>
            </w:r>
            <w:proofErr w:type="spellStart"/>
            <w:r w:rsidRPr="00E420E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fazer a prototipagem interativa </w:t>
            </w:r>
          </w:p>
          <w:p w14:paraId="264A406C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estar a usabilidade, a acessibilidade e o design responsivo</w:t>
            </w:r>
          </w:p>
          <w:p w14:paraId="09963598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Criar a linha gráfica </w:t>
            </w:r>
          </w:p>
          <w:p w14:paraId="6292D132" w14:textId="77777777" w:rsidR="00741205" w:rsidRPr="00514E4A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val="en-US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os elementos gráficos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icons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símbolos, botões)</w:t>
            </w:r>
          </w:p>
          <w:p w14:paraId="35706838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R6. Preparar os conteúdos (textos. imagens, vídeos, animações, sons) </w:t>
            </w:r>
          </w:p>
          <w:p w14:paraId="345B0C41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R7. Executar prototipagem final com conteúdos e elementos gráficos, </w:t>
            </w:r>
            <w:r w:rsidRPr="00514E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e publicar</w:t>
            </w:r>
          </w:p>
          <w:p w14:paraId="653B55B9" w14:textId="2546647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6F942B4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9ACC7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A3C50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DCA93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41205" w:rsidRPr="00136AD8" w14:paraId="48C8EFC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26197" w14:textId="057F74D1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5286B4B2" w14:textId="2B135FF4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do design e da tecnologia</w:t>
            </w:r>
          </w:p>
          <w:p w14:paraId="14CEFE83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Sites</w:t>
            </w: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características e funcionalidades</w:t>
            </w:r>
          </w:p>
          <w:p w14:paraId="6406A601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0F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uma página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web</w:t>
            </w:r>
          </w:p>
          <w:p w14:paraId="6E1B59F7" w14:textId="4EDFFF1E" w:rsidR="00741205" w:rsidRPr="00BF01E0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a cor na web</w:t>
            </w:r>
          </w:p>
          <w:p w14:paraId="2A573E43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6FFC489C" w14:textId="2757EA33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UX/UI</w:t>
            </w:r>
          </w:p>
          <w:p w14:paraId="3C7A7252" w14:textId="1E4393AA" w:rsidR="00741205" w:rsidRPr="00F12730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ontes de pesquisa sobre o mercado e o público-alvo </w:t>
            </w:r>
          </w:p>
          <w:p w14:paraId="40809220" w14:textId="40703FA6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do design</w:t>
            </w:r>
          </w:p>
          <w:p w14:paraId="1F72A367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0BF36EBA" w14:textId="1E3994EB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em design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4EB93EA" w14:textId="77777777" w:rsidR="00741205" w:rsidRPr="00BF01E0" w:rsidRDefault="00741205" w:rsidP="00741205">
            <w:pPr>
              <w:pStyle w:val="PargrafodaLista"/>
              <w:numPr>
                <w:ilvl w:val="0"/>
                <w:numId w:val="4"/>
              </w:numPr>
              <w:ind w:left="177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  <w:p w14:paraId="323F0EDB" w14:textId="77777777" w:rsidR="00741205" w:rsidRPr="001B353A" w:rsidRDefault="00741205" w:rsidP="008422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63048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18C6FD72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referências e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design e da tecnologia</w:t>
            </w:r>
          </w:p>
          <w:p w14:paraId="24F5B63D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desenvolvimento da web</w:t>
            </w:r>
          </w:p>
          <w:p w14:paraId="015D0201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0F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necessidade de um layout intuitivo e ajustável a diferentes condições de visualização</w:t>
            </w:r>
          </w:p>
          <w:p w14:paraId="68228A8C" w14:textId="77777777" w:rsidR="00741205" w:rsidRPr="00E420E7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da cor e da tipografia para ambientes digitais</w:t>
            </w:r>
          </w:p>
          <w:p w14:paraId="102A00D1" w14:textId="77777777" w:rsidR="00741205" w:rsidRPr="00F12730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plataformas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informátic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sites</w:t>
            </w:r>
          </w:p>
          <w:p w14:paraId="366E1CB5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27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ntificar as etapas do processo de trabalho do designer UX/UI</w:t>
            </w:r>
          </w:p>
          <w:p w14:paraId="395009DF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de pesquisa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</w:t>
            </w: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dados sobre as necessidades, comportamentos e preferências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</w:p>
          <w:p w14:paraId="4E9779BE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princípios de design inclusivo</w:t>
            </w:r>
          </w:p>
          <w:p w14:paraId="24263DAD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impacto do design na sociedade</w:t>
            </w:r>
          </w:p>
          <w:p w14:paraId="2846FE7E" w14:textId="6A18CC8B" w:rsidR="00741205" w:rsidRPr="00057283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do design responsivo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BE143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9ADAF57" w14:textId="77777777" w:rsidR="00741205" w:rsidRDefault="00741205" w:rsidP="00741205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72C7AF1" w14:textId="77777777" w:rsidR="00741205" w:rsidRPr="003E2194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70753D53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5CBE87D2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B431D54" w14:textId="146D6812" w:rsidR="00741205" w:rsidRPr="00057283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5FA2FA48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A689252" w14:textId="0F724654" w:rsidR="008C76A8" w:rsidRDefault="008C76A8" w:rsidP="008C76A8">
      <w:pPr>
        <w:rPr>
          <w:rFonts w:ascii="Verdana Pro Light" w:hAnsi="Verdana Pro Light"/>
          <w:smallCaps/>
        </w:rPr>
      </w:pPr>
    </w:p>
    <w:p w14:paraId="68C2186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116FF29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E25E7">
        <w:rPr>
          <w:rFonts w:ascii="Verdana Pro Light" w:eastAsia="Arial Unicode MS" w:hAnsi="Verdana Pro Light" w:cs="Times New Roman"/>
          <w:b/>
          <w:sz w:val="18"/>
          <w:szCs w:val="18"/>
        </w:rPr>
        <w:t>Conceber o design de interface para dispositivos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47AE2D" w14:textId="77777777" w:rsidR="00741205" w:rsidRPr="0064164C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4AF1A593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Criando um fluxo de interação acessível ao utilizador</w:t>
      </w:r>
    </w:p>
    <w:p w14:paraId="3369DF34" w14:textId="77777777" w:rsidR="00741205" w:rsidRPr="0064164C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e plataformas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adequadas à prototipagem de sites</w:t>
      </w:r>
    </w:p>
    <w:p w14:paraId="7FA4AFD1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Fazendo testes de usabilidade, acessibilidade e responsividade do site, analisando e corrigindo erros</w:t>
      </w:r>
    </w:p>
    <w:p w14:paraId="6BF9F4A3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Utilizando adequadamente a cor e a tipografia tendo em conta as características da visualização em dispositivos digitais</w:t>
      </w:r>
    </w:p>
    <w:p w14:paraId="6F2AFA09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 Adequando a linha gráfica e os conteúdos aos objetivos comunicacionais</w:t>
      </w:r>
    </w:p>
    <w:p w14:paraId="0A60201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BCCBB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9C6D173" w14:textId="77777777" w:rsidR="00741205" w:rsidRPr="00984B30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D77960D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C5BF535" w14:textId="7828B23F" w:rsidR="008C76A8" w:rsidRP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741205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EDAC5E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3F064B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3DE14F93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Mapas de </w:t>
      </w:r>
      <w:proofErr w:type="spellStart"/>
      <w:r w:rsidRPr="00DE6500">
        <w:rPr>
          <w:rFonts w:ascii="Verdana Pro Light" w:eastAsia="Arial Unicode MS" w:hAnsi="Verdana Pro Light" w:cs="Arial Unicode MS"/>
          <w:i/>
          <w:iCs/>
          <w:sz w:val="18"/>
          <w:szCs w:val="18"/>
        </w:rPr>
        <w:t>wireframe</w:t>
      </w:r>
      <w:proofErr w:type="spellEnd"/>
    </w:p>
    <w:p w14:paraId="07B69C90" w14:textId="77777777" w:rsidR="00741205" w:rsidRPr="00436CB6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3A0F1D8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</w:t>
      </w:r>
      <w:r>
        <w:rPr>
          <w:rFonts w:ascii="Verdana Pro Light" w:eastAsia="Arial Unicode MS" w:hAnsi="Verdana Pro Light" w:cs="Arial Unicode MS"/>
          <w:sz w:val="18"/>
          <w:szCs w:val="18"/>
        </w:rPr>
        <w:t>e plataformas de prototipagem de sites</w:t>
      </w:r>
    </w:p>
    <w:p w14:paraId="506AA16B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7D3EF01F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325B5D5C" w14:textId="728ECD12" w:rsidR="008C76A8" w:rsidRP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741205">
        <w:rPr>
          <w:rFonts w:ascii="Verdana Pro Light" w:eastAsia="Arial Unicode MS" w:hAnsi="Verdana Pro Light" w:cs="Arial Unicode MS"/>
          <w:sz w:val="18"/>
          <w:szCs w:val="18"/>
        </w:rPr>
        <w:t xml:space="preserve">Estudos de caso de </w:t>
      </w:r>
      <w:r w:rsidRPr="0074120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design UX/UI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br/>
      </w:r>
    </w:p>
    <w:p w14:paraId="7619533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9B033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D6DD0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E90D3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ABA92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41205" w:rsidRPr="00136AD8" w14:paraId="507B1F9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851849" w14:textId="15116691" w:rsidR="00741205" w:rsidRPr="00136AD8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015733" w14:textId="57987987" w:rsidR="00741205" w:rsidRPr="009C256C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E25E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Conceber o design de interface para dispositivos móveis</w:t>
            </w:r>
          </w:p>
        </w:tc>
      </w:tr>
      <w:tr w:rsidR="00741205" w:rsidRPr="00136AD8" w14:paraId="5EB37489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E779D8D" w14:textId="00AF5853" w:rsidR="00741205" w:rsidRPr="00136AD8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DE3FED0" w14:textId="61DC2943" w:rsidR="00741205" w:rsidRPr="00136AD8" w:rsidRDefault="00741205" w:rsidP="0074120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E25E7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de interface para dispositivos móveis</w:t>
            </w:r>
          </w:p>
        </w:tc>
      </w:tr>
    </w:tbl>
    <w:p w14:paraId="258A991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11FE1B8" w14:textId="5627E99F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F232BE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F07E2F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592C5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C05DD7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4C220C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 w:rsidRPr="00F12730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design e da tecnologia</w:t>
            </w:r>
          </w:p>
          <w:p w14:paraId="5AC3110E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Elaborar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fazer a prototipagem interativa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testar a usabilidade e a acessibilidade</w:t>
            </w:r>
          </w:p>
          <w:p w14:paraId="0872391B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Criar a linha gráfica </w:t>
            </w:r>
          </w:p>
          <w:p w14:paraId="21056D51" w14:textId="77777777" w:rsidR="00741205" w:rsidRPr="00514E4A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val="en-US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os elementos gráficos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icons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símbolos, botões)</w:t>
            </w:r>
          </w:p>
          <w:p w14:paraId="683F9237" w14:textId="77777777" w:rsidR="00741205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R5. Preparar os conteúdos (textos. imagens, vídeos, animações, sons) </w:t>
            </w:r>
          </w:p>
          <w:p w14:paraId="0079CEF9" w14:textId="69D9475B" w:rsidR="008C76A8" w:rsidRPr="001B353A" w:rsidRDefault="00741205" w:rsidP="007412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R6. Executar prototipagem final com conteúdos e elementos gráficos, </w:t>
            </w:r>
            <w:r w:rsidRPr="00514E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e publicar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="008C76A8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8C7376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0D916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9098D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44BB0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41205" w:rsidRPr="00136AD8" w14:paraId="7AFD6060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B7BA1" w14:textId="449A2298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riefing de comunicação </w:t>
            </w:r>
          </w:p>
          <w:p w14:paraId="72F2B490" w14:textId="77720A63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e recursos para pesquisa de referências e tendências do design e da tecnologia</w:t>
            </w:r>
          </w:p>
          <w:p w14:paraId="6405F9C9" w14:textId="77777777" w:rsidR="00741205" w:rsidRPr="00BF01E0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Dispositivos e plataformas móveis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–aplicações mobile – características e funcionalidades</w:t>
            </w:r>
          </w:p>
          <w:p w14:paraId="544C8F6D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182728A9" w14:textId="18A479A4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UX/UI</w:t>
            </w:r>
          </w:p>
          <w:p w14:paraId="314F89A0" w14:textId="0EE36805" w:rsidR="00741205" w:rsidRPr="00FC756A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a cor nos dispositivos móveis</w:t>
            </w:r>
          </w:p>
          <w:p w14:paraId="535F9BBC" w14:textId="448AD739" w:rsidR="00741205" w:rsidRPr="00F12730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ontes de pesquisa sobre o mercado e o público-alvo </w:t>
            </w:r>
          </w:p>
          <w:p w14:paraId="15E6689F" w14:textId="3945618B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do design</w:t>
            </w:r>
          </w:p>
          <w:p w14:paraId="43484FC3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4828C7ED" w14:textId="42735D63" w:rsidR="00741205" w:rsidRDefault="0084229E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em design</w:t>
            </w:r>
            <w:r w:rsidR="007412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144ED1" w14:textId="375A2634" w:rsidR="00741205" w:rsidRPr="0084229E" w:rsidRDefault="00741205" w:rsidP="0084229E">
            <w:pPr>
              <w:pStyle w:val="PargrafodaLista"/>
              <w:numPr>
                <w:ilvl w:val="0"/>
                <w:numId w:val="4"/>
              </w:numPr>
              <w:ind w:left="177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01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BA135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12C46E16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referências e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design e da tecnologia</w:t>
            </w:r>
          </w:p>
          <w:p w14:paraId="14BFF0D3" w14:textId="77777777" w:rsidR="00741205" w:rsidRPr="00B262D1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o desenvolvimento das aplicações </w:t>
            </w:r>
            <w:r w:rsidRPr="00BA23CB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mobile</w:t>
            </w:r>
          </w:p>
          <w:p w14:paraId="22869649" w14:textId="77777777" w:rsidR="00741205" w:rsidRPr="00F12730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plataformas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informátic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aplicações para dispositivos móveis</w:t>
            </w:r>
          </w:p>
          <w:p w14:paraId="20403AE0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27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ntificar as etapas do processo de trabalho do designer UX/UI</w:t>
            </w:r>
          </w:p>
          <w:p w14:paraId="5B1F5A5F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de pesquisa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</w:t>
            </w: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dados sobre as necessidades, comportamentos e preferências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</w:p>
          <w:p w14:paraId="5CDAD4CA" w14:textId="77777777" w:rsidR="00741205" w:rsidRPr="00E420E7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da cor e da tipografia para ambientes digitais</w:t>
            </w:r>
          </w:p>
          <w:p w14:paraId="522220E6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23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princípios de design inclusivo</w:t>
            </w:r>
          </w:p>
          <w:p w14:paraId="7AF7D1EB" w14:textId="0254F764" w:rsidR="00741205" w:rsidRPr="00057283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impacto do design na sociedade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A37705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6A19BD6E" w14:textId="77777777" w:rsidR="00741205" w:rsidRDefault="00741205" w:rsidP="00741205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88501CB" w14:textId="77777777" w:rsidR="00741205" w:rsidRPr="003E2194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21A2CAF9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D51809B" w14:textId="77777777" w:rsidR="00741205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85188E4" w14:textId="3ABFA575" w:rsidR="00741205" w:rsidRPr="00057283" w:rsidRDefault="00741205" w:rsidP="007412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65674300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82483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219516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3FCAA8C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E25E7">
        <w:rPr>
          <w:rFonts w:ascii="Verdana Pro Light" w:eastAsia="Arial Unicode MS" w:hAnsi="Verdana Pro Light" w:cs="Times New Roman"/>
          <w:b/>
          <w:sz w:val="18"/>
          <w:szCs w:val="18"/>
        </w:rPr>
        <w:t>Conceber o design de interface para dispositivos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F276B3E" w14:textId="77777777" w:rsidR="00741205" w:rsidRPr="0064164C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8" w:name="_Hlk152522162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7649EDB5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Criando um fluxo de interação acessível ao utilizador</w:t>
      </w:r>
    </w:p>
    <w:p w14:paraId="0D311DD6" w14:textId="77777777" w:rsidR="00741205" w:rsidRPr="0064164C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prototipagem de aplicações móveis</w:t>
      </w:r>
    </w:p>
    <w:p w14:paraId="30524F91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Fazendo testes de usabilidade e acessibilidade analisando e corrigindo erros</w:t>
      </w:r>
    </w:p>
    <w:p w14:paraId="60C349B0" w14:textId="77777777" w:rsidR="00741205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Utilizando adequadamente a cor e a tipografia tendo em conta as características da visualização em dispositivos digitais</w:t>
      </w:r>
    </w:p>
    <w:p w14:paraId="104B480E" w14:textId="1EFF0D8A" w:rsidR="008C76A8" w:rsidRPr="0064164C" w:rsidRDefault="00741205" w:rsidP="007412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 Adequando a linha gráfica e os conteúdos aos objetivos comunicacionais</w:t>
      </w:r>
      <w:bookmarkEnd w:id="8"/>
    </w:p>
    <w:p w14:paraId="3317F49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0E09F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B35A6E4" w14:textId="77777777" w:rsidR="00741205" w:rsidRPr="00984B30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5F2FD648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EAEEA4E" w14:textId="493C6ECF" w:rsidR="008C76A8" w:rsidRP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741205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5FAD3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AD02BA2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5F26BD37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Mapas de </w:t>
      </w:r>
      <w:proofErr w:type="spellStart"/>
      <w:r w:rsidRPr="00DE6500">
        <w:rPr>
          <w:rFonts w:ascii="Verdana Pro Light" w:eastAsia="Arial Unicode MS" w:hAnsi="Verdana Pro Light" w:cs="Arial Unicode MS"/>
          <w:i/>
          <w:iCs/>
          <w:sz w:val="18"/>
          <w:szCs w:val="18"/>
        </w:rPr>
        <w:t>wireframe</w:t>
      </w:r>
      <w:proofErr w:type="spellEnd"/>
    </w:p>
    <w:p w14:paraId="6C35DF3D" w14:textId="77777777" w:rsidR="00741205" w:rsidRPr="00436CB6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9C21574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</w:t>
      </w:r>
      <w:r>
        <w:rPr>
          <w:rFonts w:ascii="Verdana Pro Light" w:eastAsia="Arial Unicode MS" w:hAnsi="Verdana Pro Light" w:cs="Arial Unicode MS"/>
          <w:sz w:val="18"/>
          <w:szCs w:val="18"/>
        </w:rPr>
        <w:t>e plataformas de prototipagem de aplicações para dispositivos móveis</w:t>
      </w:r>
    </w:p>
    <w:p w14:paraId="55BDEB5D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52F715EF" w14:textId="77777777" w:rsid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513441F9" w14:textId="6C11510E" w:rsidR="008C76A8" w:rsidRPr="00741205" w:rsidRDefault="00741205" w:rsidP="0074120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741205">
        <w:rPr>
          <w:rFonts w:ascii="Verdana Pro Light" w:eastAsia="Arial Unicode MS" w:hAnsi="Verdana Pro Light" w:cs="Arial Unicode MS"/>
          <w:sz w:val="18"/>
          <w:szCs w:val="18"/>
        </w:rPr>
        <w:t xml:space="preserve">Estudos de caso de </w:t>
      </w:r>
      <w:r w:rsidRPr="0074120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design UX/UI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br/>
      </w:r>
    </w:p>
    <w:p w14:paraId="5CD3C7B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3A2BF8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999EE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71614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AEA3F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7E8B44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D4D7CE" w14:textId="1F186788" w:rsidR="008C76A8" w:rsidRPr="003833ED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33E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B67CB22" w14:textId="42F9D2F7" w:rsidR="008C76A8" w:rsidRPr="003833ED" w:rsidRDefault="003833E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833E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Aplicar os processos de arte-final e </w:t>
            </w:r>
            <w:proofErr w:type="spellStart"/>
            <w:r w:rsidRPr="003833ED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preflight</w:t>
            </w:r>
            <w:proofErr w:type="spellEnd"/>
          </w:p>
        </w:tc>
      </w:tr>
      <w:tr w:rsidR="008C76A8" w:rsidRPr="00136AD8" w14:paraId="06C2D1E0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558512B" w14:textId="753576B8" w:rsidR="008C76A8" w:rsidRPr="003833ED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33ED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82ECEDE" w14:textId="5088ADA9" w:rsidR="008C76A8" w:rsidRPr="003833ED" w:rsidRDefault="003833E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33ED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Arte-finalização e </w:t>
            </w:r>
            <w:proofErr w:type="spellStart"/>
            <w:r w:rsidRPr="003833ED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preflight</w:t>
            </w:r>
            <w:proofErr w:type="spellEnd"/>
          </w:p>
        </w:tc>
      </w:tr>
    </w:tbl>
    <w:p w14:paraId="7AFA2CD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96B288" w14:textId="06489B76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24BEC7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B13C3D7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BA672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4249453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336CB" w14:textId="77777777" w:rsidR="007A59E5" w:rsidRDefault="007A59E5" w:rsidP="007A59E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Verificar a resolução das imagens</w:t>
            </w:r>
          </w:p>
          <w:p w14:paraId="3719D9C5" w14:textId="77777777" w:rsidR="007A59E5" w:rsidRDefault="007A59E5" w:rsidP="007A59E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Verificar os perfis e sistemas de cor</w:t>
            </w:r>
          </w:p>
          <w:p w14:paraId="75C4341A" w14:textId="77777777" w:rsidR="007A59E5" w:rsidRDefault="007A59E5" w:rsidP="007A59E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Verificar as fontes e converter em curvas quando se aplique</w:t>
            </w:r>
          </w:p>
          <w:p w14:paraId="030FCBF9" w14:textId="77777777" w:rsidR="007A59E5" w:rsidRDefault="007A59E5" w:rsidP="007A59E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Incluir margens e sangrias</w:t>
            </w:r>
          </w:p>
          <w:p w14:paraId="1010D31F" w14:textId="77777777" w:rsidR="007A59E5" w:rsidRDefault="007A59E5" w:rsidP="007A59E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Verificar erros </w:t>
            </w:r>
            <w:r w:rsidRPr="001B6DB5">
              <w:rPr>
                <w:rFonts w:ascii="Verdana Pro Light" w:eastAsia="Arial Unicode MS" w:hAnsi="Verdana Pro Light" w:cs="Arial Unicode MS"/>
                <w:sz w:val="18"/>
                <w:szCs w:val="18"/>
              </w:rPr>
              <w:t>ortográficos, gramaticais ou de layout</w:t>
            </w:r>
          </w:p>
          <w:p w14:paraId="70800090" w14:textId="77777777" w:rsidR="007A59E5" w:rsidRDefault="007A59E5" w:rsidP="007A59E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Selecionar o formato do ficheiro, marcas de corte e de registo</w:t>
            </w:r>
          </w:p>
          <w:p w14:paraId="3502AA3A" w14:textId="79A27CE9" w:rsidR="008C76A8" w:rsidRPr="001B353A" w:rsidRDefault="007A59E5" w:rsidP="007A59E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R7. Configurar a impressora e verificar a prova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</w:tr>
      <w:tr w:rsidR="008C76A8" w:rsidRPr="00136AD8" w14:paraId="7B0730E9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F045A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AC5A1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087F4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A59E5" w:rsidRPr="00136AD8" w14:paraId="30DE7E7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9F245" w14:textId="188FDCF9" w:rsidR="007A59E5" w:rsidRPr="00655B8B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evolução tecnológica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699CA0B" w14:textId="45A55AFB" w:rsidR="003833ED" w:rsidRPr="003833ED" w:rsidRDefault="003833ED" w:rsidP="003833ED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243E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rocesso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técnicas </w:t>
            </w:r>
            <w:r w:rsidRPr="00243E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 w:rsidRPr="00ED59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preflight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br/>
            </w:r>
          </w:p>
          <w:p w14:paraId="44DCA027" w14:textId="10AFE2BB" w:rsidR="007A59E5" w:rsidRPr="003833ED" w:rsidRDefault="007A59E5" w:rsidP="003833ED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33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Compatibilidade e formatos de ficheiros</w:t>
            </w:r>
            <w:r w:rsidRPr="003833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EF8DB99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arte final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C0D57D9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compactação, envio e troca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4ABE5E4" w14:textId="76EFDC72" w:rsidR="007A59E5" w:rsidRPr="001B353A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 de execução de uma obra de pré-impressão digital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FF97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evolução tecnológica dos processos de pré-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7A23F91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diferença entre pré-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convencional e digital</w:t>
            </w:r>
          </w:p>
          <w:p w14:paraId="766D4CF4" w14:textId="77777777" w:rsidR="007A59E5" w:rsidRPr="00BA75C8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vantagens e desvantagens dos processos convencionais e não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convencionais </w:t>
            </w:r>
          </w:p>
          <w:p w14:paraId="5A2E1E15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produção de artes finais</w:t>
            </w:r>
          </w:p>
          <w:p w14:paraId="4F499A86" w14:textId="3644E5C5" w:rsidR="007A59E5" w:rsidRPr="00057283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diferentes fases do desenvolvimento dos processos de pré-impressão digital.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F7DC0" w14:textId="77777777" w:rsidR="007A59E5" w:rsidRDefault="007A59E5" w:rsidP="007A59E5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4F7F7A8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7E4B7C2" w14:textId="77777777" w:rsidR="007A59E5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4C7D25F" w14:textId="77777777" w:rsidR="007A59E5" w:rsidRPr="00057283" w:rsidRDefault="007A59E5" w:rsidP="007A59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2A6C5F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306798A" w14:textId="3DA6F7AF" w:rsidR="008C76A8" w:rsidRDefault="008C76A8" w:rsidP="008C76A8">
      <w:pPr>
        <w:rPr>
          <w:rFonts w:ascii="Verdana Pro Light" w:hAnsi="Verdana Pro Light"/>
          <w:smallCaps/>
        </w:rPr>
      </w:pPr>
    </w:p>
    <w:p w14:paraId="1A717BE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AEF9E98" w14:textId="77777777" w:rsidR="007A59E5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707FE">
        <w:rPr>
          <w:rFonts w:ascii="Verdana Pro Light" w:eastAsia="Arial Unicode MS" w:hAnsi="Verdana Pro Light" w:cs="Times New Roman"/>
          <w:b/>
          <w:sz w:val="18"/>
          <w:szCs w:val="18"/>
        </w:rPr>
        <w:t>Aplicar os processos de pré-impressão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5A40449" w14:textId="77777777" w:rsidR="007A59E5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 a resolução das imagens</w:t>
      </w:r>
    </w:p>
    <w:p w14:paraId="404540E8" w14:textId="77777777" w:rsidR="007A59E5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 os perfis e sistemas de cor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3BD7DCB2" w14:textId="77777777" w:rsidR="007A59E5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 as fontes e convertendo em curvas quando se aplique</w:t>
      </w:r>
    </w:p>
    <w:p w14:paraId="633A7F64" w14:textId="77777777" w:rsidR="007A59E5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>
        <w:rPr>
          <w:rFonts w:ascii="Verdana Pro Light" w:eastAsia="Arial Unicode MS" w:hAnsi="Verdana Pro Light" w:cs="Arial Unicode MS"/>
          <w:sz w:val="18"/>
          <w:szCs w:val="18"/>
        </w:rPr>
        <w:t>Incluindo margens e sangrias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635FA4A" w14:textId="77777777" w:rsidR="007A59E5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Verificando erros </w:t>
      </w:r>
      <w:r w:rsidRPr="001B6DB5">
        <w:rPr>
          <w:rFonts w:ascii="Verdana Pro Light" w:eastAsia="Arial Unicode MS" w:hAnsi="Verdana Pro Light" w:cs="Arial Unicode MS"/>
          <w:sz w:val="18"/>
          <w:szCs w:val="18"/>
        </w:rPr>
        <w:t>ortográficos, gramaticais ou de layout</w:t>
      </w:r>
    </w:p>
    <w:p w14:paraId="7139F542" w14:textId="29E15147" w:rsidR="008C76A8" w:rsidRPr="0064164C" w:rsidRDefault="007A59E5" w:rsidP="007A59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o formato do ficheiro tendo em conta o processo de impressão e incluindo marcas de corte e de registo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782C87B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51F8E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884AED0" w14:textId="77777777" w:rsidR="007A59E5" w:rsidRPr="00984B30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533120B" w14:textId="77777777" w:rsidR="007A59E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0347F77B" w14:textId="77777777" w:rsidR="007A59E5" w:rsidRPr="0064304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7AEDE818" w14:textId="77777777" w:rsidR="007A59E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6AB4E95" w14:textId="2697565E" w:rsidR="008C76A8" w:rsidRPr="007A59E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F276A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F5815EE" w14:textId="77777777" w:rsidR="007A59E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Peças gráficas para impressão</w:t>
      </w:r>
    </w:p>
    <w:p w14:paraId="514E266C" w14:textId="77777777" w:rsidR="007A59E5" w:rsidRPr="00436CB6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E24EAB4" w14:textId="77777777" w:rsidR="007A59E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73A70D45" w14:textId="715A1F2D" w:rsidR="008C76A8" w:rsidRPr="007A59E5" w:rsidRDefault="007A59E5" w:rsidP="007A59E5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AB4F2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4FCD3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7FE8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FCFCF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A59E5" w:rsidRPr="00136AD8" w14:paraId="392D03D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9809DC3" w14:textId="1A34E284" w:rsidR="007A59E5" w:rsidRPr="00222FEF" w:rsidRDefault="007A59E5" w:rsidP="007A59E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31378D" w14:textId="317EC1DF" w:rsidR="007A59E5" w:rsidRPr="00222FEF" w:rsidRDefault="007A59E5" w:rsidP="007A59E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ahoma"/>
                <w:b/>
                <w:bCs/>
                <w:color w:val="C45911" w:themeColor="accent2" w:themeShade="BF"/>
                <w:sz w:val="18"/>
                <w:szCs w:val="18"/>
              </w:rPr>
              <w:t xml:space="preserve">Prestar informação sobre o </w:t>
            </w:r>
            <w:r w:rsidRPr="00222FEF"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>setor de design de comunicação</w:t>
            </w:r>
          </w:p>
        </w:tc>
      </w:tr>
      <w:tr w:rsidR="007A59E5" w:rsidRPr="00136AD8" w14:paraId="02542F3A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EF97DB1" w14:textId="687883A4" w:rsidR="007A59E5" w:rsidRPr="00222FEF" w:rsidRDefault="007A59E5" w:rsidP="007A59E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457AB52" w14:textId="55B4FC61" w:rsidR="007A59E5" w:rsidRPr="00222FEF" w:rsidRDefault="007A59E5" w:rsidP="007A59E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O setor </w:t>
            </w:r>
            <w:r w:rsidR="005E6B0A"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de</w:t>
            </w:r>
            <w:r w:rsidRPr="00222FEF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 </w:t>
            </w:r>
            <w:r w:rsidR="005E6B0A" w:rsidRPr="00222FEF"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>design de comunicação</w:t>
            </w:r>
          </w:p>
        </w:tc>
      </w:tr>
    </w:tbl>
    <w:p w14:paraId="72A46DA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90F989B" w14:textId="1B430003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65E434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DFB959C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48EEB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2DF992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F0678E" w14:textId="77777777" w:rsidR="005E6B0A" w:rsidRDefault="005E6B0A" w:rsidP="005E6B0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ab/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design de comunicação</w:t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46A77FD3" w14:textId="32F4C41A" w:rsidR="008C76A8" w:rsidRPr="001B353A" w:rsidRDefault="005E6B0A" w:rsidP="005E6B0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design de comunicação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br/>
            </w:r>
          </w:p>
        </w:tc>
      </w:tr>
      <w:tr w:rsidR="008C76A8" w:rsidRPr="00136AD8" w14:paraId="41BD9DF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03E67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ACD63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A1FEE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E6B0A" w:rsidRPr="00136AD8" w14:paraId="69846FB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772612" w14:textId="1432A231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</w:t>
            </w:r>
            <w:r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esign de comunicação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1EFC44BA" w14:textId="77777777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4EE55249" w14:textId="43AE3571" w:rsidR="005E6B0A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(</w:t>
            </w:r>
            <w:r w:rsidR="00D57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corporativo,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57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publicitário, editorial, web, </w:t>
            </w:r>
            <w:proofErr w:type="spellStart"/>
            <w:r w:rsidR="00D57E41" w:rsidRPr="00D57E4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motion</w:t>
            </w:r>
            <w:proofErr w:type="spellEnd"/>
            <w:r w:rsidR="00D57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UX/UI)</w:t>
            </w:r>
          </w:p>
          <w:p w14:paraId="4E9295A2" w14:textId="1894C0B3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Novas tendências do </w:t>
            </w:r>
            <w:r w:rsidR="000E61F6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68833CE5" w14:textId="77777777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0DC3FD41" w14:textId="6D348924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Fatores críticos de sucesso do </w:t>
            </w:r>
            <w:r w:rsidR="000E61F6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32D754D8" w14:textId="7A17AE6A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 w:rsidR="000E61F6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09DEBF15" w14:textId="6593AEA4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de </w:t>
            </w:r>
            <w:r w:rsidR="000E61F6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6E3F834C" w14:textId="77777777" w:rsidR="006C609D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Definição, caraterísticas e classificação de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="006C609D"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0DB07DC" w14:textId="77E383AD" w:rsidR="005E6B0A" w:rsidRPr="006C609D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</w:pPr>
            <w:r w:rsidRPr="006C609D"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  <w:t xml:space="preserve">Organização e divisão funcional </w:t>
            </w:r>
            <w:r w:rsidRPr="006C609D">
              <w:rPr>
                <w:rFonts w:ascii="Verdana Pro Light" w:eastAsia="Arial Unicode MS" w:hAnsi="Verdana Pro Light" w:cs="Arial Unicode MS"/>
                <w:strike/>
                <w:color w:val="0070C0"/>
                <w:sz w:val="18"/>
                <w:szCs w:val="18"/>
                <w:lang w:eastAsia="pt-PT"/>
              </w:rPr>
              <w:t>(quando aplicável)</w:t>
            </w:r>
            <w:r w:rsidRPr="006C609D"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  <w:t xml:space="preserve"> - (…).</w:t>
            </w:r>
          </w:p>
          <w:p w14:paraId="6DC938A5" w14:textId="77777777" w:rsidR="005E6B0A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4C9EBFC5" w14:textId="6D9FBFBD" w:rsidR="005E6B0A" w:rsidRPr="001B353A" w:rsidRDefault="005E6B0A" w:rsidP="000E61F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90DC3" w14:textId="56E74B8C" w:rsidR="005E6B0A" w:rsidRPr="00D6362B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 w:rsidR="006C609D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de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6371B234" w14:textId="6F44474D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1BCE4FDB" w14:textId="558F45C1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setor </w:t>
            </w:r>
            <w:r w:rsidR="006C60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="006C609D"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nível nacional e internacional.</w:t>
            </w:r>
          </w:p>
          <w:p w14:paraId="54DA4BAA" w14:textId="77777777" w:rsidR="005E6B0A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5595A10F" w14:textId="77777777" w:rsidR="005E6B0A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6850904B" w14:textId="18F25B33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="006C60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75BC70E6" w14:textId="67BC505F" w:rsidR="005E6B0A" w:rsidRPr="003C0084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 w:rsidR="006C60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594417B9" w14:textId="77777777" w:rsidR="005E6B0A" w:rsidRPr="006C609D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</w:pPr>
            <w:r w:rsidRPr="006C609D"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  <w:t xml:space="preserve">Diferenciar a estrutura, organização e divisão funcional dos estabelecimentos de </w:t>
            </w:r>
            <w:r w:rsidRPr="006C609D">
              <w:rPr>
                <w:rFonts w:ascii="Verdana Pro Light" w:eastAsia="Arial Unicode MS" w:hAnsi="Verdana Pro Light" w:cs="Arial Unicode MS"/>
                <w:strike/>
                <w:color w:val="0070C0"/>
                <w:sz w:val="18"/>
                <w:szCs w:val="18"/>
                <w:lang w:eastAsia="pt-PT"/>
              </w:rPr>
              <w:t>(indicar o setor de atividade).</w:t>
            </w:r>
          </w:p>
          <w:p w14:paraId="5CB2705C" w14:textId="77777777" w:rsidR="006C609D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 w:rsidR="006C60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="006C609D"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F75099A" w14:textId="77777777" w:rsidR="006C609D" w:rsidRDefault="005E6B0A" w:rsidP="005E6B0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="006C609D"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2FAA716" w14:textId="0A4604DB" w:rsidR="005E6B0A" w:rsidRPr="00057283" w:rsidRDefault="005E6B0A" w:rsidP="005E6B0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 w:rsidR="006C609D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01951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57A83C00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6C12A457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22377D5E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5D13805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65EEC7D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2A334A1" w14:textId="77777777" w:rsidR="005E6B0A" w:rsidRPr="00FD35E9" w:rsidRDefault="005E6B0A" w:rsidP="005E6B0A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4A26C753" w14:textId="77777777" w:rsidR="005E6B0A" w:rsidRDefault="005E6B0A" w:rsidP="005E6B0A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217B4F" w14:textId="77777777" w:rsidR="005E6B0A" w:rsidRPr="00057283" w:rsidRDefault="005E6B0A" w:rsidP="005E6B0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8BEE6D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EABCA9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F88951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CFC8BDC" w14:textId="1C6161AA" w:rsidR="005E6B0A" w:rsidRPr="005E6B0A" w:rsidRDefault="005E6B0A" w:rsidP="005E6B0A">
      <w:pPr>
        <w:spacing w:before="80" w:after="120" w:line="240" w:lineRule="auto"/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</w:pP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Prestar informação sobre o setor d</w:t>
      </w:r>
      <w:r w:rsidR="006C609D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e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="006C609D" w:rsidRPr="007A59E5">
        <w:rPr>
          <w:rFonts w:ascii="Verdana Pro Light" w:eastAsia="Verdana Pro Light" w:hAnsi="Verdana Pro Light" w:cs="Verdana Pro Light"/>
          <w:color w:val="0070C0"/>
          <w:sz w:val="18"/>
          <w:szCs w:val="18"/>
        </w:rPr>
        <w:t>design de comunicação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:</w:t>
      </w:r>
    </w:p>
    <w:p w14:paraId="0F8E435A" w14:textId="77777777" w:rsidR="005E6B0A" w:rsidRDefault="005E6B0A" w:rsidP="005E6B0A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5FBA91A9" w14:textId="77777777" w:rsidR="005E6B0A" w:rsidRDefault="005E6B0A" w:rsidP="005E6B0A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 xml:space="preserve">comunicação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>solicitação do interlocutor.</w:t>
      </w:r>
    </w:p>
    <w:p w14:paraId="3DE191E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A79C9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70BC384" w14:textId="77777777" w:rsidR="006C609D" w:rsidRPr="00984B30" w:rsidRDefault="006C609D" w:rsidP="006C609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69584790" w14:textId="77777777" w:rsidR="006C609D" w:rsidRDefault="006C609D" w:rsidP="006C609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ABE4A62" w14:textId="77777777" w:rsidR="006C609D" w:rsidRPr="00643045" w:rsidRDefault="006C609D" w:rsidP="006C609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71388118" w14:textId="6351565B" w:rsidR="006C609D" w:rsidRDefault="006C609D" w:rsidP="006C609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A69762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58097A6" w14:textId="77777777" w:rsidR="005E6B0A" w:rsidRPr="003C0084" w:rsidRDefault="005E6B0A" w:rsidP="005E6B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31466185" w14:textId="77777777" w:rsidR="005E6B0A" w:rsidRPr="003C0084" w:rsidRDefault="005E6B0A" w:rsidP="005E6B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7417F737" w14:textId="77777777" w:rsidR="005E6B0A" w:rsidRPr="003C0084" w:rsidRDefault="005E6B0A" w:rsidP="005E6B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5673F942" w14:textId="103C755F" w:rsidR="005E6B0A" w:rsidRPr="003C0084" w:rsidRDefault="005E6B0A" w:rsidP="005E6B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="006C609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de </w:t>
      </w:r>
      <w:r w:rsidR="006C609D" w:rsidRPr="007A59E5">
        <w:rPr>
          <w:rFonts w:ascii="Verdana Pro Light" w:eastAsia="Verdana Pro Light" w:hAnsi="Verdana Pro Light" w:cs="Verdana Pro Light"/>
          <w:color w:val="0070C0"/>
          <w:sz w:val="18"/>
          <w:szCs w:val="18"/>
        </w:rPr>
        <w:t>design de comunicação</w:t>
      </w: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</w:p>
    <w:p w14:paraId="3A2E319E" w14:textId="77777777" w:rsidR="005E6B0A" w:rsidRPr="003C0084" w:rsidRDefault="005E6B0A" w:rsidP="005E6B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Exemplos de produtos/serviços inovadores.</w:t>
      </w:r>
    </w:p>
    <w:p w14:paraId="1FA769C6" w14:textId="77777777" w:rsidR="008C76A8" w:rsidRPr="006C609D" w:rsidRDefault="008C76A8" w:rsidP="006C609D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9187A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E0CF5E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4213E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026A3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B1D65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C609D" w:rsidRPr="00136AD8" w14:paraId="11C4708A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8797677" w14:textId="3C7F650E" w:rsidR="006C609D" w:rsidRPr="00222FEF" w:rsidRDefault="006C609D" w:rsidP="006C609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C2946A" w14:textId="69A08069" w:rsidR="006C609D" w:rsidRPr="00222FEF" w:rsidRDefault="006C609D" w:rsidP="006C609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Verdana Pro Light" w:hAnsi="Verdana Pro Light" w:cs="Verdana Pro Light"/>
                <w:b/>
                <w:bCs/>
                <w:color w:val="C45911" w:themeColor="accent2" w:themeShade="BF"/>
                <w:sz w:val="18"/>
                <w:szCs w:val="18"/>
              </w:rPr>
              <w:t xml:space="preserve">Implementar as normas de segurança e saúde no trabalho em </w:t>
            </w:r>
            <w:r w:rsidRPr="00222FEF"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>design de comunicação</w:t>
            </w:r>
          </w:p>
        </w:tc>
      </w:tr>
      <w:tr w:rsidR="006C609D" w:rsidRPr="00136AD8" w14:paraId="70BE2A8D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81E234B" w14:textId="0B776166" w:rsidR="006C609D" w:rsidRPr="00222FEF" w:rsidRDefault="006C609D" w:rsidP="006C609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Verdana Pro Light" w:hAnsi="Verdana Pro Light" w:cs="Verdana Pro Light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73CC0D2" w14:textId="20C40FE2" w:rsidR="006C609D" w:rsidRPr="00222FEF" w:rsidRDefault="006C609D" w:rsidP="006C609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>Normas de segurança e saúde no trabalho em design de comunicação</w:t>
            </w:r>
          </w:p>
        </w:tc>
      </w:tr>
    </w:tbl>
    <w:p w14:paraId="4A73639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BFDE16" w14:textId="1CA2206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6B7CA1C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23754A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D15F0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546A64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81D875" w14:textId="77777777" w:rsidR="006C609D" w:rsidRDefault="006C609D" w:rsidP="006C609D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62C75CF9" w14:textId="4B59F3BE" w:rsidR="008C76A8" w:rsidRPr="001B353A" w:rsidRDefault="006C609D" w:rsidP="006C609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8C0C85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64F7B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80C54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1C464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C609D" w:rsidRPr="00136AD8" w14:paraId="553B12F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AE9A3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6741DF64" w14:textId="7CB5F674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em </w:t>
            </w:r>
            <w:r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– legislação.</w:t>
            </w:r>
          </w:p>
          <w:p w14:paraId="6523DC9D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2BD35258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650AD59B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6BB17AC4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12BF9AC8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5BA19B95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66163D3E" w14:textId="4327272E" w:rsidR="00222FEF" w:rsidRPr="00222FEF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="00222F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em </w:t>
            </w:r>
            <w:r w:rsidR="00222FEF" w:rsidRPr="007A59E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design de comunicação</w:t>
            </w:r>
          </w:p>
          <w:p w14:paraId="197CBF4A" w14:textId="696F18C5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61C33B5E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19C97BEA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61A36FA9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55FF9450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fechada, queimadura, choque elétrico, eletrocussões, ataque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cardíaco, entorses ou distensões, envenenamento, queimaduras.</w:t>
            </w:r>
          </w:p>
          <w:p w14:paraId="48E9ACCF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479762AE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15B1931E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58659A92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4CE7C77A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1FBCA2C2" w14:textId="72DC777F" w:rsidR="006C609D" w:rsidRPr="001B353A" w:rsidRDefault="006C609D" w:rsidP="006C609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13DB9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72099BF9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75B1A161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3A89053E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359AF0DE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14174A38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5C870A74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43A8E240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40FC907C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343FB9B8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0BC48510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0D3179A7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039A9F6C" w14:textId="77777777" w:rsidR="006C609D" w:rsidRPr="00057283" w:rsidRDefault="006C609D" w:rsidP="006C609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4B00B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3AB26E90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6A48589C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747C51C1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60594755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5C126936" w14:textId="77777777" w:rsidR="006C609D" w:rsidRDefault="006C609D" w:rsidP="006C609D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32CF4948" w14:textId="77777777" w:rsidR="006C609D" w:rsidRPr="00057283" w:rsidRDefault="006C609D" w:rsidP="006C609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653765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AEF643B" w14:textId="5016DBB0" w:rsidR="008C76A8" w:rsidRDefault="008C76A8" w:rsidP="008C76A8">
      <w:pPr>
        <w:rPr>
          <w:rFonts w:ascii="Verdana Pro Light" w:hAnsi="Verdana Pro Light"/>
          <w:smallCaps/>
        </w:rPr>
      </w:pPr>
    </w:p>
    <w:p w14:paraId="2CE524F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A5AF455" w14:textId="2D343505" w:rsidR="00222FEF" w:rsidRDefault="00222FEF" w:rsidP="00222FEF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Implementar as normas de segurança e saúde no trabalho</w:t>
      </w:r>
      <w:r w:rsidRPr="6F5D74B1">
        <w:rPr>
          <w:rFonts w:ascii="Verdana Pro Light" w:eastAsia="Verdana Pro Light" w:hAnsi="Verdana Pro Light" w:cs="Verdana Pro Light"/>
          <w:color w:val="0070C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 xml:space="preserve">em </w:t>
      </w:r>
      <w:r w:rsidRPr="007A59E5">
        <w:rPr>
          <w:rFonts w:ascii="Verdana Pro Light" w:eastAsia="Verdana Pro Light" w:hAnsi="Verdana Pro Light" w:cs="Verdana Pro Light"/>
          <w:color w:val="0070C0"/>
          <w:sz w:val="18"/>
          <w:szCs w:val="18"/>
        </w:rPr>
        <w:t>design de comunicação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:</w:t>
      </w:r>
    </w:p>
    <w:p w14:paraId="1E5C3267" w14:textId="77777777" w:rsidR="00222FEF" w:rsidRDefault="00222FEF" w:rsidP="00222FEF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25A90A99" w14:textId="77777777" w:rsidR="00222FEF" w:rsidRDefault="00222FEF" w:rsidP="00222FEF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1540F0A0" w14:textId="0A31702C" w:rsidR="008C76A8" w:rsidRPr="00222FEF" w:rsidRDefault="00222FEF" w:rsidP="00222FEF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br/>
      </w:r>
    </w:p>
    <w:p w14:paraId="775BD9E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691EEC" w14:textId="77777777" w:rsidR="00222FEF" w:rsidRPr="00984B30" w:rsidRDefault="00222FEF" w:rsidP="00222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2D3F32A" w14:textId="77777777" w:rsidR="00222FEF" w:rsidRDefault="00222FEF" w:rsidP="00222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8246B45" w14:textId="77777777" w:rsidR="00222FEF" w:rsidRPr="00643045" w:rsidRDefault="00222FEF" w:rsidP="00222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48AB65D" w14:textId="27E0B81D" w:rsidR="008C76A8" w:rsidRPr="00222FEF" w:rsidRDefault="00222FEF" w:rsidP="00222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F420AB6" w14:textId="1F0A068B" w:rsidR="008C76A8" w:rsidRPr="00222FEF" w:rsidRDefault="008C76A8" w:rsidP="00222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943C90" w14:textId="77777777" w:rsidR="00222FEF" w:rsidRDefault="00222FEF" w:rsidP="00222FEF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02E45847" w14:textId="77777777" w:rsidR="00222FEF" w:rsidRDefault="00222FEF" w:rsidP="00222FEF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0D1B47DB" w14:textId="77777777" w:rsidR="00222FEF" w:rsidRDefault="00222FEF" w:rsidP="00222FEF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6AA0488B" w14:textId="77777777" w:rsidR="00222FEF" w:rsidRDefault="00222FEF" w:rsidP="00222FEF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220BDEDF" w14:textId="77777777" w:rsidR="00222FEF" w:rsidRDefault="00222FEF" w:rsidP="00222FEF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3C71C829" w14:textId="77777777" w:rsidR="00222FEF" w:rsidRDefault="00222FEF" w:rsidP="00222FEF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3DD78363" w14:textId="74189ABE" w:rsidR="008C76A8" w:rsidRDefault="00222FEF" w:rsidP="00222FEF">
      <w:pPr>
        <w:pStyle w:val="PargrafodaLista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6E2882C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2DA5F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945E6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B4250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FD869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210AE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22FEF" w:rsidRPr="00136AD8" w14:paraId="3F72A533" w14:textId="77777777" w:rsidTr="004560F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4936CAF" w14:textId="77777777" w:rsidR="00222FEF" w:rsidRPr="00136AD8" w:rsidRDefault="00222FEF" w:rsidP="00222FE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00034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BD18F1" w14:textId="77777777" w:rsidR="00222FEF" w:rsidRPr="00AB5AF8" w:rsidRDefault="00222FEF" w:rsidP="00222FE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  <w:tr w:rsidR="00222FEF" w:rsidRPr="00136AD8" w14:paraId="2B522CFB" w14:textId="77777777" w:rsidTr="004560F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C387297" w14:textId="77777777" w:rsidR="00222FEF" w:rsidRPr="00136AD8" w:rsidRDefault="00222FEF" w:rsidP="00222FE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</w:pPr>
            <w:r w:rsidRPr="6D11F1FC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00034</w:t>
            </w:r>
          </w:p>
        </w:tc>
        <w:tc>
          <w:tcPr>
            <w:tcW w:w="7324" w:type="dxa"/>
            <w:shd w:val="clear" w:color="auto" w:fill="E7E6E6" w:themeFill="background2"/>
          </w:tcPr>
          <w:p w14:paraId="0C90D543" w14:textId="77777777" w:rsidR="00222FEF" w:rsidRPr="002D08E9" w:rsidRDefault="00222FEF" w:rsidP="00222FE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</w:pPr>
            <w:r w:rsidRPr="6D11F1FC">
              <w:rPr>
                <w:rFonts w:ascii="Verdana Pro Light" w:eastAsia="Arial Unicode MS" w:hAnsi="Verdana Pro Light"/>
                <w:color w:val="C45911" w:themeColor="accent2" w:themeShade="BF"/>
                <w:sz w:val="20"/>
                <w:szCs w:val="20"/>
              </w:rPr>
              <w:t>Colaboração e trabalho em equipa</w:t>
            </w:r>
          </w:p>
        </w:tc>
      </w:tr>
    </w:tbl>
    <w:p w14:paraId="0A945129" w14:textId="77777777" w:rsidR="00222FEF" w:rsidRPr="00136AD8" w:rsidRDefault="00222FEF" w:rsidP="004560F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6FA394E" w14:textId="154DCF0E" w:rsidR="00222FEF" w:rsidRPr="003200F2" w:rsidRDefault="00222FEF" w:rsidP="004560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8755400" w14:textId="77777777" w:rsidR="00222FEF" w:rsidRPr="00136AD8" w:rsidRDefault="00222FEF" w:rsidP="004560F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22FEF" w:rsidRPr="00136AD8" w14:paraId="3D943DC2" w14:textId="77777777" w:rsidTr="004560F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248F24" w14:textId="77777777" w:rsidR="00222FEF" w:rsidRPr="001B353A" w:rsidRDefault="00222FEF" w:rsidP="00222FE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22FEF" w:rsidRPr="00136AD8" w14:paraId="588E68CD" w14:textId="77777777" w:rsidTr="004560F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12019B" w14:textId="77777777" w:rsidR="00222FEF" w:rsidRPr="00AB5AF8" w:rsidRDefault="00222FEF" w:rsidP="00222FEF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7CD4981B" w14:textId="77777777" w:rsidR="00222FEF" w:rsidRPr="00AB5AF8" w:rsidRDefault="00222FEF" w:rsidP="00222FEF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02DC4D4E" w14:textId="77777777" w:rsidR="00222FEF" w:rsidRPr="00012F5E" w:rsidRDefault="00222FEF" w:rsidP="00222FEF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222FEF" w:rsidRPr="00136AD8" w14:paraId="18DD5BFC" w14:textId="77777777" w:rsidTr="004560F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57548B" w14:textId="77777777" w:rsidR="00222FEF" w:rsidRPr="001B353A" w:rsidRDefault="00222FEF" w:rsidP="00222FE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5341B2" w14:textId="77777777" w:rsidR="00222FEF" w:rsidRPr="001B353A" w:rsidRDefault="00222FEF" w:rsidP="00222FE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C0C2468" w14:textId="77777777" w:rsidR="00222FEF" w:rsidRPr="001B353A" w:rsidRDefault="00222FEF" w:rsidP="00222FE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22FEF" w:rsidRPr="00136AD8" w14:paraId="12D73A25" w14:textId="77777777" w:rsidTr="004560F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EA0D8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550D778D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00B04A72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0624B250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48D951B3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54200C90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6C8EC44E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3C0DD5EE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79D4CD05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73CA368B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2F9B6AE8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8611C39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40849DA9" w14:textId="77777777" w:rsidR="00222FEF" w:rsidRPr="00AB5AF8" w:rsidRDefault="00222FEF" w:rsidP="00222FEF">
            <w:pPr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1260D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533D8967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7ACD1599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28C27EFA" w14:textId="77777777" w:rsidR="00222FEF" w:rsidRPr="008705DA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488E01FB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0AEEC6C4" w14:textId="77777777" w:rsidR="00222FEF" w:rsidRPr="009835C1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054BF2BF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4DAC3CF0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63AA9BD3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2328E949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738A641E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F2FC17F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061EDC83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68FE49FB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7E690B74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1EE96936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7B76110F" w14:textId="77777777" w:rsidR="00222FEF" w:rsidRPr="004D2C9A" w:rsidRDefault="00222FEF" w:rsidP="00222FEF">
            <w:pPr>
              <w:numPr>
                <w:ilvl w:val="0"/>
                <w:numId w:val="4"/>
              </w:numPr>
              <w:spacing w:before="120" w:after="8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9617C" w14:textId="77777777" w:rsidR="00222FEF" w:rsidRDefault="00222FEF" w:rsidP="00222F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7A9DC7C2" w14:textId="77777777" w:rsidR="00222FEF" w:rsidRDefault="00222FEF" w:rsidP="00222F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205451B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6F38D860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2D1C439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7461A787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164EABD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78E48DF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88E88A7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F1D2909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CBC2B38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9D2BB03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45D60B8" w14:textId="77777777" w:rsidR="00222FEF" w:rsidRPr="00A128FE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D544BC9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15EC28CD" w14:textId="77777777" w:rsidR="00222FEF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1FE5FE97" w14:textId="77777777" w:rsidR="00222FEF" w:rsidRPr="00AB5AF8" w:rsidRDefault="00222FEF" w:rsidP="00222FE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564B095" w14:textId="77777777" w:rsidR="00222FEF" w:rsidRPr="00AB5AF8" w:rsidRDefault="00222FEF" w:rsidP="00222FE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DE5423" w14:textId="77777777" w:rsidR="00222FEF" w:rsidRDefault="00222FEF" w:rsidP="004560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D4EB37C" w14:textId="77777777" w:rsidR="00222FEF" w:rsidRDefault="00222FEF" w:rsidP="004560F9">
      <w:pPr>
        <w:rPr>
          <w:rFonts w:ascii="Verdana Pro Light" w:hAnsi="Verdana Pro Light"/>
          <w:smallCaps/>
        </w:rPr>
      </w:pPr>
    </w:p>
    <w:p w14:paraId="6F485DAE" w14:textId="77777777" w:rsidR="00222FEF" w:rsidRPr="00F87025" w:rsidRDefault="00222FEF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63EE0E9" w14:textId="77777777" w:rsidR="00222FEF" w:rsidRPr="00C3428A" w:rsidRDefault="00222FEF" w:rsidP="004560F9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7547187E" w14:textId="77777777" w:rsidR="00222FEF" w:rsidRPr="00AB5AF8" w:rsidRDefault="00222FEF" w:rsidP="004560F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43838F69" w14:textId="77777777" w:rsidR="00222FEF" w:rsidRPr="00AB5AF8" w:rsidRDefault="00222FEF" w:rsidP="004560F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29218FE1" w14:textId="77777777" w:rsidR="00222FEF" w:rsidRDefault="00222FEF" w:rsidP="004560F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07997153" w14:textId="77777777" w:rsidR="00222FEF" w:rsidRDefault="00222FEF" w:rsidP="004560F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249D34AD" w14:textId="77777777" w:rsidR="00222FEF" w:rsidRPr="00AB5AF8" w:rsidRDefault="00222FEF" w:rsidP="004560F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3DFA9B2D" w14:textId="77777777" w:rsidR="00222FEF" w:rsidRPr="00AB5AF8" w:rsidRDefault="00222FEF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1FEE61" w14:textId="77777777" w:rsidR="00222FEF" w:rsidRPr="00AB5AF8" w:rsidRDefault="00222FEF" w:rsidP="00222FE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E08E1B2" w14:textId="77777777" w:rsidR="00222FEF" w:rsidRPr="00051C79" w:rsidRDefault="00222FEF" w:rsidP="004560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C73711" w14:textId="77777777" w:rsidR="00222FEF" w:rsidRPr="00F87025" w:rsidRDefault="00222FEF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6985300" w14:textId="77777777" w:rsidR="00222FEF" w:rsidRPr="00DA0C85" w:rsidRDefault="00222FEF" w:rsidP="00222FE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CB5204E" w14:textId="77777777" w:rsidR="00222FEF" w:rsidRPr="00DA0C85" w:rsidRDefault="00222FEF" w:rsidP="00222FE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4BA55376" w14:textId="77777777" w:rsidR="00222FEF" w:rsidRDefault="00222FEF" w:rsidP="00222FE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207FAAEA" w14:textId="77777777" w:rsidR="00222FEF" w:rsidRPr="00DA0C85" w:rsidRDefault="00222FEF" w:rsidP="00222FE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5CCC8CB3" w14:textId="77777777" w:rsidR="00222FEF" w:rsidRPr="00051C79" w:rsidRDefault="00222FEF" w:rsidP="004560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3EA9FC" w14:textId="77777777" w:rsidR="00222FEF" w:rsidRPr="00F87025" w:rsidRDefault="00222FEF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50C0529" w14:textId="77777777" w:rsidR="00222FEF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7972B0" w14:textId="77777777" w:rsidR="00222FEF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797C98" w14:textId="77777777" w:rsidR="00222FEF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9C71C4" w14:textId="77777777" w:rsidR="00222FEF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FCC490" w14:textId="77777777" w:rsidR="00222FEF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2165B9" w14:textId="77777777" w:rsidR="00222FEF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2AC93D" w14:textId="77777777" w:rsidR="00222FEF" w:rsidRPr="00051C79" w:rsidRDefault="00222FEF" w:rsidP="00222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A0BEB" w:rsidRPr="00136AD8" w14:paraId="52D4307C" w14:textId="77777777" w:rsidTr="004560F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6239D1" w14:textId="77777777" w:rsidR="001A0BEB" w:rsidRPr="00262783" w:rsidRDefault="001A0BEB" w:rsidP="004560F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00033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D50E0FD" w14:textId="77777777" w:rsidR="001A0BEB" w:rsidRPr="00262783" w:rsidRDefault="001A0BEB" w:rsidP="004560F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Comunicar e interagir em contexto profissional</w:t>
            </w:r>
          </w:p>
        </w:tc>
      </w:tr>
      <w:tr w:rsidR="001A0BEB" w:rsidRPr="00136AD8" w14:paraId="46739AB6" w14:textId="77777777" w:rsidTr="004560F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154F883" w14:textId="77777777" w:rsidR="001A0BEB" w:rsidRPr="00262783" w:rsidRDefault="001A0BEB" w:rsidP="004560F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00033</w:t>
            </w:r>
          </w:p>
        </w:tc>
        <w:tc>
          <w:tcPr>
            <w:tcW w:w="7324" w:type="dxa"/>
            <w:shd w:val="clear" w:color="auto" w:fill="E7E6E6" w:themeFill="background2"/>
          </w:tcPr>
          <w:p w14:paraId="23CE8FE9" w14:textId="77777777" w:rsidR="001A0BEB" w:rsidRPr="00262783" w:rsidRDefault="001A0BEB" w:rsidP="004560F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  <w:t>Comunicação e relacionamento interpessoal em contexto profissional</w:t>
            </w:r>
          </w:p>
        </w:tc>
      </w:tr>
    </w:tbl>
    <w:p w14:paraId="5C031361" w14:textId="0F49D267" w:rsidR="001A0BEB" w:rsidRPr="003200F2" w:rsidRDefault="001A0BEB" w:rsidP="001A0BE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2149C79B">
        <w:rPr>
          <w:rFonts w:ascii="Verdana Pro Light" w:eastAsia="Arial Unicode MS" w:hAnsi="Verdana Pro Light" w:cs="Times New Roman"/>
          <w:b/>
          <w:bCs/>
          <w:smallCaps/>
          <w:sz w:val="20"/>
          <w:szCs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  <w:szCs w:val="20"/>
        </w:rPr>
        <w:t>2,25</w:t>
      </w:r>
    </w:p>
    <w:p w14:paraId="7D0B5337" w14:textId="77777777" w:rsidR="001A0BEB" w:rsidRPr="00136AD8" w:rsidRDefault="001A0BEB" w:rsidP="001A0BE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A0BEB" w:rsidRPr="00136AD8" w14:paraId="0FDCF13E" w14:textId="77777777" w:rsidTr="004560F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846329" w14:textId="77777777" w:rsidR="001A0BEB" w:rsidRPr="001B353A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A0BEB" w:rsidRPr="00136AD8" w14:paraId="598A1C1B" w14:textId="77777777" w:rsidTr="004560F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1F86BB" w14:textId="77777777" w:rsidR="001A0BEB" w:rsidRDefault="001A0BEB" w:rsidP="004560F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mensagem a comunicar em contexto profissional.</w:t>
            </w:r>
          </w:p>
          <w:p w14:paraId="1680780C" w14:textId="77777777" w:rsidR="001A0BEB" w:rsidRPr="00821F01" w:rsidRDefault="001A0BEB" w:rsidP="004560F9">
            <w:pPr>
              <w:spacing w:before="120" w:after="8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</w:tc>
      </w:tr>
      <w:tr w:rsidR="001A0BEB" w:rsidRPr="00136AD8" w14:paraId="3938D271" w14:textId="77777777" w:rsidTr="004560F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65170B" w14:textId="77777777" w:rsidR="001A0BEB" w:rsidRPr="001B353A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31D5AB" w14:textId="77777777" w:rsidR="001A0BEB" w:rsidRPr="001B353A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DEBE56" w14:textId="77777777" w:rsidR="001A0BEB" w:rsidRPr="001B353A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A0BEB" w:rsidRPr="00136AD8" w14:paraId="61A24E7A" w14:textId="77777777" w:rsidTr="004560F9">
        <w:trPr>
          <w:trHeight w:val="169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E13CA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6F7A04F2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371CAC94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62157C8F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6D586F22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74AC6ED9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162572A5" w14:textId="77777777" w:rsidR="001A0BEB" w:rsidRPr="006D3942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35ABE880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1F03580F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5E55FDF5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– vantagens, componentes verbais e não-verbais, técnicas.</w:t>
            </w:r>
          </w:p>
          <w:p w14:paraId="23FC76EC" w14:textId="77777777" w:rsidR="001A0BEB" w:rsidRPr="00FF4ACE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276B0A30" w14:textId="77777777" w:rsidR="001A0BEB" w:rsidRPr="000A4B4A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50728DBB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Perguntas no processo de comunicação – abertas, fechadas, retorno, reformulação.</w:t>
            </w:r>
          </w:p>
          <w:p w14:paraId="55B424E9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- construção, adaptação, envio, receção e interpretação.</w:t>
            </w:r>
          </w:p>
          <w:p w14:paraId="7AF8E0A6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38CF309F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7F892863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4BDF5BFE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Conflito nas relações interpessoais – tipos e</w:t>
            </w:r>
            <w:r w:rsidRPr="5D54DF4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resolução de conflitos.</w:t>
            </w:r>
          </w:p>
          <w:p w14:paraId="52D90D31" w14:textId="77777777" w:rsidR="001A0BEB" w:rsidRPr="002D4A97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5D54DF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BFC8C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71746857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19D3B796" w14:textId="77777777" w:rsidR="001A0BEB" w:rsidRPr="00733DA9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6A36B135" w14:textId="77777777" w:rsidR="001A0BEB" w:rsidRPr="005E6C7D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4F39358A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60C7CF90" w14:textId="77777777" w:rsidR="001A0BEB" w:rsidRPr="00C079DD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6C72BEBF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Style w:val="normaltextrun"/>
                <w:rFonts w:ascii="Verdana Pro Light" w:hAnsi="Verdana Pro Light"/>
                <w:color w:val="000000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090C93C3" w14:textId="77777777" w:rsidR="001A0BEB" w:rsidRPr="001B4F61" w:rsidRDefault="001A0BEB" w:rsidP="004560F9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8D4262" w14:textId="77777777" w:rsidR="001A0BEB" w:rsidRPr="001B4F61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40387953" w14:textId="77777777" w:rsidR="001A0BEB" w:rsidRPr="000C646A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5193492E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1A6B565C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22DCC970" w14:textId="77777777" w:rsidR="001A0BEB" w:rsidRDefault="001A0BEB" w:rsidP="004560F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288224" w14:textId="77777777" w:rsidR="001A0BEB" w:rsidRDefault="001A0BEB" w:rsidP="004560F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155840" w14:textId="77777777" w:rsidR="001A0BEB" w:rsidRDefault="001A0BEB" w:rsidP="004560F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E7596E" w14:textId="77777777" w:rsidR="001A0BEB" w:rsidRDefault="001A0BEB" w:rsidP="004560F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5EA40E" w14:textId="77777777" w:rsidR="001A0BEB" w:rsidRDefault="001A0BEB" w:rsidP="004560F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C897CA" w14:textId="77777777" w:rsidR="001A0BEB" w:rsidRPr="00057283" w:rsidRDefault="001A0BEB" w:rsidP="004560F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3C6AD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E99875A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2EA83DA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59D11B49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4610983C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5AD120A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B99ADBF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31AB675B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7A8E846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45E39394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46A17FEA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CB5041B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76B6052" w14:textId="77777777" w:rsidR="001A0BEB" w:rsidRDefault="001A0BEB" w:rsidP="001A0B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D5ADB78" w14:textId="77777777" w:rsidR="001A0BEB" w:rsidRPr="002D3F33" w:rsidRDefault="001A0BEB" w:rsidP="004560F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AA98DE4" w14:textId="77777777" w:rsidR="001A0BEB" w:rsidRDefault="001A0BEB" w:rsidP="001A0BE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B52910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1F51E5B" w14:textId="77777777" w:rsidR="001A0BEB" w:rsidRPr="00F20E6F" w:rsidRDefault="001A0BEB" w:rsidP="001A0BEB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Comunicar e interagir em contexto profissional</w:t>
      </w:r>
      <w:r w:rsidRPr="5D54DF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39A7734" w14:textId="77777777" w:rsidR="001A0BEB" w:rsidRDefault="001A0BEB" w:rsidP="001A0BEB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CD1. Adaptando a linguagem e a comunicação ao tipo de canal utilizado, ao público-alvo e ao contexto.</w:t>
      </w:r>
    </w:p>
    <w:p w14:paraId="17DBE02F" w14:textId="77777777" w:rsidR="001A0BEB" w:rsidRDefault="001A0BEB" w:rsidP="001A0BEB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693419D4" w14:textId="77777777" w:rsidR="001A0BEB" w:rsidRDefault="001A0BEB" w:rsidP="001A0BEB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0ECFC10C" w14:textId="77777777" w:rsidR="001A0BEB" w:rsidRDefault="001A0BEB" w:rsidP="001A0BEB">
      <w:pPr>
        <w:spacing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 CD4.  Produzindo um texto escrito de forma clara e articulada, de acordo com a norma, aplicando técnicas de   </w:t>
      </w:r>
      <w:r>
        <w:tab/>
      </w:r>
      <w:r>
        <w:tab/>
      </w: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redação de documentos profissionais.</w:t>
      </w:r>
    </w:p>
    <w:p w14:paraId="532D9378" w14:textId="77777777" w:rsidR="001A0BEB" w:rsidRDefault="001A0BEB" w:rsidP="001A0BEB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CD5. Avaliando o resultado do seu desempenho e contributo para a melhoria do processo de comunicação.</w:t>
      </w:r>
    </w:p>
    <w:p w14:paraId="167F3F95" w14:textId="77777777" w:rsidR="001A0BEB" w:rsidRPr="00136AD8" w:rsidRDefault="001A0BEB" w:rsidP="001A0B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B6FA91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B7526F" w14:textId="77777777" w:rsidR="001A0BEB" w:rsidRPr="00984B30" w:rsidRDefault="001A0BEB" w:rsidP="001A0B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diferentes contextos. </w:t>
      </w:r>
    </w:p>
    <w:p w14:paraId="3BE24A49" w14:textId="77777777" w:rsidR="001A0BEB" w:rsidRPr="00984B30" w:rsidRDefault="001A0BEB" w:rsidP="001A0BEB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48A3D0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C165D6" w14:textId="77777777" w:rsidR="001A0BEB" w:rsidRPr="00E27581" w:rsidRDefault="001A0BEB" w:rsidP="001A0B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4A6CA593" w14:textId="77777777" w:rsidR="001A0BEB" w:rsidRPr="00DA0C85" w:rsidRDefault="001A0BEB" w:rsidP="001A0B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4518C248" w14:textId="77777777" w:rsidR="001A0BEB" w:rsidRDefault="001A0BEB" w:rsidP="001A0B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 e de comunicação.</w:t>
      </w:r>
    </w:p>
    <w:p w14:paraId="61E221BD" w14:textId="77777777" w:rsidR="001A0BEB" w:rsidRPr="00E25AAA" w:rsidRDefault="001A0BEB" w:rsidP="001A0B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AAA">
        <w:rPr>
          <w:rFonts w:ascii="Verdana Pro Light" w:eastAsia="Arial Unicode MS" w:hAnsi="Verdana Pro Light" w:cs="Arial Unicode MS"/>
          <w:sz w:val="18"/>
          <w:szCs w:val="18"/>
        </w:rPr>
        <w:t xml:space="preserve">Boas práticas na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</w:t>
      </w:r>
      <w:r w:rsidRPr="00E25AA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354AD8" w14:textId="77777777" w:rsidR="001A0BEB" w:rsidRDefault="001A0BEB" w:rsidP="001A0BEB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850BA0" w14:textId="77777777" w:rsidR="001A0BEB" w:rsidRDefault="001A0BEB" w:rsidP="001A0BEB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1BB3B8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23DBC4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6BBA9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E3114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1B588A" w14:textId="1E197C7B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A0BEB" w:rsidRPr="00EB34B2" w14:paraId="3AB34904" w14:textId="77777777" w:rsidTr="004560F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DF2D81" w14:textId="77777777" w:rsidR="001A0BEB" w:rsidRPr="00EB34B2" w:rsidRDefault="001A0BEB" w:rsidP="004560F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B34B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8E16A2E" w14:textId="1DED46CF" w:rsidR="001A0BEB" w:rsidRPr="00EB34B2" w:rsidRDefault="001A0BEB" w:rsidP="004560F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sz w:val="18"/>
                <w:szCs w:val="18"/>
              </w:rPr>
            </w:pPr>
            <w:r w:rsidRPr="6DD879EB">
              <w:rPr>
                <w:rFonts w:ascii="Verdana Pro Light" w:eastAsia="Arial Unicode MS" w:hAnsi="Verdana Pro Light" w:cs="Times New Roman"/>
                <w:b/>
                <w:bCs/>
                <w:sz w:val="18"/>
                <w:szCs w:val="18"/>
              </w:rPr>
              <w:t xml:space="preserve">Interagir em inglês </w:t>
            </w:r>
            <w:r w:rsidRPr="001A0BEB">
              <w:rPr>
                <w:rFonts w:ascii="Verdana Pro Light" w:eastAsia="Arial Unicode MS" w:hAnsi="Verdana Pro Light" w:cs="Times New Roman"/>
                <w:b/>
                <w:bCs/>
                <w:color w:val="5B9BD5" w:themeColor="accent1"/>
                <w:sz w:val="18"/>
                <w:szCs w:val="18"/>
              </w:rPr>
              <w:t>na área do design de comunicação</w:t>
            </w:r>
          </w:p>
        </w:tc>
      </w:tr>
      <w:tr w:rsidR="001A0BEB" w:rsidRPr="00EB34B2" w14:paraId="4B020D44" w14:textId="77777777" w:rsidTr="004560F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B050449" w14:textId="77777777" w:rsidR="001A0BEB" w:rsidRPr="00EB34B2" w:rsidRDefault="001A0BEB" w:rsidP="004560F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B34B2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</w:t>
            </w: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A821239" w14:textId="388CE77D" w:rsidR="001A0BEB" w:rsidRPr="00EB34B2" w:rsidRDefault="001A0BEB" w:rsidP="004560F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D879EB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Comunicação em inglês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na área do design de comunicação</w:t>
            </w:r>
          </w:p>
        </w:tc>
      </w:tr>
    </w:tbl>
    <w:p w14:paraId="28C3CD82" w14:textId="77777777" w:rsidR="001A0BEB" w:rsidRPr="00EB34B2" w:rsidRDefault="001A0BEB" w:rsidP="001A0BE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AFCBF7" w14:textId="3BAECC84" w:rsidR="001A0BEB" w:rsidRPr="00EB34B2" w:rsidRDefault="001A0BEB" w:rsidP="001A0BE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EB34B2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530B778" w14:textId="77777777" w:rsidR="001A0BEB" w:rsidRPr="00EB34B2" w:rsidRDefault="001A0BEB" w:rsidP="001A0BE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A0BEB" w:rsidRPr="00EB34B2" w14:paraId="5C4983FF" w14:textId="77777777" w:rsidTr="004560F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FB506E" w14:textId="77777777" w:rsidR="001A0BEB" w:rsidRPr="00EB34B2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B34B2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A0BEB" w:rsidRPr="00136AD8" w14:paraId="4E21902C" w14:textId="77777777" w:rsidTr="004560F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7D68CF" w14:textId="77777777" w:rsidR="001A0BEB" w:rsidRPr="001A0BEB" w:rsidRDefault="001A0BEB" w:rsidP="004560F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Interpretar e selecionar informação especializada, verbal e não verbal, em suportes variados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na área do design de comunicação</w:t>
            </w:r>
            <w:r w:rsidRPr="001A0BEB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</w:rPr>
              <w:t xml:space="preserve"> </w:t>
            </w:r>
          </w:p>
          <w:p w14:paraId="096F4583" w14:textId="1240571D" w:rsidR="001A0BEB" w:rsidRPr="00F057ED" w:rsidRDefault="001A0BEB" w:rsidP="004560F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Transmitir enunciados orais coerentes no âmbito do</w:t>
            </w:r>
            <w:r w:rsidRPr="00F057E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design de comunicação</w:t>
            </w:r>
          </w:p>
          <w:p w14:paraId="0CCA761B" w14:textId="57DB960C" w:rsidR="001A0BEB" w:rsidRPr="00F057ED" w:rsidRDefault="001A0BEB" w:rsidP="004560F9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o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design de comunicação</w:t>
            </w:r>
          </w:p>
        </w:tc>
      </w:tr>
      <w:tr w:rsidR="001A0BEB" w:rsidRPr="00136AD8" w14:paraId="0DC09C77" w14:textId="77777777" w:rsidTr="004560F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A4C1D2" w14:textId="77777777" w:rsidR="001A0BEB" w:rsidRPr="00F057ED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AC8D53" w14:textId="77777777" w:rsidR="001A0BEB" w:rsidRPr="00F057ED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DB682B0" w14:textId="77777777" w:rsidR="001A0BEB" w:rsidRPr="00F057ED" w:rsidRDefault="001A0BEB" w:rsidP="004560F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A0BEB" w:rsidRPr="00136AD8" w14:paraId="4D123D85" w14:textId="77777777" w:rsidTr="004560F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50159" w14:textId="77777777" w:rsidR="001A0BEB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design de comunicação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342B97D" w14:textId="131DE849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11D2E860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632956EE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43F8E12C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3DE3205D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4D5D5F49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121D42A6" w14:textId="77777777" w:rsidR="001A0BEB" w:rsidRPr="00F057ED" w:rsidRDefault="001A0BEB" w:rsidP="004560F9">
            <w:pPr>
              <w:pStyle w:val="PargrafodaLista"/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928697" w14:textId="77777777" w:rsidR="001A0BEB" w:rsidRPr="00F057ED" w:rsidRDefault="001A0BEB" w:rsidP="004560F9">
            <w:p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20FBF" w14:textId="24D0143A" w:rsidR="001A0BEB" w:rsidRPr="00F057ED" w:rsidRDefault="008931B3" w:rsidP="004560F9">
            <w:pPr>
              <w:pStyle w:val="PargrafodaLista"/>
              <w:spacing w:before="60" w:after="60" w:line="360" w:lineRule="auto"/>
              <w:ind w:left="216"/>
              <w:contextualSpacing w:val="0"/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i/>
                <w:color w:val="0070C0"/>
                <w:sz w:val="18"/>
                <w:szCs w:val="18"/>
                <w:lang w:eastAsia="pt-PT"/>
              </w:rPr>
              <w:t>Interagir em projetos internacionais</w:t>
            </w:r>
          </w:p>
          <w:p w14:paraId="0DDA65C4" w14:textId="41C37C43" w:rsidR="00E90B98" w:rsidRPr="00E90B98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="00E90B98"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sobre</w:t>
            </w:r>
            <w:r w:rsidR="00E90B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90B98"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design de comunicação</w:t>
            </w:r>
            <w:r w:rsidR="00E90B98"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A082D0A" w14:textId="529D1E89" w:rsidR="001A0BEB" w:rsidRPr="00E90B98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="00E90B98"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 xml:space="preserve">em </w:t>
            </w:r>
            <w:r w:rsid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brainstormings</w:t>
            </w:r>
          </w:p>
          <w:p w14:paraId="26B4C38F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7FBF0037" w14:textId="77777777" w:rsidR="001A0BEB" w:rsidRPr="00E90B98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trike/>
                <w:sz w:val="18"/>
                <w:szCs w:val="18"/>
              </w:rPr>
            </w:pP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 xml:space="preserve">Informar o cliente </w:t>
            </w:r>
            <w:r w:rsidRPr="00E90B98">
              <w:rPr>
                <w:rFonts w:ascii="Verdana Pro Light" w:hAnsi="Verdana Pro Light"/>
                <w:strike/>
                <w:color w:val="0070C0"/>
                <w:sz w:val="18"/>
                <w:szCs w:val="18"/>
              </w:rPr>
              <w:t xml:space="preserve">(indicar o assunto da informação) </w:t>
            </w: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 xml:space="preserve">através de uma exposição clara </w:t>
            </w:r>
            <w:r w:rsidRPr="00E90B98">
              <w:rPr>
                <w:rFonts w:ascii="Verdana Pro Light" w:hAnsi="Verdana Pro Light"/>
                <w:strike/>
                <w:color w:val="0070C0"/>
                <w:sz w:val="18"/>
                <w:szCs w:val="18"/>
              </w:rPr>
              <w:t>(se aplicável)</w:t>
            </w: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>.</w:t>
            </w:r>
          </w:p>
          <w:p w14:paraId="5D7831D1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671C183C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3BDA928F" w14:textId="3D541010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 w:rsidR="00E90B98">
              <w:rPr>
                <w:rFonts w:ascii="Verdana Pro Light" w:hAnsi="Verdana Pro Light"/>
                <w:color w:val="0070C0"/>
                <w:sz w:val="18"/>
                <w:szCs w:val="18"/>
              </w:rPr>
              <w:t>em apresentações de projetos</w:t>
            </w:r>
          </w:p>
          <w:p w14:paraId="1A8FAEAD" w14:textId="77777777" w:rsidR="00E90B98" w:rsidRPr="00F057ED" w:rsidRDefault="001A0BEB" w:rsidP="00E90B98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0B98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Iniciar, manter e terminar conversas no/a </w:t>
            </w:r>
            <w:r w:rsidR="00E90B98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  <w:p w14:paraId="56D1CC97" w14:textId="152CD9B3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 w:rsidR="00E90B98">
              <w:rPr>
                <w:rFonts w:ascii="Verdana Pro Light" w:hAnsi="Verdana Pro Light"/>
                <w:color w:val="0070C0"/>
                <w:sz w:val="18"/>
                <w:szCs w:val="18"/>
              </w:rPr>
              <w:t>em design de comunicação</w:t>
            </w:r>
          </w:p>
          <w:p w14:paraId="49A299B1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5551858C" w14:textId="77777777" w:rsidR="00E90B98" w:rsidRPr="00F057ED" w:rsidRDefault="001A0BEB" w:rsidP="00E90B98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  <w:r w:rsidR="00E90B98">
              <w:rPr>
                <w:rFonts w:ascii="Verdana Pro Light" w:hAnsi="Verdana Pro Light"/>
                <w:color w:val="0070C0"/>
                <w:sz w:val="18"/>
                <w:szCs w:val="18"/>
              </w:rPr>
              <w:t>em apresentações de projetos</w:t>
            </w:r>
          </w:p>
          <w:p w14:paraId="538CD442" w14:textId="57DA4E03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 w:rsidR="00E90B98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  <w:p w14:paraId="5CB7C543" w14:textId="77777777" w:rsidR="001A0BEB" w:rsidRPr="00E90B98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</w:pP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 xml:space="preserve">Redigir notas, relatórios e preencher formulários </w:t>
            </w:r>
            <w:r w:rsidRPr="00E90B98">
              <w:rPr>
                <w:rFonts w:ascii="Verdana Pro Light" w:hAnsi="Verdana Pro Light"/>
                <w:strike/>
                <w:color w:val="0070C0"/>
                <w:sz w:val="18"/>
                <w:szCs w:val="18"/>
              </w:rPr>
              <w:t>(se aplicável)</w:t>
            </w: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 xml:space="preserve">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77AA7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4CC90DF1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5828B602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2CDB544D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53DE530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628E4CC2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0823A517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A812B6F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286C377D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5A997B0B" w14:textId="77777777" w:rsidR="001A0BEB" w:rsidRPr="00F057ED" w:rsidRDefault="001A0BEB" w:rsidP="004560F9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4FCF0011" w14:textId="77777777" w:rsidR="001A0BEB" w:rsidRDefault="001A0BEB" w:rsidP="001A0BE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3426377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4EEBD86" w14:textId="31529DF5" w:rsidR="001A0BEB" w:rsidRPr="000D3131" w:rsidRDefault="001A0BEB" w:rsidP="001A0BE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Interagir em inglês </w:t>
      </w:r>
      <w:r w:rsidR="00E90B98" w:rsidRPr="001A0BEB"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>na área do design de comunicação</w:t>
      </w:r>
      <w:r w:rsidR="00E90B98"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>:</w:t>
      </w:r>
    </w:p>
    <w:p w14:paraId="45E989BB" w14:textId="77777777" w:rsidR="001A0BEB" w:rsidRPr="00F057ED" w:rsidRDefault="001A0BEB" w:rsidP="001A0BEB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2B55B2C9" w14:textId="77777777" w:rsidR="001A0BEB" w:rsidRPr="00AB624F" w:rsidRDefault="001A0BEB" w:rsidP="001A0BEB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11B8996C" w14:textId="77777777" w:rsidR="001A0BEB" w:rsidRPr="00AB624F" w:rsidRDefault="001A0BEB" w:rsidP="001A0BEB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71E273E3" w14:textId="77777777" w:rsidR="001A0BEB" w:rsidRPr="00AB624F" w:rsidRDefault="001A0BEB" w:rsidP="001A0BE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784B963" w14:textId="77777777" w:rsidR="001A0BEB" w:rsidRDefault="001A0BEB" w:rsidP="001A0BEB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59C8D06C" w14:textId="77777777" w:rsidR="001A0BEB" w:rsidRPr="00AB624F" w:rsidRDefault="001A0BEB" w:rsidP="001A0BEB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07F0A7B0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9BBF929" w14:textId="598B10FA" w:rsidR="001A0BEB" w:rsidRPr="001A0BEB" w:rsidRDefault="001A0BEB" w:rsidP="001A0B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em projetos internacionais</w:t>
      </w:r>
    </w:p>
    <w:p w14:paraId="6B529659" w14:textId="77777777" w:rsidR="001A0BEB" w:rsidRPr="00051C79" w:rsidRDefault="001A0BEB" w:rsidP="001A0B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5EC938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5A50F9" w14:textId="77777777" w:rsidR="001A0BEB" w:rsidRDefault="001A0BEB" w:rsidP="001A0B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00E11BF4" w14:textId="77777777" w:rsidR="001A0BEB" w:rsidRDefault="001A0BEB" w:rsidP="001A0B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56FA1BA9" w14:textId="77777777" w:rsidR="001A0BEB" w:rsidRPr="007D0F29" w:rsidRDefault="001A0BEB" w:rsidP="001A0B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5403F453" w14:textId="77777777" w:rsidR="001A0BEB" w:rsidRPr="00051C79" w:rsidRDefault="001A0BEB" w:rsidP="001A0B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C10226" w14:textId="77777777" w:rsidR="001A0BEB" w:rsidRPr="00F87025" w:rsidRDefault="001A0BEB" w:rsidP="001A0B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57C3829" w14:textId="77777777" w:rsidR="001A0BEB" w:rsidRPr="000507B4" w:rsidRDefault="001A0BEB" w:rsidP="001A0BE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Esta UC permite a comunicação em língua inglesa ao nível do utilizador independente (QECR, Escala Global, Nível B: Utilizador Independente; Conselho da Europa, 2001). </w:t>
      </w:r>
    </w:p>
    <w:p w14:paraId="3C50879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6E2C4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A6899F" w14:textId="39D57D12" w:rsidR="008C76A8" w:rsidRDefault="008C76A8" w:rsidP="008C76A8">
      <w:pPr>
        <w:rPr>
          <w:rFonts w:ascii="Verdana Pro Light" w:hAnsi="Verdana Pro Light"/>
          <w:smallCaps/>
        </w:rPr>
      </w:pPr>
    </w:p>
    <w:p w14:paraId="04145BAF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5C9A3247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49FA3ABB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20955F8E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4152E39F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3EF5DA77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1BBBAF1C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59914D14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5938C1FA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666848EE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4C6FD69C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177042BB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09A61B8C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4E117A1B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2D679214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53192C04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1965BE3A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70DB7807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2CEA33B1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08404C3B" w14:textId="77777777" w:rsidR="001A0BEB" w:rsidRDefault="001A0BEB" w:rsidP="008C76A8">
      <w:pPr>
        <w:rPr>
          <w:rFonts w:ascii="Verdana Pro Light" w:hAnsi="Verdana Pro Light"/>
          <w:smallCaps/>
        </w:rPr>
      </w:pPr>
    </w:p>
    <w:p w14:paraId="40BCE3E4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1A67A46B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53E07843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753DB4EE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1B582DAA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48A04BC0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7AA5A68C" w14:textId="77777777" w:rsidR="008931B3" w:rsidRDefault="008931B3" w:rsidP="008C76A8">
      <w:pPr>
        <w:rPr>
          <w:rFonts w:ascii="Verdana Pro Light" w:hAnsi="Verdana Pro Light"/>
          <w:smallCaps/>
        </w:rPr>
      </w:pPr>
    </w:p>
    <w:p w14:paraId="739A18BB" w14:textId="05BA1278" w:rsidR="008931B3" w:rsidRPr="008931B3" w:rsidRDefault="008931B3" w:rsidP="008931B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p w14:paraId="494D7EE1" w14:textId="77777777" w:rsidR="001A0BEB" w:rsidRDefault="001A0BEB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C0CC6" w:rsidRPr="00136AD8" w14:paraId="3454D5B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0FA7825" w14:textId="1943C6FE" w:rsidR="00BC0CC6" w:rsidRPr="00BC0CC6" w:rsidRDefault="00BC0CC6" w:rsidP="00BC0C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BC0CC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3E0060C" w14:textId="5835C275" w:rsidR="00BC0CC6" w:rsidRPr="00BC0CC6" w:rsidRDefault="00BC0CC6" w:rsidP="00BC0C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BC0CC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desenhos de observação da forma e do espaço</w:t>
            </w:r>
          </w:p>
        </w:tc>
      </w:tr>
      <w:tr w:rsidR="00BC0CC6" w:rsidRPr="00136AD8" w14:paraId="2D9C7CA7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96F79D" w14:textId="29CE1A3E" w:rsidR="00BC0CC6" w:rsidRPr="00BC0CC6" w:rsidRDefault="00BC0CC6" w:rsidP="00BC0C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BC0CC6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BA615BA" w14:textId="62D19191" w:rsidR="00BC0CC6" w:rsidRPr="00BC0CC6" w:rsidRDefault="00BC0CC6" w:rsidP="00BC0C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BC0CC6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Desenho de observação da forma e do espaço</w:t>
            </w:r>
          </w:p>
        </w:tc>
      </w:tr>
    </w:tbl>
    <w:p w14:paraId="6766E4B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611658" w14:textId="47EF4690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4A3345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46F145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1AD52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B3982A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27BDAB" w14:textId="77777777" w:rsidR="00CF5442" w:rsidRDefault="00CF5442" w:rsidP="00CF544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Aplicar a 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perceção visual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observar formas e espaços</w:t>
            </w:r>
          </w:p>
          <w:p w14:paraId="60A40BCE" w14:textId="77777777" w:rsidR="00CF5442" w:rsidRPr="00544D29" w:rsidRDefault="00CF5442" w:rsidP="00CF544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Aplicar 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a perspetiva cónica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na 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representação do espaço</w:t>
            </w:r>
          </w:p>
          <w:p w14:paraId="1065D101" w14:textId="77777777" w:rsidR="00CF5442" w:rsidRDefault="00CF5442" w:rsidP="00CF544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Aplicar sombras na 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representação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formas e espaços</w:t>
            </w:r>
          </w:p>
          <w:p w14:paraId="2D0FCDCF" w14:textId="77777777" w:rsidR="00CF5442" w:rsidRDefault="00CF5442" w:rsidP="00CF544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Aplicar escalas na 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representação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formas e espaços</w:t>
            </w:r>
          </w:p>
          <w:p w14:paraId="2733D9DC" w14:textId="42F9D330" w:rsidR="008C76A8" w:rsidRPr="001B353A" w:rsidRDefault="008C76A8" w:rsidP="00BC0C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0388690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55D6D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2013A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9FD3A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C0CC6" w:rsidRPr="00136AD8" w14:paraId="6480891B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52924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suportes e materiais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5F83659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osturas corporais adequadas para o desenho de observação e representação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49EE9D" w14:textId="4CBCE38C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 e representação da forma</w:t>
            </w:r>
            <w:r w:rsidR="002F13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do espaço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553E7A8" w14:textId="59FE99DD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 luz nas formas</w:t>
            </w:r>
            <w:r w:rsidR="002F13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no espaço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EEB0427" w14:textId="5A8D4E1A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representação d</w:t>
            </w:r>
            <w:r w:rsidR="002F13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2F13D9"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</w:t>
            </w:r>
            <w:r w:rsidR="002F13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do espaço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90B2A35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de representação - perspetiva cónica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3261B47" w14:textId="0C5EE529" w:rsidR="00BC0CC6" w:rsidRPr="001B353A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9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e sombra na representação espacial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A0853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E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aplicar as posturas corporais adequadas à observação e representação da forma e do espaço </w:t>
            </w:r>
          </w:p>
          <w:p w14:paraId="5D6E14FE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</w:t>
            </w:r>
            <w:r w:rsidRPr="00030E69">
              <w:rPr>
                <w:rFonts w:ascii="Verdana Pro Light" w:eastAsia="Arial Unicode MS" w:hAnsi="Verdana Pro Light" w:cs="Arial Unicode MS"/>
                <w:sz w:val="18"/>
                <w:szCs w:val="18"/>
              </w:rPr>
              <w:t>suportes, materiais e técnicas de desenho.</w:t>
            </w:r>
          </w:p>
          <w:p w14:paraId="632840FE" w14:textId="77777777" w:rsidR="00BC0CC6" w:rsidRPr="00030E69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54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importância da luz, da perceção das proporções, tensões, valores e ritmos na representação da forma e do espaço</w:t>
            </w:r>
          </w:p>
          <w:p w14:paraId="1A523F9F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capacidades expressivas através da comunicação visual</w:t>
            </w:r>
          </w:p>
          <w:p w14:paraId="605F6717" w14:textId="77777777" w:rsidR="00BC0CC6" w:rsidRPr="006B530F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5E4B0AB0" w14:textId="77777777" w:rsidR="00BC0CC6" w:rsidRPr="00057283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2BD43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F23A05C" w14:textId="77777777" w:rsidR="00BC0CC6" w:rsidRDefault="00BC0CC6" w:rsidP="00BC0CC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4CBCE47" w14:textId="77777777" w:rsidR="00BC0CC6" w:rsidRDefault="00BC0CC6" w:rsidP="00BC0CC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9B54000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9652167" w14:textId="77777777" w:rsidR="00BC0CC6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EF8A937" w14:textId="77777777" w:rsidR="00BC0CC6" w:rsidRPr="00057283" w:rsidRDefault="00BC0CC6" w:rsidP="00BC0C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218C0C1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A76DD2" w14:textId="5E047B0E" w:rsidR="008C76A8" w:rsidRDefault="008C76A8" w:rsidP="008C76A8">
      <w:pPr>
        <w:rPr>
          <w:rFonts w:ascii="Verdana Pro Light" w:hAnsi="Verdana Pro Light"/>
          <w:smallCaps/>
        </w:rPr>
      </w:pPr>
    </w:p>
    <w:p w14:paraId="042D1CF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ED3A9BB" w14:textId="77777777" w:rsidR="00BC0CC6" w:rsidRDefault="00BC0CC6" w:rsidP="00BC0C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F71A4">
        <w:rPr>
          <w:rFonts w:ascii="Verdana Pro Light" w:eastAsia="Arial Unicode MS" w:hAnsi="Verdana Pro Light" w:cs="Times New Roman"/>
          <w:b/>
          <w:sz w:val="18"/>
          <w:szCs w:val="18"/>
        </w:rPr>
        <w:t>Efetuar desenhos de observação da forma e do espaço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923619F" w14:textId="77777777" w:rsidR="00BC0CC6" w:rsidRDefault="00BC0CC6" w:rsidP="00BC0C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>Seleciona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e 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suportes, materiais e técnicas próprias </w:t>
      </w:r>
      <w:r>
        <w:rPr>
          <w:rFonts w:ascii="Verdana Pro Light" w:eastAsia="Arial Unicode MS" w:hAnsi="Verdana Pro Light" w:cs="Arial Unicode MS"/>
          <w:sz w:val="18"/>
          <w:szCs w:val="18"/>
        </w:rPr>
        <w:t>para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projeto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de desenho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representação tridimensional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</w:p>
    <w:p w14:paraId="7D64DFCF" w14:textId="77777777" w:rsidR="00BC0CC6" w:rsidRDefault="00BC0CC6" w:rsidP="00BC0C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Aplicando 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>técnicas de representação do espaço adequando os elementos estruturantes da linguagem do desenho a` representação desejada.</w:t>
      </w:r>
    </w:p>
    <w:p w14:paraId="6366D82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2F701B" w14:textId="77777777" w:rsidR="00BC0CC6" w:rsidRPr="00F87025" w:rsidRDefault="00BC0CC6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7AEC695D" w14:textId="77777777" w:rsidR="00BC0CC6" w:rsidRPr="00540FB4" w:rsidRDefault="00BC0CC6" w:rsidP="00BC0CC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540FB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A92FF68" w14:textId="77777777" w:rsidR="00BC0CC6" w:rsidRPr="00F87025" w:rsidRDefault="00BC0CC6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45D24E7" w14:textId="77777777" w:rsidR="00BC0CC6" w:rsidRPr="006D29AD" w:rsidRDefault="00BC0CC6" w:rsidP="00BC0CC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5D8FE2" w14:textId="77777777" w:rsidR="00BC0CC6" w:rsidRPr="00F87025" w:rsidRDefault="00BC0CC6" w:rsidP="004560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4657C09" w14:textId="77777777" w:rsidR="00BC0CC6" w:rsidRDefault="00BC0CC6" w:rsidP="004560F9">
      <w:pPr>
        <w:rPr>
          <w:rFonts w:ascii="Verdana Pro Light" w:hAnsi="Verdana Pro Light"/>
          <w:smallCaps/>
        </w:rPr>
      </w:pPr>
    </w:p>
    <w:p w14:paraId="2454422F" w14:textId="77777777" w:rsidR="00BC0CC6" w:rsidRDefault="00BC0CC6" w:rsidP="00BC0CC6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 técnico de animação 2d 3d</w:t>
      </w:r>
    </w:p>
    <w:p w14:paraId="247F13BA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27422F50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628C4122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07F9E172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0115C9F1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1E2220D1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41370491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67D135FC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0407B86E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70BB4CC9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5C176763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00C429D0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7D56885A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221B1E1B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1E059004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0A67B52F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24A1AC24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15DCFE7B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6AE4A2A1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1044F847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22A65CA5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34AF1E88" w14:textId="77777777" w:rsidR="00BC0CC6" w:rsidRDefault="00BC0CC6" w:rsidP="00BC0CC6">
      <w:pPr>
        <w:rPr>
          <w:rFonts w:ascii="Verdana Pro Light" w:hAnsi="Verdana Pro Light"/>
          <w:smallCaps/>
        </w:rPr>
      </w:pPr>
    </w:p>
    <w:p w14:paraId="6964CF89" w14:textId="77777777" w:rsidR="00BC0CC6" w:rsidRDefault="00BC0CC6" w:rsidP="00BC0CC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00DA2" w:rsidRPr="00136AD8" w14:paraId="412940A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746540" w14:textId="2F279251" w:rsidR="00800DA2" w:rsidRPr="00136AD8" w:rsidRDefault="00800DA2" w:rsidP="00800DA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6532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5CFB81" w14:textId="1C250937" w:rsidR="00800DA2" w:rsidRPr="009C256C" w:rsidRDefault="00800DA2" w:rsidP="00800DA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6532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desenhos de desenvolvimento da expressividade plástica</w:t>
            </w:r>
          </w:p>
        </w:tc>
      </w:tr>
      <w:tr w:rsidR="00800DA2" w:rsidRPr="00136AD8" w14:paraId="18E32172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A1463D" w14:textId="3827366C" w:rsidR="00800DA2" w:rsidRPr="00136AD8" w:rsidRDefault="00800DA2" w:rsidP="00800DA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65324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41085A0" w14:textId="535FA533" w:rsidR="00800DA2" w:rsidRPr="00136AD8" w:rsidRDefault="00800DA2" w:rsidP="00800DA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65324">
              <w:rPr>
                <w:rFonts w:ascii="Verdana Pro Light" w:eastAsia="Arial Unicode MS" w:hAnsi="Verdana Pro Light" w:cs="Times New Roman"/>
                <w:sz w:val="18"/>
                <w:szCs w:val="18"/>
              </w:rPr>
              <w:t>Modos de expressividade plástica do desenho</w:t>
            </w:r>
          </w:p>
        </w:tc>
      </w:tr>
    </w:tbl>
    <w:p w14:paraId="5C86CF7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D27CF2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2,25/4,5</w:t>
      </w:r>
    </w:p>
    <w:p w14:paraId="381032E5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2E6491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7D530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F1E91D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C7C4FA" w14:textId="77777777" w:rsidR="00800DA2" w:rsidRDefault="00800DA2" w:rsidP="00800DA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uma obra de autor</w:t>
            </w:r>
          </w:p>
          <w:p w14:paraId="51DCAFAB" w14:textId="77777777" w:rsidR="00800DA2" w:rsidRPr="00544D29" w:rsidRDefault="00800DA2" w:rsidP="00800DA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materiais e suportes para reprodução</w:t>
            </w:r>
          </w:p>
          <w:p w14:paraId="1A4C0EE9" w14:textId="77777777" w:rsidR="00800DA2" w:rsidRDefault="00800DA2" w:rsidP="00800DA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Fazer uma reprodução interpretativa da obra</w:t>
            </w:r>
          </w:p>
          <w:p w14:paraId="6C7C7EEF" w14:textId="27F0DEA1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6EF66A3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CE624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9D81B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86BC6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00DA2" w:rsidRPr="00136AD8" w14:paraId="5497262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317157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47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do projeto de desenho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BD5CDFA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47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de reprodução dos desenhos de autores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44BD294" w14:textId="77777777" w:rsidR="00800DA2" w:rsidRPr="00D65324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53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suportes, materiais, características, instrumentos e processos do desenho para diferentes finalidades</w:t>
            </w:r>
          </w:p>
          <w:p w14:paraId="06745F4B" w14:textId="77777777" w:rsidR="00800DA2" w:rsidRPr="00917E1D" w:rsidRDefault="00800DA2" w:rsidP="00917E1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A3AD3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53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analisar os processos do desenho original e na obra do autor.</w:t>
            </w:r>
          </w:p>
          <w:p w14:paraId="2E0FA04C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47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e manipular os processos de adequação e adaptação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desenhos de autor</w:t>
            </w:r>
          </w:p>
          <w:p w14:paraId="28854FF7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00654763">
              <w:rPr>
                <w:rFonts w:ascii="Verdana Pro Light" w:eastAsia="Arial Unicode MS" w:hAnsi="Verdana Pro Light" w:cs="Arial Unicode MS"/>
                <w:sz w:val="18"/>
                <w:szCs w:val="18"/>
              </w:rPr>
              <w:t>nterpreta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6547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dos desenhos de autor.</w:t>
            </w:r>
          </w:p>
          <w:p w14:paraId="1D596DBB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</w:t>
            </w:r>
            <w:r w:rsidRPr="00030E69">
              <w:rPr>
                <w:rFonts w:ascii="Verdana Pro Light" w:eastAsia="Arial Unicode MS" w:hAnsi="Verdana Pro Light" w:cs="Arial Unicode MS"/>
                <w:sz w:val="18"/>
                <w:szCs w:val="18"/>
              </w:rPr>
              <w:t>suportes, materiais e técnicas de desenho.</w:t>
            </w:r>
          </w:p>
          <w:p w14:paraId="0AD35EDA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capacidades expressivas através da comunicação visual</w:t>
            </w:r>
          </w:p>
          <w:p w14:paraId="69EA8259" w14:textId="77777777" w:rsidR="00800DA2" w:rsidRPr="006B530F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7AADCD04" w14:textId="77777777" w:rsidR="00800DA2" w:rsidRPr="00057283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7702A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0B6E150" w14:textId="77777777" w:rsidR="00800DA2" w:rsidRDefault="00800DA2" w:rsidP="00800DA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2EE7CAD" w14:textId="77777777" w:rsidR="00800DA2" w:rsidRDefault="00800DA2" w:rsidP="00800DA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231BEAF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96CFE24" w14:textId="77777777" w:rsidR="00800DA2" w:rsidRDefault="00800DA2" w:rsidP="00800D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E3BBB8E" w14:textId="77777777" w:rsidR="00800DA2" w:rsidRPr="00917E1D" w:rsidRDefault="00800DA2" w:rsidP="00917E1D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9F91D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AABF9F" w14:textId="2F3803E9" w:rsidR="008C76A8" w:rsidRDefault="008C76A8" w:rsidP="008C76A8">
      <w:pPr>
        <w:rPr>
          <w:rFonts w:ascii="Verdana Pro Light" w:hAnsi="Verdana Pro Light"/>
          <w:smallCaps/>
        </w:rPr>
      </w:pPr>
    </w:p>
    <w:p w14:paraId="5285FA6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FB63D79" w14:textId="77777777" w:rsidR="00800DA2" w:rsidRDefault="00800DA2" w:rsidP="00800D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9" w:name="_Hlk152547796"/>
      <w:r w:rsidRPr="00D65324">
        <w:rPr>
          <w:rFonts w:ascii="Verdana Pro Light" w:eastAsia="Arial Unicode MS" w:hAnsi="Verdana Pro Light" w:cs="Times New Roman"/>
          <w:b/>
          <w:sz w:val="18"/>
          <w:szCs w:val="18"/>
        </w:rPr>
        <w:t>Efetuar desenhos de desenvolvimento da expressividade plástica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D6111B0" w14:textId="77777777" w:rsidR="00800DA2" w:rsidRDefault="00800DA2" w:rsidP="00800D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>Seleciona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e 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suportes, materiais e técnicas </w:t>
      </w:r>
      <w:r>
        <w:rPr>
          <w:rFonts w:ascii="Verdana Pro Light" w:eastAsia="Arial Unicode MS" w:hAnsi="Verdana Pro Light" w:cs="Arial Unicode MS"/>
          <w:sz w:val="18"/>
          <w:szCs w:val="18"/>
        </w:rPr>
        <w:t>diversificados</w:t>
      </w:r>
    </w:p>
    <w:p w14:paraId="6FF078C2" w14:textId="135A5A1D" w:rsidR="00800DA2" w:rsidRDefault="00800DA2" w:rsidP="00800D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Demonstrando capacidades de interpretação e expressividade plástica</w:t>
      </w:r>
    </w:p>
    <w:bookmarkEnd w:id="9"/>
    <w:p w14:paraId="34DC465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0493C9" w14:textId="77777777" w:rsidR="00800DA2" w:rsidRPr="00F87025" w:rsidRDefault="00800DA2" w:rsidP="00800D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CA67C8F" w14:textId="77777777" w:rsidR="00800DA2" w:rsidRPr="00540FB4" w:rsidRDefault="00800DA2" w:rsidP="00800D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540FB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A053B36" w14:textId="77777777" w:rsidR="00800DA2" w:rsidRPr="00F87025" w:rsidRDefault="00800DA2" w:rsidP="00800D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0749E2" w14:textId="75BD6878" w:rsidR="008C76A8" w:rsidRPr="00800DA2" w:rsidRDefault="00800DA2" w:rsidP="00800DA2">
      <w:pPr>
        <w:pStyle w:val="PargrafodaLista"/>
        <w:numPr>
          <w:ilvl w:val="0"/>
          <w:numId w:val="13"/>
        </w:numPr>
        <w:spacing w:before="120" w:after="0" w:line="276" w:lineRule="auto"/>
        <w:rPr>
          <w:rFonts w:ascii="Verdana Pro Light" w:hAnsi="Verdana Pro Light"/>
          <w:smallCaps/>
        </w:rPr>
      </w:pPr>
      <w:r w:rsidRPr="00800DA2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 w:rsidRPr="00800DA2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6AA2B8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Observações</w:t>
      </w:r>
    </w:p>
    <w:p w14:paraId="0955D9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7B5C7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97054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B1D8D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36900" w:rsidRPr="00136AD8" w14:paraId="3A0695C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D8B9D3" w14:textId="5E0A2E85" w:rsidR="00D36900" w:rsidRPr="00136AD8" w:rsidRDefault="00D36900" w:rsidP="00D3690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27EC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5DA81A" w14:textId="47A77DA1" w:rsidR="00D36900" w:rsidRPr="009C256C" w:rsidRDefault="00D36900" w:rsidP="00D3690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27EC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desenhos bidimensionais</w:t>
            </w:r>
          </w:p>
        </w:tc>
      </w:tr>
      <w:tr w:rsidR="00D36900" w:rsidRPr="00136AD8" w14:paraId="6D2011FF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9AC02AD" w14:textId="24653D0C" w:rsidR="00D36900" w:rsidRPr="00136AD8" w:rsidRDefault="00D36900" w:rsidP="00D3690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27EC6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6EF8076" w14:textId="5AE3C11C" w:rsidR="00D36900" w:rsidRPr="00136AD8" w:rsidRDefault="00D36900" w:rsidP="00D3690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27EC6">
              <w:rPr>
                <w:rFonts w:ascii="Verdana Pro Light" w:eastAsia="Arial Unicode MS" w:hAnsi="Verdana Pro Light" w:cs="Times New Roman"/>
                <w:sz w:val="18"/>
                <w:szCs w:val="18"/>
              </w:rPr>
              <w:t>Modos do desenho bidimensional</w:t>
            </w:r>
          </w:p>
        </w:tc>
      </w:tr>
    </w:tbl>
    <w:p w14:paraId="025F496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C8F4E95" w14:textId="65BC80D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0C6680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60271AC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917A0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CFE03D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405147" w14:textId="77777777" w:rsidR="00D36900" w:rsidRDefault="00D36900" w:rsidP="00D3690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 tema</w:t>
            </w:r>
          </w:p>
          <w:p w14:paraId="4A7B139E" w14:textId="77777777" w:rsidR="00D36900" w:rsidRPr="00544D29" w:rsidRDefault="00D36900" w:rsidP="00D3690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diferentes modos do desenho – esquisso, esboço, contorno e detalhe</w:t>
            </w:r>
          </w:p>
          <w:p w14:paraId="6EAC73EE" w14:textId="77777777" w:rsidR="00D36900" w:rsidRDefault="00D36900" w:rsidP="00D3690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básicas para as possibilidades plásticas e expressivas do registo gráfico</w:t>
            </w:r>
          </w:p>
          <w:p w14:paraId="68E86200" w14:textId="77777777" w:rsidR="00D36900" w:rsidRDefault="00D36900" w:rsidP="00D3690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um projeto gráfico bidimensional</w:t>
            </w:r>
          </w:p>
          <w:p w14:paraId="77ADAE20" w14:textId="5946629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7C7F7025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E6905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3C6B1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E62DF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36900" w:rsidRPr="00136AD8" w14:paraId="005148D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1E516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Materiais, suportes, instrumentos e modos do desenho bidimensional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07E2D19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Variações da prática do desenho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394E316" w14:textId="77777777" w:rsidR="00D36900" w:rsidRPr="00AD1C5F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Variedade de instrumentos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1D89604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Variações expressivas dos elementos plásticos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CFFD4D2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da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D944D10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Diversidade de enquadramentos e tensões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D5D314E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 de representação - ajuste do desenho às dimensões do suporte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397D03" w14:textId="77777777" w:rsidR="00D36900" w:rsidRPr="00AD1C5F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Expressão e proporção</w:t>
            </w:r>
          </w:p>
          <w:p w14:paraId="648B500C" w14:textId="77777777" w:rsidR="00D36900" w:rsidRPr="001B353A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DC9B5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D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apacidade de leitura e de análise de imagens.</w:t>
            </w:r>
          </w:p>
          <w:p w14:paraId="5FB01B10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capacidades expressivas através da comunicação visual</w:t>
            </w:r>
          </w:p>
          <w:p w14:paraId="020B2DC0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</w:t>
            </w:r>
            <w:r w:rsidRPr="00030E69">
              <w:rPr>
                <w:rFonts w:ascii="Verdana Pro Light" w:eastAsia="Arial Unicode MS" w:hAnsi="Verdana Pro Light" w:cs="Arial Unicode MS"/>
                <w:sz w:val="18"/>
                <w:szCs w:val="18"/>
              </w:rPr>
              <w:t>suportes, materiais e técnicas de desenho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1E6D8AC" w14:textId="77777777" w:rsidR="00D36900" w:rsidRPr="006B530F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3534FC09" w14:textId="77777777" w:rsidR="00D36900" w:rsidRPr="00057283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01A0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4321802" w14:textId="77777777" w:rsidR="00D36900" w:rsidRDefault="00D36900" w:rsidP="00D3690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0CFE27B" w14:textId="77777777" w:rsidR="00D36900" w:rsidRDefault="00D36900" w:rsidP="00D3690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2306392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568BE8B" w14:textId="77777777" w:rsidR="00D36900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B066B5B" w14:textId="77777777" w:rsidR="00D36900" w:rsidRPr="00057283" w:rsidRDefault="00D36900" w:rsidP="00D369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965391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B4B723C" w14:textId="2B8F93C0" w:rsidR="008C76A8" w:rsidRDefault="008C76A8" w:rsidP="008C76A8">
      <w:pPr>
        <w:rPr>
          <w:rFonts w:ascii="Verdana Pro Light" w:hAnsi="Verdana Pro Light"/>
          <w:smallCaps/>
        </w:rPr>
      </w:pPr>
    </w:p>
    <w:p w14:paraId="286A31F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9FF3C5" w14:textId="77777777" w:rsidR="00D36900" w:rsidRDefault="00D36900" w:rsidP="00D369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27EC6">
        <w:rPr>
          <w:rFonts w:ascii="Verdana Pro Light" w:eastAsia="Arial Unicode MS" w:hAnsi="Verdana Pro Light" w:cs="Times New Roman"/>
          <w:b/>
          <w:sz w:val="18"/>
          <w:szCs w:val="18"/>
        </w:rPr>
        <w:t>Efetuar desenhos bidimensionais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F5796F8" w14:textId="77777777" w:rsidR="00D36900" w:rsidRDefault="00D36900" w:rsidP="00D369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>Seleciona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e 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44D2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AD1C5F">
        <w:rPr>
          <w:rFonts w:ascii="Verdana Pro Light" w:eastAsia="Arial Unicode MS" w:hAnsi="Verdana Pro Light" w:cs="Arial Unicode MS"/>
          <w:sz w:val="18"/>
          <w:szCs w:val="18"/>
        </w:rPr>
        <w:t xml:space="preserve">suportes, materiais, instrumentos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diversificados </w:t>
      </w:r>
    </w:p>
    <w:p w14:paraId="1E479019" w14:textId="77777777" w:rsidR="00D36900" w:rsidRDefault="00D36900" w:rsidP="00D369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Aplicando </w:t>
      </w:r>
      <w:r w:rsidRPr="00AD1C5F">
        <w:rPr>
          <w:rFonts w:ascii="Verdana Pro Light" w:eastAsia="Arial Unicode MS" w:hAnsi="Verdana Pro Light" w:cs="Arial Unicode MS"/>
          <w:sz w:val="18"/>
          <w:szCs w:val="18"/>
        </w:rPr>
        <w:t>registos 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diversificados</w:t>
      </w:r>
    </w:p>
    <w:p w14:paraId="7C1101D3" w14:textId="77777777" w:rsidR="00D36900" w:rsidRDefault="00D36900" w:rsidP="00D369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AD1C5F">
        <w:rPr>
          <w:rFonts w:ascii="Verdana Pro Light" w:eastAsia="Arial Unicode MS" w:hAnsi="Verdana Pro Light" w:cs="Arial Unicode MS"/>
          <w:sz w:val="18"/>
          <w:szCs w:val="18"/>
        </w:rPr>
        <w:t>dequando os elementos estruturantes da linguagem do desenho</w:t>
      </w:r>
    </w:p>
    <w:p w14:paraId="4D86ADFB" w14:textId="77777777" w:rsidR="00D36900" w:rsidRDefault="00D36900" w:rsidP="00D369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199CAFDA" w14:textId="337FEBD2" w:rsidR="008C76A8" w:rsidRPr="00D36900" w:rsidRDefault="00D36900" w:rsidP="00D36900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6276DD2" w14:textId="77777777" w:rsidR="00D36900" w:rsidRPr="00F87025" w:rsidRDefault="00D36900" w:rsidP="00D369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11AD067B" w14:textId="77777777" w:rsidR="00D36900" w:rsidRPr="00540FB4" w:rsidRDefault="00D36900" w:rsidP="00D369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540FB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DE5375" w14:textId="77777777" w:rsidR="00D36900" w:rsidRPr="00F87025" w:rsidRDefault="00D36900" w:rsidP="00D369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949FF33" w14:textId="3C3A9D14" w:rsidR="008C76A8" w:rsidRPr="00051C79" w:rsidRDefault="00D36900" w:rsidP="00D36900">
      <w:p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6D000D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4BD5CF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A3A12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695A7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BF404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767A8" w:rsidRPr="00136AD8" w14:paraId="5FBBC37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1273A3" w14:textId="6C023DC4" w:rsidR="004767A8" w:rsidRPr="004767A8" w:rsidRDefault="004767A8" w:rsidP="004767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767A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5EAE764" w14:textId="2D086E08" w:rsidR="004767A8" w:rsidRPr="004767A8" w:rsidRDefault="004767A8" w:rsidP="004767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10" w:name="_Hlk152581036"/>
            <w:r w:rsidRPr="004767A8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edição eletrónica e trabalho em rede</w:t>
            </w:r>
            <w:bookmarkEnd w:id="10"/>
          </w:p>
        </w:tc>
      </w:tr>
      <w:tr w:rsidR="004767A8" w:rsidRPr="00136AD8" w14:paraId="04704FBB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477C49" w14:textId="2B05B4E4" w:rsidR="004767A8" w:rsidRPr="004767A8" w:rsidRDefault="004767A8" w:rsidP="004767A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767A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E77C93E" w14:textId="14F94827" w:rsidR="004767A8" w:rsidRPr="004767A8" w:rsidRDefault="004767A8" w:rsidP="004767A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767A8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Edição eletrónica e trabalho em rede</w:t>
            </w:r>
          </w:p>
        </w:tc>
      </w:tr>
    </w:tbl>
    <w:p w14:paraId="63AF645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A857C8" w14:textId="75FFA380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3C842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4EF339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A58BC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AAD6F9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CFEA10" w14:textId="77777777" w:rsidR="004767A8" w:rsidRPr="00A23DBB" w:rsidRDefault="004767A8" w:rsidP="004767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os principais programas </w:t>
            </w:r>
            <w:r w:rsidRPr="00875841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informáticos de edição eletrónica</w:t>
            </w:r>
          </w:p>
          <w:p w14:paraId="7F5362C4" w14:textId="77777777" w:rsidR="004767A8" w:rsidRPr="00A23DBB" w:rsidRDefault="004767A8" w:rsidP="004767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as </w:t>
            </w:r>
            <w:r w:rsidRPr="008758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vantagens e desvantagens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dos principais programas </w:t>
            </w:r>
            <w:r w:rsidRPr="00875841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informáticos de edição eletrónica</w:t>
            </w:r>
          </w:p>
          <w:p w14:paraId="3D00FC41" w14:textId="77777777" w:rsidR="004767A8" w:rsidRDefault="004767A8" w:rsidP="004767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Enumerar os formatos de ficheiros dos principais programas </w:t>
            </w:r>
            <w:r w:rsidRPr="00875841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informáticos de edição eletrónica</w:t>
            </w:r>
          </w:p>
          <w:p w14:paraId="69DA179D" w14:textId="77777777" w:rsidR="004767A8" w:rsidRDefault="004767A8" w:rsidP="004767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Criar uma arquitetura de arquivo de pastas digitais</w:t>
            </w:r>
          </w:p>
          <w:p w14:paraId="6EC8BF3E" w14:textId="77777777" w:rsidR="004767A8" w:rsidRPr="00A23DBB" w:rsidRDefault="004767A8" w:rsidP="004767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Caracterizar as principais plataformas de trabalho em rede</w:t>
            </w:r>
          </w:p>
          <w:p w14:paraId="265DAC3B" w14:textId="77777777" w:rsidR="004767A8" w:rsidRDefault="004767A8" w:rsidP="004767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um fluxo de trabalho em rede</w:t>
            </w:r>
          </w:p>
          <w:p w14:paraId="4326984C" w14:textId="6DE45CF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2B001EC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9EFC8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4A868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616FD4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767A8" w:rsidRPr="00136AD8" w14:paraId="1C6E15E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FC996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a` informática e aos programas informáticos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C95621A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especificas da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9E1346C" w14:textId="77777777" w:rsidR="004767A8" w:rsidRPr="00126B5E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que combinam diferentes programas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FA4D6D2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informáticos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1D209FC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D5DE43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4BCA8BF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funcionalidade de formatos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4A2A39E" w14:textId="77777777" w:rsidR="004767A8" w:rsidRPr="00126B5E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digitais</w:t>
            </w:r>
          </w:p>
          <w:p w14:paraId="5E6BC461" w14:textId="77777777" w:rsidR="004767A8" w:rsidRPr="006A286E" w:rsidRDefault="004767A8" w:rsidP="004767A8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59B13A" w14:textId="77777777" w:rsidR="004767A8" w:rsidRPr="008A5B22" w:rsidRDefault="004767A8" w:rsidP="004767A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em rede</w:t>
            </w:r>
            <w:r w:rsidRPr="008A5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FA27EE" w14:textId="76F0DECD" w:rsidR="004767A8" w:rsidRPr="001B353A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Partilha de pastas e ficheiros</w:t>
            </w:r>
            <w:r w:rsidRPr="006A28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04B6C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os principais programas informáticos de edição eletrónica</w:t>
            </w:r>
          </w:p>
          <w:p w14:paraId="4D7A25E8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vantagens e desvantagens da utilização de cada programa consoante a finalidade e tipos de documentos.</w:t>
            </w:r>
          </w:p>
          <w:p w14:paraId="620D0D8C" w14:textId="77777777" w:rsidR="004767A8" w:rsidRPr="00246EB6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plataformas digitais de organização e partilha de trabalho em rede</w:t>
            </w:r>
          </w:p>
          <w:p w14:paraId="29CD8CA7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arquivos digitais</w:t>
            </w:r>
          </w:p>
          <w:p w14:paraId="1AFF1794" w14:textId="4D999F82" w:rsidR="004767A8" w:rsidRPr="00057283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fluxos de trabalho em rede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2AF3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E417542" w14:textId="77777777" w:rsidR="004767A8" w:rsidRDefault="004767A8" w:rsidP="004767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03C3BAA" w14:textId="77777777" w:rsidR="004767A8" w:rsidRDefault="004767A8" w:rsidP="004767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1C9EF07" w14:textId="77777777" w:rsidR="004767A8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0962DF7" w14:textId="77777777" w:rsidR="004767A8" w:rsidRPr="00057283" w:rsidRDefault="004767A8" w:rsidP="004767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64B0919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7A8E2AE" w14:textId="5A4021F8" w:rsidR="008C76A8" w:rsidRDefault="008C76A8" w:rsidP="008C76A8">
      <w:pPr>
        <w:rPr>
          <w:rFonts w:ascii="Verdana Pro Light" w:hAnsi="Verdana Pro Light"/>
          <w:smallCaps/>
        </w:rPr>
      </w:pPr>
    </w:p>
    <w:p w14:paraId="350D003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316BC4A" w14:textId="77777777" w:rsidR="004767A8" w:rsidRPr="00AD56F4" w:rsidRDefault="004767A8" w:rsidP="004767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5B22">
        <w:rPr>
          <w:rFonts w:ascii="Verdana Pro Light" w:eastAsia="Arial Unicode MS" w:hAnsi="Verdana Pro Light" w:cs="Times New Roman"/>
          <w:b/>
          <w:sz w:val="18"/>
          <w:szCs w:val="18"/>
        </w:rPr>
        <w:t>Realizar edição eletrónica e trabalho em rede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0A422CD7" w14:textId="77777777" w:rsidR="004767A8" w:rsidRPr="00A23DBB" w:rsidRDefault="004767A8" w:rsidP="004767A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1.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Caracterizando os principais programas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informáticos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finalidade dos produtos gráficos</w:t>
      </w:r>
    </w:p>
    <w:p w14:paraId="27BEF24C" w14:textId="77777777" w:rsidR="004767A8" w:rsidRPr="00A23DBB" w:rsidRDefault="004767A8" w:rsidP="004767A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Caracterizando as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 xml:space="preserve">vantagens e desvantagens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dos principais programas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informáticos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finalidade dos produtos gráficos</w:t>
      </w:r>
    </w:p>
    <w:p w14:paraId="63621E4E" w14:textId="77777777" w:rsidR="004767A8" w:rsidRDefault="004767A8" w:rsidP="004767A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Enumerando os formatos de ficheiros dos principais programas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informáticos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sua finalidade</w:t>
      </w:r>
    </w:p>
    <w:p w14:paraId="4631883A" w14:textId="77777777" w:rsidR="004767A8" w:rsidRDefault="004767A8" w:rsidP="004767A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Criando uma arquitetura de arquivo de pastas digitais tendo em conta a clareza na nomenclatura de pastas e ficheiros</w:t>
      </w:r>
    </w:p>
    <w:p w14:paraId="7543F681" w14:textId="77777777" w:rsidR="004767A8" w:rsidRPr="00A23DBB" w:rsidRDefault="004767A8" w:rsidP="004767A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Caracterizando as principais plataformas de trabalho em rede tendo em conta as especificidades de cada uma para o tipo de trabalho a desenvolver</w:t>
      </w:r>
    </w:p>
    <w:p w14:paraId="4B54A01C" w14:textId="77777777" w:rsidR="004767A8" w:rsidRDefault="004767A8" w:rsidP="004767A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CD6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um fluxo de trabalho em rede tendo em conta as pessoas envolvidas e as suas funções no projeto</w:t>
      </w:r>
    </w:p>
    <w:p w14:paraId="237A645A" w14:textId="34260EE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9689CA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A1ADC6" w14:textId="77777777" w:rsidR="004767A8" w:rsidRPr="00F87025" w:rsidRDefault="004767A8" w:rsidP="004767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9461EC" w14:textId="77777777" w:rsidR="004767A8" w:rsidRPr="00E2794B" w:rsidRDefault="004767A8" w:rsidP="004767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E7D4631" w14:textId="77777777" w:rsidR="004767A8" w:rsidRPr="00F87025" w:rsidRDefault="004767A8" w:rsidP="004767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6FAAD20" w14:textId="77777777" w:rsidR="004767A8" w:rsidRPr="00436CB6" w:rsidRDefault="004767A8" w:rsidP="004767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9D090F9" w14:textId="77777777" w:rsidR="004767A8" w:rsidRDefault="004767A8" w:rsidP="004767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eletrónica</w:t>
      </w:r>
    </w:p>
    <w:p w14:paraId="11566CF6" w14:textId="77777777" w:rsidR="004767A8" w:rsidRDefault="004767A8" w:rsidP="004767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trabalho em rede</w:t>
      </w:r>
    </w:p>
    <w:p w14:paraId="3B9EDE4D" w14:textId="77777777" w:rsidR="004767A8" w:rsidRDefault="004767A8" w:rsidP="004767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planeamento e arquivo de ficheiros</w:t>
      </w:r>
    </w:p>
    <w:p w14:paraId="58C30E02" w14:textId="77777777" w:rsidR="004767A8" w:rsidRDefault="004767A8" w:rsidP="004767A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</w:p>
    <w:p w14:paraId="4DFD3AFE" w14:textId="77777777" w:rsidR="004767A8" w:rsidRPr="006D29AD" w:rsidRDefault="004767A8" w:rsidP="004767A8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CCFB11" w14:textId="77777777" w:rsidR="004767A8" w:rsidRPr="00F87025" w:rsidRDefault="004767A8" w:rsidP="004767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0C87806" w14:textId="77777777" w:rsidR="004767A8" w:rsidRDefault="004767A8" w:rsidP="004767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  <w:t xml:space="preserve"> </w:t>
      </w: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com:</w:t>
      </w:r>
    </w:p>
    <w:p w14:paraId="25B11E2D" w14:textId="77777777" w:rsidR="004767A8" w:rsidRDefault="004767A8" w:rsidP="004767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técnico de artes gráficas</w:t>
      </w:r>
    </w:p>
    <w:p w14:paraId="16DF6D55" w14:textId="77777777" w:rsidR="004767A8" w:rsidRPr="00033F56" w:rsidRDefault="004767A8" w:rsidP="004767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de artes gráficas</w:t>
      </w:r>
    </w:p>
    <w:p w14:paraId="63803EB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F3932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62203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671E6" w:rsidRPr="00136AD8" w14:paraId="4A7AE11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7B4D13" w14:textId="7A228D49" w:rsidR="00A671E6" w:rsidRPr="00A671E6" w:rsidRDefault="00A671E6" w:rsidP="00A671E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A671E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48C357" w14:textId="1A932DC5" w:rsidR="00A671E6" w:rsidRPr="00A671E6" w:rsidRDefault="00A671E6" w:rsidP="00A671E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11" w:name="_Hlk152583162"/>
            <w:r w:rsidRPr="00A671E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projetos gráficos de imagens vetoriais</w:t>
            </w:r>
            <w:bookmarkEnd w:id="11"/>
          </w:p>
        </w:tc>
      </w:tr>
      <w:tr w:rsidR="00A671E6" w:rsidRPr="00136AD8" w14:paraId="5603987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71AB65A" w14:textId="5A121A18" w:rsidR="00A671E6" w:rsidRPr="00A671E6" w:rsidRDefault="00A671E6" w:rsidP="00A671E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A671E6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6D289F8" w14:textId="037FE90F" w:rsidR="00A671E6" w:rsidRPr="00A671E6" w:rsidRDefault="00A671E6" w:rsidP="00A671E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A671E6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Edição de vetores II</w:t>
            </w:r>
          </w:p>
        </w:tc>
      </w:tr>
    </w:tbl>
    <w:p w14:paraId="62FC7E2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B812445" w14:textId="3FC5EA96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4592D1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D6B65C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23331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E5408C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00980E" w14:textId="77777777" w:rsidR="00A671E6" w:rsidRDefault="00A671E6" w:rsidP="00A671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73D62B86" w14:textId="77777777" w:rsidR="00A671E6" w:rsidRDefault="00A671E6" w:rsidP="00A671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Definir a linha gráfica e elaborar o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</w:p>
          <w:p w14:paraId="7A5096BB" w14:textId="77777777" w:rsidR="00A671E6" w:rsidRDefault="00A671E6" w:rsidP="00A671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a automação de tarefas</w:t>
            </w:r>
          </w:p>
          <w:p w14:paraId="00B3893C" w14:textId="77777777" w:rsidR="00A671E6" w:rsidRDefault="00A671E6" w:rsidP="00A671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</w:t>
            </w:r>
          </w:p>
          <w:p w14:paraId="02A47BAC" w14:textId="77777777" w:rsidR="00A671E6" w:rsidRDefault="00A671E6" w:rsidP="00A671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Salvar, exportar e imprimir as peças gráficas</w:t>
            </w:r>
          </w:p>
          <w:p w14:paraId="594B71A7" w14:textId="4FFCA2D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555ABE25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E1B6D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2F922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0678F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671E6" w:rsidRPr="00136AD8" w14:paraId="388641B0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88C21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briefing de comunicação </w:t>
            </w:r>
          </w:p>
          <w:p w14:paraId="7424A9C6" w14:textId="77777777" w:rsidR="00A671E6" w:rsidRPr="005C547B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fontes e recursos para pesquisa de referências e tendências estéticas e criativas</w:t>
            </w:r>
          </w:p>
          <w:p w14:paraId="3D91FE53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</w:t>
            </w:r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24D6977C" w14:textId="77777777" w:rsidR="00A671E6" w:rsidRPr="00913932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77E4803" w14:textId="77777777" w:rsidR="00A671E6" w:rsidRPr="00913932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programa, área de trabalho e principais atalhos de teclado, personalização de atalhos</w:t>
            </w:r>
          </w:p>
          <w:p w14:paraId="229D7E5F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avançadas para edição de gráficos vetoriais</w:t>
            </w:r>
          </w:p>
          <w:p w14:paraId="0F05CFD7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especiais</w:t>
            </w:r>
          </w:p>
          <w:p w14:paraId="6D032FF6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Automação de tarefas</w:t>
            </w:r>
          </w:p>
          <w:p w14:paraId="2E53EDCC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Importação, exportação e </w:t>
            </w:r>
            <w:proofErr w:type="spellStart"/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save</w:t>
            </w:r>
            <w:proofErr w:type="spellEnd"/>
          </w:p>
          <w:p w14:paraId="64D687A5" w14:textId="77777777" w:rsidR="00A671E6" w:rsidRPr="00913932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maquetes e protótipos; </w:t>
            </w:r>
            <w:proofErr w:type="spellStart"/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  <w:r>
              <w:t xml:space="preserve"> </w:t>
            </w:r>
          </w:p>
          <w:p w14:paraId="281A9FFD" w14:textId="77777777" w:rsidR="00A671E6" w:rsidRPr="001B353A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EAB4C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549E3ABB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553FF3A5" w14:textId="77777777" w:rsidR="00A671E6" w:rsidRPr="005C547B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172E75F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0022E69B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55F57989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avançadas de desenho, edição e exportação de objetos vetoriais.</w:t>
            </w:r>
          </w:p>
          <w:p w14:paraId="2D390D5A" w14:textId="45446393" w:rsidR="00A671E6" w:rsidRPr="00057283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avançadas para salvar, exportar, imprimir e/ou difundir documentos</w:t>
            </w: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ACC85B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E8F2F9C" w14:textId="77777777" w:rsidR="00A671E6" w:rsidRDefault="00A671E6" w:rsidP="00A671E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6226AE2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16B3990" w14:textId="77777777" w:rsidR="00A671E6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0AC996A" w14:textId="698C44DE" w:rsidR="00A671E6" w:rsidRPr="00057283" w:rsidRDefault="00A671E6" w:rsidP="00A671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organização </w:t>
            </w:r>
          </w:p>
        </w:tc>
      </w:tr>
    </w:tbl>
    <w:p w14:paraId="1192D009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43AD9B" w14:textId="4AF4D038" w:rsidR="008C76A8" w:rsidRDefault="008C76A8" w:rsidP="008C76A8">
      <w:pPr>
        <w:rPr>
          <w:rFonts w:ascii="Verdana Pro Light" w:hAnsi="Verdana Pro Light"/>
          <w:smallCaps/>
        </w:rPr>
      </w:pPr>
    </w:p>
    <w:p w14:paraId="6767DFF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D3C379D" w14:textId="77777777" w:rsidR="00A671E6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E3A81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de imagens vetoriais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A2E5AF9" w14:textId="77777777" w:rsidR="00A671E6" w:rsidRPr="0064164C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5F64F399" w14:textId="77777777" w:rsidR="00A671E6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de forma coerente a identidade visual da marca à linha gráfica das peças gráficas</w:t>
      </w:r>
    </w:p>
    <w:p w14:paraId="3EE21936" w14:textId="77777777" w:rsidR="00A671E6" w:rsidRPr="0064164C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CD3. Aplicando corretamente as normas gráficas da marca</w:t>
      </w:r>
    </w:p>
    <w:p w14:paraId="02EE044A" w14:textId="77777777" w:rsidR="00A671E6" w:rsidRPr="0064164C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adequadamente os processos de automação de tarefas </w:t>
      </w:r>
    </w:p>
    <w:p w14:paraId="00272BEE" w14:textId="77777777" w:rsidR="00A671E6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Utilizando técnicas avançadas de edição de gráficos vetoriais tendo em conta a complexidade das peças gráficas</w:t>
      </w:r>
    </w:p>
    <w:p w14:paraId="79CD00E8" w14:textId="77777777" w:rsidR="00A671E6" w:rsidRDefault="00A671E6" w:rsidP="00A671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CD6. Salvando e exportando as peças de forma organizada e em vários formatos tendo em conta os canais de difusão </w:t>
      </w:r>
    </w:p>
    <w:p w14:paraId="75DE792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D9DCC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CAE701E" w14:textId="77777777" w:rsidR="00A671E6" w:rsidRPr="00984B30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6B0FF242" w14:textId="77777777" w:rsid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DCDB321" w14:textId="77777777" w:rsid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(livros, jornais e revistas)</w:t>
      </w:r>
    </w:p>
    <w:p w14:paraId="375DDB38" w14:textId="77777777" w:rsidR="00A671E6" w:rsidRPr="00643045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7EF8B550" w14:textId="2858CC29" w:rsidR="008C76A8" w:rsidRP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650C1D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1002A9" w14:textId="77777777" w:rsid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0742F4F3" w14:textId="77777777" w:rsidR="00A671E6" w:rsidRPr="00436CB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EBBC2CE" w14:textId="77777777" w:rsid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742D18F9" w14:textId="77777777" w:rsid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0123F4E2" w14:textId="77777777" w:rsid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projetos gráficos</w:t>
      </w:r>
    </w:p>
    <w:p w14:paraId="72470682" w14:textId="1B9F4DE4" w:rsidR="008C76A8" w:rsidRPr="00A671E6" w:rsidRDefault="00A671E6" w:rsidP="00A671E6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de tutoriais de edição de vetores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6BE68C" w14:textId="3619C358" w:rsidR="008C76A8" w:rsidRPr="00A671E6" w:rsidRDefault="008C76A8" w:rsidP="00A671E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2788BD7" w14:textId="1567D220" w:rsidR="008C76A8" w:rsidRPr="00051C79" w:rsidRDefault="00A671E6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  <w:t>UC Comum com Técnico de artes Gráficas</w:t>
      </w:r>
    </w:p>
    <w:p w14:paraId="659957B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C6486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C1511" w:rsidRPr="00136AD8" w14:paraId="19B340C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FD4176B" w14:textId="19989E9E" w:rsidR="004C1511" w:rsidRPr="00136AD8" w:rsidRDefault="004C1511" w:rsidP="004C15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D1F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933DB6" w14:textId="0F09E5BF" w:rsidR="004C1511" w:rsidRPr="009C256C" w:rsidRDefault="004C1511" w:rsidP="004C15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D1F4B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projetos gráficos de imagens bitmap</w:t>
            </w:r>
          </w:p>
        </w:tc>
      </w:tr>
      <w:tr w:rsidR="004C1511" w:rsidRPr="00136AD8" w14:paraId="1E1DEA49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CC95EC7" w14:textId="16C77DB4" w:rsidR="004C1511" w:rsidRPr="00136AD8" w:rsidRDefault="004C1511" w:rsidP="004C15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D1F4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445A028" w14:textId="7E2E3183" w:rsidR="004C1511" w:rsidRPr="00136AD8" w:rsidRDefault="004C1511" w:rsidP="004C15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D1F4B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Edição de imagens bitmap II</w:t>
            </w:r>
          </w:p>
        </w:tc>
      </w:tr>
    </w:tbl>
    <w:p w14:paraId="7CB1BE7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9E5EF05" w14:textId="4D2E6799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50F676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43FF06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FF03C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30B46F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2711CA" w14:textId="77777777" w:rsidR="004C1511" w:rsidRDefault="004C1511" w:rsidP="004C15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6D1F4B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 briefing e pesquisar e selecionar referências e tendências estéticas e criativas</w:t>
            </w:r>
          </w:p>
          <w:p w14:paraId="6BE270DC" w14:textId="77777777" w:rsidR="004C1511" w:rsidRDefault="004C1511" w:rsidP="004C15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conceito visual e identificar as imagens a serem trabalhadas</w:t>
            </w:r>
          </w:p>
          <w:p w14:paraId="69109923" w14:textId="77777777" w:rsidR="004C1511" w:rsidRDefault="004C1511" w:rsidP="004C15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Planear a automação de tarefas </w:t>
            </w: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proofErr w:type="spellStart"/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</w:rPr>
              <w:t>actions</w:t>
            </w:r>
            <w:proofErr w:type="spellEnd"/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scripts).</w:t>
            </w:r>
          </w:p>
          <w:p w14:paraId="3CCFBF3D" w14:textId="77777777" w:rsidR="004C1511" w:rsidRPr="00D37C8D" w:rsidRDefault="004C1511" w:rsidP="004C15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Elaborar a composição das imagens 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grafismos e tipografia</w:t>
            </w:r>
          </w:p>
          <w:p w14:paraId="08E853BE" w14:textId="77777777" w:rsidR="004C1511" w:rsidRDefault="004C1511" w:rsidP="004C15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ajustes na imagem final</w:t>
            </w:r>
          </w:p>
          <w:p w14:paraId="53E14590" w14:textId="77777777" w:rsidR="004C1511" w:rsidRDefault="004C1511" w:rsidP="004C15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R6. Salvar, exportar e imprimir </w:t>
            </w:r>
          </w:p>
          <w:p w14:paraId="4AC56D9F" w14:textId="43F020C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67551D5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AEB2F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14BF3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F97D9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C1511" w:rsidRPr="00136AD8" w14:paraId="7DE4E81F" w14:textId="77777777" w:rsidTr="00D91A2B">
        <w:trPr>
          <w:trHeight w:val="56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743DD1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ind w:left="17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Briefing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745AFC" w14:textId="77777777" w:rsidR="004C1511" w:rsidRPr="005C547B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fontes e recursos para pesquisa de referências e tendências estéticas e criativas</w:t>
            </w:r>
          </w:p>
          <w:p w14:paraId="1AD34A25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</w:t>
            </w:r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36D023B1" w14:textId="77777777" w:rsidR="004C1511" w:rsidRPr="00200C2A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F60441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criativo </w:t>
            </w:r>
          </w:p>
          <w:p w14:paraId="1E0E3258" w14:textId="77777777" w:rsidR="004C1511" w:rsidRPr="00E26B49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da semiótica da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1AE0FB2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ireitos de utilização da imagem, de autor e conexos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D9CDC35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Área de trabalho e principais atalhos de teclado, personalização de atalhos</w:t>
            </w:r>
          </w:p>
          <w:p w14:paraId="75B8AE19" w14:textId="77777777" w:rsidR="004C1511" w:rsidRDefault="004C1511" w:rsidP="004C1511">
            <w:pPr>
              <w:pStyle w:val="PargrafodaLista"/>
              <w:spacing w:before="120" w:after="0" w:line="276" w:lineRule="auto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FBF4E9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avançadas para edição de imagem bitmap</w:t>
            </w:r>
          </w:p>
          <w:p w14:paraId="04EF63FE" w14:textId="77777777" w:rsidR="004C1511" w:rsidRPr="006D5617" w:rsidRDefault="004C1511" w:rsidP="004C1511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DBB67A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Automação de tarefas - ações e scripts</w:t>
            </w:r>
          </w:p>
          <w:p w14:paraId="7DF450CA" w14:textId="77777777" w:rsidR="004C1511" w:rsidRPr="006D5617" w:rsidRDefault="004C1511" w:rsidP="004C1511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CC59EF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ferramentas para salvar, exportar e imprimir documentos</w:t>
            </w:r>
          </w:p>
          <w:p w14:paraId="5AA2E5BD" w14:textId="77777777" w:rsidR="004C1511" w:rsidRPr="006D5617" w:rsidRDefault="004C1511" w:rsidP="004C1511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9C7B34" w14:textId="36545B2D" w:rsidR="004C1511" w:rsidRPr="001B353A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AAD2E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Interpretar um briefing</w:t>
            </w:r>
          </w:p>
          <w:p w14:paraId="2F12A3C4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792158D0" w14:textId="77777777" w:rsidR="004C1511" w:rsidRPr="005C547B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F590FC3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66BE6A67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3204E4F5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ireitos de utilização da imagem, de autor e conexos</w:t>
            </w:r>
          </w:p>
          <w:p w14:paraId="00D0684B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avançadas de desenho, edição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imagens bitmap</w:t>
            </w:r>
          </w:p>
          <w:p w14:paraId="563DBE31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avançadas para salvar, exportar, imprimir e/ou difundir documentos</w:t>
            </w: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9B63971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imagens para entrega e difusão</w:t>
            </w:r>
          </w:p>
          <w:p w14:paraId="7EC6689B" w14:textId="77777777" w:rsidR="004C1511" w:rsidRDefault="004C1511" w:rsidP="004C15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6A48C3" w14:textId="77777777" w:rsidR="004C1511" w:rsidRPr="00057283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80A3B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59D4017" w14:textId="77777777" w:rsidR="004C1511" w:rsidRDefault="004C1511" w:rsidP="004C15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CB09736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DA5B8FA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9B617CD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organização </w:t>
            </w:r>
          </w:p>
          <w:p w14:paraId="49BBEA2A" w14:textId="77777777" w:rsidR="004C1511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1B53EE2D" w14:textId="77777777" w:rsidR="004C1511" w:rsidRPr="00057283" w:rsidRDefault="004C1511" w:rsidP="004C15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1A9DAC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3C0040" w14:textId="0E0944F2" w:rsidR="008C76A8" w:rsidRDefault="008C76A8" w:rsidP="008C76A8">
      <w:pPr>
        <w:rPr>
          <w:rFonts w:ascii="Verdana Pro Light" w:hAnsi="Verdana Pro Light"/>
          <w:smallCaps/>
        </w:rPr>
      </w:pPr>
    </w:p>
    <w:p w14:paraId="24E29B4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88DF914" w14:textId="77777777" w:rsidR="00D91A2B" w:rsidRDefault="00D91A2B" w:rsidP="00D91A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E23AA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de imagens bitmap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9991FCC" w14:textId="77777777" w:rsidR="00D91A2B" w:rsidRPr="0064164C" w:rsidRDefault="00D91A2B" w:rsidP="00D91A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1265C368" w14:textId="77777777" w:rsidR="00D91A2B" w:rsidRDefault="00D91A2B" w:rsidP="00D91A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Criando um conceito visual adequado aos objetivos comunicacionais</w:t>
      </w:r>
    </w:p>
    <w:p w14:paraId="65062EA4" w14:textId="77777777" w:rsidR="00D91A2B" w:rsidRPr="0064164C" w:rsidRDefault="00D91A2B" w:rsidP="00D91A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adequadamente os processos de automação de tarefas </w:t>
      </w:r>
    </w:p>
    <w:p w14:paraId="39383CD2" w14:textId="77777777" w:rsidR="00D91A2B" w:rsidRDefault="00D91A2B" w:rsidP="00D91A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Utilizando técnicas avançadas de edição imagens tendo em conta a complexidade pretendida</w:t>
      </w:r>
    </w:p>
    <w:p w14:paraId="1634E044" w14:textId="12190264" w:rsidR="008C76A8" w:rsidRPr="0064164C" w:rsidRDefault="00D91A2B" w:rsidP="00D91A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Salvando e exportando as imagens de forma organizada e em vários formatos tendo em conta os canais de difusão 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58C595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D3A855" w14:textId="77777777" w:rsidR="00D91A2B" w:rsidRPr="00F87025" w:rsidRDefault="00D91A2B" w:rsidP="00D91A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BEDB7BF" w14:textId="77777777" w:rsidR="00D91A2B" w:rsidRPr="00984B30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29AEDF66" w14:textId="77777777" w:rsidR="00D91A2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4BD0AB2" w14:textId="77777777" w:rsidR="00D91A2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535022CF" w14:textId="77777777" w:rsidR="00D91A2B" w:rsidRPr="00643045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4454385D" w14:textId="77777777" w:rsidR="00D91A2B" w:rsidRPr="006D1F4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6D1F4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E032777" w14:textId="77777777" w:rsidR="00D91A2B" w:rsidRPr="006D1F4B" w:rsidRDefault="00D91A2B" w:rsidP="00D91A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A0DFEB7" w14:textId="77777777" w:rsidR="00D91A2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55F156F8" w14:textId="77777777" w:rsidR="00D91A2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direitos de autor na utilização de imagens</w:t>
      </w:r>
    </w:p>
    <w:p w14:paraId="26A2538B" w14:textId="77777777" w:rsidR="00D91A2B" w:rsidRPr="00436CB6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C6BC11B" w14:textId="77777777" w:rsidR="00D91A2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0CDBF8D6" w14:textId="77777777" w:rsidR="00D91A2B" w:rsidRDefault="00D91A2B" w:rsidP="00D91A2B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a tutoriais de edição de imagem</w:t>
      </w:r>
    </w:p>
    <w:p w14:paraId="6DE5DCEA" w14:textId="77777777" w:rsidR="00D91A2B" w:rsidRPr="006D29AD" w:rsidRDefault="00D91A2B" w:rsidP="00D91A2B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658FF89" w14:textId="77777777" w:rsidR="00D91A2B" w:rsidRPr="00F87025" w:rsidRDefault="00D91A2B" w:rsidP="00D91A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F4FEE6E" w14:textId="77777777" w:rsidR="00D91A2B" w:rsidRDefault="00D91A2B" w:rsidP="00D91A2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  <w:t xml:space="preserve"> </w:t>
      </w: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com:</w:t>
      </w:r>
    </w:p>
    <w:p w14:paraId="787ACC9F" w14:textId="77777777" w:rsidR="00D91A2B" w:rsidRDefault="00D91A2B" w:rsidP="00D91A2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técnico de artes gráficas</w:t>
      </w:r>
    </w:p>
    <w:p w14:paraId="7821B86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AB3FC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BB57F2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62553" w:rsidRPr="00136AD8" w14:paraId="459236A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229826F" w14:textId="5BBFB646" w:rsidR="00762553" w:rsidRPr="00136AD8" w:rsidRDefault="00762553" w:rsidP="0076255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076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7D938C" w14:textId="64C081B4" w:rsidR="00762553" w:rsidRPr="009C256C" w:rsidRDefault="00762553" w:rsidP="0076255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0769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projetos de tipografia experimental</w:t>
            </w:r>
          </w:p>
        </w:tc>
      </w:tr>
      <w:tr w:rsidR="00762553" w:rsidRPr="00136AD8" w14:paraId="2C3C4083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487C5E" w14:textId="60A83AE6" w:rsidR="00762553" w:rsidRPr="00136AD8" w:rsidRDefault="00762553" w:rsidP="0076255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0769A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8D7DCBF" w14:textId="30E86F9C" w:rsidR="00762553" w:rsidRPr="00136AD8" w:rsidRDefault="00762553" w:rsidP="0076255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0769A">
              <w:rPr>
                <w:rFonts w:ascii="Verdana Pro Light" w:eastAsia="Arial Unicode MS" w:hAnsi="Verdana Pro Light" w:cs="Times New Roman"/>
                <w:sz w:val="18"/>
                <w:szCs w:val="18"/>
              </w:rPr>
              <w:t>Tipografia experimental</w:t>
            </w:r>
          </w:p>
        </w:tc>
      </w:tr>
    </w:tbl>
    <w:p w14:paraId="1E83B31D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D7B2AFD" w14:textId="600E7648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92D026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F4C338C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C10E3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DA6809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5067C" w14:textId="77777777" w:rsidR="00762553" w:rsidRDefault="00762553" w:rsidP="0076255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Pesquisar e selecionar referências e tendências estéticas e criativas</w:t>
            </w:r>
          </w:p>
          <w:p w14:paraId="2EF69A44" w14:textId="77777777" w:rsidR="00762553" w:rsidRDefault="00762553" w:rsidP="0076255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uma mensagem escrita e um conceito visual </w:t>
            </w:r>
          </w:p>
          <w:p w14:paraId="4588E6AA" w14:textId="77777777" w:rsidR="00762553" w:rsidRDefault="00762553" w:rsidP="0076255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e selecionar famílias tipográficas, suportes e materiais</w:t>
            </w:r>
          </w:p>
          <w:p w14:paraId="3005D7EF" w14:textId="77777777" w:rsidR="00762553" w:rsidRPr="00D37C8D" w:rsidRDefault="00762553" w:rsidP="0076255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Manipular a tipografia para obter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expressividade plástica, fazer esboços</w:t>
            </w:r>
          </w:p>
          <w:p w14:paraId="6B39ACEF" w14:textId="77777777" w:rsidR="00762553" w:rsidRDefault="00762553" w:rsidP="0076255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a mensagem escrita com a tipografia trabalhada</w:t>
            </w:r>
          </w:p>
          <w:p w14:paraId="1EAC471C" w14:textId="77777777" w:rsidR="00762553" w:rsidRDefault="00762553" w:rsidP="0076255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F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undamenta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conceito visual e a expressividade plástica da tipografia escolhidos para a mensagem escrita </w:t>
            </w:r>
          </w:p>
          <w:p w14:paraId="2FFED10C" w14:textId="1051CFF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769B5CD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A0FD4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21320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89414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62553" w:rsidRPr="00136AD8" w14:paraId="6A5A36E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E5A43" w14:textId="77777777" w:rsidR="00762553" w:rsidRPr="00BA3B67" w:rsidRDefault="00762553" w:rsidP="00762553">
            <w:pPr>
              <w:pStyle w:val="PargrafodaLista"/>
              <w:numPr>
                <w:ilvl w:val="0"/>
                <w:numId w:val="4"/>
              </w:numPr>
              <w:ind w:left="177" w:hanging="18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ontextualização cultural e histórica da tipografia experimental com a história de arte contemporânea e o design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E497FC7" w14:textId="77777777" w:rsidR="00762553" w:rsidRDefault="00762553" w:rsidP="00762553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Distinção entre tipografia, </w:t>
            </w:r>
            <w:proofErr w:type="spellStart"/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lettering</w:t>
            </w:r>
            <w:proofErr w:type="spellEnd"/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caligrafia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B7BB0D" w14:textId="77777777" w:rsidR="00762553" w:rsidRDefault="00762553" w:rsidP="00762553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Autores e projetos de referência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8FBFAF" w14:textId="77777777" w:rsidR="00762553" w:rsidRDefault="00762553" w:rsidP="00762553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ilustrada - a letra como forma e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B96DDF" w14:textId="77777777" w:rsidR="00762553" w:rsidRPr="00C77912" w:rsidRDefault="00762553" w:rsidP="00762553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 de desenvolvimento de um projeto tipográfico experimental para vários suportes (impressão, ecrã, instalação, outros)</w:t>
            </w:r>
          </w:p>
          <w:p w14:paraId="74B8E0EB" w14:textId="77777777" w:rsidR="00762553" w:rsidRDefault="00762553" w:rsidP="00762553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EBA182" w14:textId="7399A090" w:rsidR="00762553" w:rsidRPr="001B353A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1A4A1" w14:textId="77777777" w:rsidR="00762553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</w:t>
            </w: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importância da tipografia e da mensagem escrita no design </w:t>
            </w:r>
          </w:p>
          <w:p w14:paraId="2505991E" w14:textId="77777777" w:rsidR="00762553" w:rsidRPr="00C77912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soluções plásticas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para a mensagem escrita </w:t>
            </w:r>
          </w:p>
          <w:p w14:paraId="78FCC0AA" w14:textId="62CFEB90" w:rsidR="00762553" w:rsidRPr="00057283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CE115" w14:textId="77777777" w:rsidR="00762553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0A3C071" w14:textId="77777777" w:rsidR="00762553" w:rsidRDefault="00762553" w:rsidP="0076255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51A726A" w14:textId="77777777" w:rsidR="00762553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57EAEB85" w14:textId="02A40B4E" w:rsidR="00762553" w:rsidRPr="00057283" w:rsidRDefault="00762553" w:rsidP="007625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critico</w:t>
            </w:r>
            <w:r w:rsidRPr="00C77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</w:tr>
    </w:tbl>
    <w:p w14:paraId="21F8A00C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A20B051" w14:textId="5A100C9C" w:rsidR="008C76A8" w:rsidRDefault="008C76A8" w:rsidP="008C76A8">
      <w:pPr>
        <w:rPr>
          <w:rFonts w:ascii="Verdana Pro Light" w:hAnsi="Verdana Pro Light"/>
          <w:smallCaps/>
        </w:rPr>
      </w:pPr>
    </w:p>
    <w:p w14:paraId="331909F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C98D06B" w14:textId="77777777" w:rsidR="00762553" w:rsidRDefault="00762553" w:rsidP="0076255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0769A">
        <w:rPr>
          <w:rFonts w:ascii="Verdana Pro Light" w:eastAsia="Arial Unicode MS" w:hAnsi="Verdana Pro Light" w:cs="Times New Roman"/>
          <w:b/>
          <w:sz w:val="18"/>
          <w:szCs w:val="18"/>
        </w:rPr>
        <w:t>Criar projetos de tipografia experimental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806A8B" w14:textId="77777777" w:rsidR="00762553" w:rsidRDefault="00762553" w:rsidP="0076255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Adequando o conceito aos objetivos comunicacionais da mensagem escrita</w:t>
      </w:r>
    </w:p>
    <w:p w14:paraId="52842FE2" w14:textId="77777777" w:rsidR="00762553" w:rsidRDefault="00762553" w:rsidP="0076255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Selecionando suportes e materiais tendo em conta a plasticidade pretendida e a finalidade do projeto</w:t>
      </w:r>
    </w:p>
    <w:p w14:paraId="342DE5B1" w14:textId="77777777" w:rsidR="00762553" w:rsidRDefault="00762553" w:rsidP="0076255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Manipulando a tipografia adequando-a à mensagem escrita e ao conceito</w:t>
      </w:r>
    </w:p>
    <w:p w14:paraId="5FD1830D" w14:textId="77777777" w:rsidR="00762553" w:rsidRDefault="00762553" w:rsidP="0076255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Justificando o conceito e a representação plástica tendo em conta a mensagem escrita.</w:t>
      </w:r>
    </w:p>
    <w:p w14:paraId="026EAEDD" w14:textId="22E4BFA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B37092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8B3202" w14:textId="77777777" w:rsidR="00762553" w:rsidRPr="00F87025" w:rsidRDefault="00762553" w:rsidP="0076255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00A41CE" w14:textId="77777777" w:rsidR="00762553" w:rsidRPr="00E2794B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48B55D3" w14:textId="77777777" w:rsidR="00762553" w:rsidRPr="00F87025" w:rsidRDefault="00762553" w:rsidP="0076255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0685F42" w14:textId="77777777" w:rsidR="00762553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F1B5E7D" w14:textId="77777777" w:rsidR="00762553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imagem </w:t>
      </w:r>
    </w:p>
    <w:p w14:paraId="7804B062" w14:textId="77777777" w:rsidR="00762553" w:rsidRPr="001821F4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66EF8AAC" w14:textId="77777777" w:rsidR="00762553" w:rsidRPr="001821F4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suportes de diversificados</w:t>
      </w:r>
    </w:p>
    <w:p w14:paraId="0EA7D80E" w14:textId="77777777" w:rsidR="00762553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trabalho tipográfico experimental</w:t>
      </w:r>
    </w:p>
    <w:p w14:paraId="58185652" w14:textId="77777777" w:rsidR="00762553" w:rsidRPr="001821F4" w:rsidRDefault="00762553" w:rsidP="0076255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a autores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8B45B56" w14:textId="77777777" w:rsidR="00762553" w:rsidRPr="00F87025" w:rsidRDefault="00762553" w:rsidP="0076255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A20BA05" w14:textId="77777777" w:rsidR="00762553" w:rsidRPr="00033F56" w:rsidRDefault="00762553" w:rsidP="00762553">
      <w:pPr>
        <w:rPr>
          <w:rFonts w:ascii="Verdana Pro Light" w:hAnsi="Verdana Pro Light"/>
          <w:smallCaps/>
        </w:rPr>
      </w:pPr>
    </w:p>
    <w:p w14:paraId="560D45E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405CE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37FE0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2733" w:rsidRPr="00136AD8" w14:paraId="1026B0B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1927A9" w14:textId="094E3D6C" w:rsidR="00B92733" w:rsidRPr="00136AD8" w:rsidRDefault="00B92733" w:rsidP="00B9273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13656B" w14:textId="1996FDA0" w:rsidR="00B92733" w:rsidRPr="009C256C" w:rsidRDefault="00B92733" w:rsidP="00B9273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61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Realizar </w:t>
            </w:r>
            <w:proofErr w:type="spellStart"/>
            <w:r w:rsidRPr="00AF68A6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Motion</w:t>
            </w:r>
            <w:proofErr w:type="spellEnd"/>
            <w:r w:rsidRPr="00AF68A6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F68A6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graphics</w:t>
            </w:r>
            <w:proofErr w:type="spellEnd"/>
            <w:r w:rsidRPr="00E61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para projetos gráficos</w:t>
            </w:r>
          </w:p>
        </w:tc>
      </w:tr>
      <w:tr w:rsidR="00B92733" w:rsidRPr="00136AD8" w14:paraId="6A406068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55ECE4" w14:textId="40265954" w:rsidR="00B92733" w:rsidRPr="00136AD8" w:rsidRDefault="00B92733" w:rsidP="00B9273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32EC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66DB832" w14:textId="1A3DC00A" w:rsidR="00B92733" w:rsidRPr="00136AD8" w:rsidRDefault="00B92733" w:rsidP="00B9273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proofErr w:type="spellStart"/>
            <w:r w:rsidRPr="00E61FA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Motion</w:t>
            </w:r>
            <w:proofErr w:type="spellEnd"/>
            <w:r w:rsidRPr="00E61FA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61FA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graphics</w:t>
            </w:r>
            <w:proofErr w:type="spellEnd"/>
            <w:r w:rsidRPr="00E61FA0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 xml:space="preserve"> em projetos gráficos</w:t>
            </w:r>
          </w:p>
        </w:tc>
      </w:tr>
    </w:tbl>
    <w:p w14:paraId="42BF549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11C0FE6" w14:textId="503DFFE8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C9AC07F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864CF0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D7AF1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CF37AE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E8C660" w14:textId="77777777" w:rsidR="00B92733" w:rsidRDefault="00B92733" w:rsidP="00B9273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Criar uma narrativa visual e elaborar o </w:t>
            </w:r>
            <w:proofErr w:type="spellStart"/>
            <w:r w:rsidRPr="00BC456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storyborad</w:t>
            </w:r>
            <w:proofErr w:type="spellEnd"/>
          </w:p>
          <w:p w14:paraId="440F4743" w14:textId="77777777" w:rsidR="00B92733" w:rsidRDefault="00B92733" w:rsidP="00B9273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Planear o projeto e criar processos de automação</w:t>
            </w:r>
          </w:p>
          <w:p w14:paraId="192DAEE2" w14:textId="77777777" w:rsidR="00B92733" w:rsidRDefault="00B92733" w:rsidP="00B9273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os elementos audiovisuais a integrar no projeto</w:t>
            </w:r>
          </w:p>
          <w:p w14:paraId="089AC9E7" w14:textId="77777777" w:rsidR="00B92733" w:rsidRDefault="00B92733" w:rsidP="00B9273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Importar conteúdos audiovisuais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animar elementos gráficos</w:t>
            </w:r>
          </w:p>
          <w:p w14:paraId="3540666E" w14:textId="77777777" w:rsidR="00B92733" w:rsidRDefault="00B92733" w:rsidP="00B9273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Finalizar a animação, aplicar efeitos e tratamento de imagem</w:t>
            </w:r>
          </w:p>
          <w:p w14:paraId="02A656B1" w14:textId="77777777" w:rsidR="00B92733" w:rsidRDefault="00B92733" w:rsidP="00B9273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Salvar e exportar a animação para </w:t>
            </w:r>
            <w:r w:rsidRPr="004575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publicar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</w:t>
            </w:r>
            <w:r w:rsidRPr="004575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 media e suportes</w:t>
            </w:r>
          </w:p>
          <w:p w14:paraId="7492C098" w14:textId="035BCD8A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4F35D33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BF018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A988E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F6EED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92733" w:rsidRPr="00136AD8" w14:paraId="0B69435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C8FBF" w14:textId="77777777" w:rsidR="00B92733" w:rsidRPr="002F3B80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etodologia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5137871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automação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70049A9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do script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116C497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Associação de 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180B9C9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Carregamento de conteúdos externos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2642146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conteúdos dinâmicos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65D3853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s</w:t>
            </w:r>
            <w:r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 e música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467CFA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de diferentes media</w:t>
            </w:r>
          </w:p>
          <w:p w14:paraId="68355ED5" w14:textId="77777777" w:rsidR="00B92733" w:rsidRPr="009B2920" w:rsidRDefault="00B92733" w:rsidP="00B92733">
            <w:pPr>
              <w:pStyle w:val="PargrafodaLista"/>
              <w:spacing w:before="120" w:after="0" w:line="276" w:lineRule="auto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83ED50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3F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</w:t>
            </w:r>
          </w:p>
          <w:p w14:paraId="0092A141" w14:textId="7A341164" w:rsidR="00B92733" w:rsidRPr="001B353A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</w:t>
            </w:r>
            <w:r w:rsidRPr="002F3B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daptação a vários media e dispositivos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C28C8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aracterizar os elementos e a estrutura da uma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 gráfica</w:t>
            </w:r>
          </w:p>
          <w:p w14:paraId="2E055973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</w:t>
            </w:r>
            <w:r w:rsidRPr="004A3862">
              <w:rPr>
                <w:rFonts w:ascii="Verdana Pro Light" w:eastAsia="Arial Unicode MS" w:hAnsi="Verdana Pro Light" w:cs="Arial Unicode MS"/>
                <w:sz w:val="18"/>
                <w:szCs w:val="18"/>
              </w:rPr>
              <w:t>tilizar a nomenclatura referente à animação gráfica</w:t>
            </w:r>
          </w:p>
          <w:p w14:paraId="1E454D9F" w14:textId="77777777" w:rsidR="00B92733" w:rsidRPr="009B2920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o projeto</w:t>
            </w:r>
          </w:p>
          <w:p w14:paraId="63BF931E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avançadas </w:t>
            </w: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 gráfica</w:t>
            </w:r>
          </w:p>
          <w:p w14:paraId="477BD53E" w14:textId="77777777" w:rsidR="00B92733" w:rsidRPr="007C5C9D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 associação de diferentes conteúdos audiovisuais</w:t>
            </w:r>
          </w:p>
          <w:p w14:paraId="74B08236" w14:textId="77777777" w:rsidR="00B92733" w:rsidRPr="006B530F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audiovisuais</w:t>
            </w:r>
          </w:p>
          <w:p w14:paraId="6A79045F" w14:textId="328057E4" w:rsidR="00B92733" w:rsidRPr="0005728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animação gráfica para difusão em diferentes media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88C7D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2F255E7" w14:textId="77777777" w:rsidR="00B92733" w:rsidRDefault="00B92733" w:rsidP="00B9273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5D64520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826C97E" w14:textId="77777777" w:rsidR="00B9273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E49AC72" w14:textId="77777777" w:rsidR="00B92733" w:rsidRPr="00057283" w:rsidRDefault="00B92733" w:rsidP="00B927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048533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1AD482F" w14:textId="312E71AC" w:rsidR="008C76A8" w:rsidRPr="00462104" w:rsidRDefault="008C76A8" w:rsidP="008C76A8">
      <w:pPr>
        <w:rPr>
          <w:rFonts w:ascii="Verdana Pro Light" w:hAnsi="Verdana Pro Light"/>
          <w:smallCaps/>
          <w:lang w:val="en-US"/>
        </w:rPr>
      </w:pPr>
    </w:p>
    <w:p w14:paraId="7FB71FC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45DC1F8" w14:textId="77777777" w:rsidR="00B92733" w:rsidRDefault="00B92733" w:rsidP="00B927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61FA0">
        <w:rPr>
          <w:rFonts w:ascii="Verdana Pro Light" w:eastAsia="Arial Unicode MS" w:hAnsi="Verdana Pro Light" w:cs="Times New Roman"/>
          <w:b/>
          <w:sz w:val="18"/>
          <w:szCs w:val="18"/>
        </w:rPr>
        <w:t xml:space="preserve">Realizar </w:t>
      </w:r>
      <w:proofErr w:type="spellStart"/>
      <w:r w:rsidRPr="00AF68A6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Motion</w:t>
      </w:r>
      <w:proofErr w:type="spellEnd"/>
      <w:r w:rsidRPr="00AF68A6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 xml:space="preserve"> </w:t>
      </w:r>
      <w:proofErr w:type="spellStart"/>
      <w:r w:rsidRPr="00AF68A6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graphics</w:t>
      </w:r>
      <w:proofErr w:type="spellEnd"/>
      <w:r w:rsidRPr="00E61FA0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para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BE703DD" w14:textId="77777777" w:rsidR="00B92733" w:rsidRPr="0064164C" w:rsidRDefault="00B92733" w:rsidP="00B927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comunicacionais propostos</w:t>
      </w:r>
    </w:p>
    <w:p w14:paraId="388BF4AD" w14:textId="77777777" w:rsidR="00B92733" w:rsidRPr="0064164C" w:rsidRDefault="00B92733" w:rsidP="00B927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Selecionando e manuseando adequadamente o programa de animação gráfica</w:t>
      </w:r>
    </w:p>
    <w:p w14:paraId="6C365DF2" w14:textId="77777777" w:rsidR="00B92733" w:rsidRDefault="00B92733" w:rsidP="00B927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Adequando o formato da animação a diferentes media e suportes </w:t>
      </w:r>
    </w:p>
    <w:p w14:paraId="7CBF0997" w14:textId="77777777" w:rsidR="00B92733" w:rsidRDefault="00B92733" w:rsidP="00B927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Exportando a animação tendo em conta a utilização em diferentes media e suportes</w:t>
      </w:r>
    </w:p>
    <w:p w14:paraId="729F0D5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F51E98" w14:textId="77777777" w:rsidR="00B92733" w:rsidRPr="00F87025" w:rsidRDefault="00B92733" w:rsidP="00B927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A391D6" w14:textId="77777777" w:rsidR="00B92733" w:rsidRPr="00984B30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641EAD7C" w14:textId="77777777" w:rsidR="00B92733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07F259DF" w14:textId="77777777" w:rsidR="00B92733" w:rsidRPr="00E2794B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76E8218" w14:textId="77777777" w:rsidR="00B92733" w:rsidRPr="00F87025" w:rsidRDefault="00B92733" w:rsidP="00B927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81DADD" w14:textId="77777777" w:rsidR="00B92733" w:rsidRPr="00436CB6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1B62BC6" w14:textId="77777777" w:rsidR="00B92733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imagem em movimento</w:t>
      </w:r>
    </w:p>
    <w:p w14:paraId="04BA1C75" w14:textId="77777777" w:rsidR="00B92733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72E25997" w14:textId="77777777" w:rsidR="00B92733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</w:t>
      </w:r>
      <w:r>
        <w:rPr>
          <w:rFonts w:ascii="Verdana Pro Light" w:eastAsia="Arial Unicode MS" w:hAnsi="Verdana Pro Light" w:cs="Arial Unicode MS"/>
          <w:sz w:val="18"/>
          <w:szCs w:val="18"/>
        </w:rPr>
        <w:t>sons, imagens e vídeos</w:t>
      </w:r>
    </w:p>
    <w:p w14:paraId="7093F2AF" w14:textId="77777777" w:rsidR="00B92733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para tutoriais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motion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graphics</w:t>
      </w:r>
      <w:proofErr w:type="spellEnd"/>
    </w:p>
    <w:p w14:paraId="76D21516" w14:textId="77777777" w:rsidR="00B92733" w:rsidRPr="009B2920" w:rsidRDefault="00B92733" w:rsidP="00B92733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motion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graphics</w:t>
      </w:r>
      <w:proofErr w:type="spellEnd"/>
      <w:r w:rsidRPr="009B292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47FF462" w14:textId="77777777" w:rsidR="00B92733" w:rsidRPr="00F87025" w:rsidRDefault="00B92733" w:rsidP="00B927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03A78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3E211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8904D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62104" w:rsidRPr="00136AD8" w14:paraId="11AC356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C8A9100" w14:textId="6571A68B" w:rsidR="00462104" w:rsidRPr="00136AD8" w:rsidRDefault="00462104" w:rsidP="0046210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60CF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AE9AD5B" w14:textId="540F1FDA" w:rsidR="00462104" w:rsidRPr="009C256C" w:rsidRDefault="00462104" w:rsidP="0046210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60CF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projetos de design editorial interativo</w:t>
            </w:r>
          </w:p>
        </w:tc>
      </w:tr>
      <w:tr w:rsidR="00462104" w:rsidRPr="00136AD8" w14:paraId="4ED8A117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88A25B" w14:textId="066E3A93" w:rsidR="00462104" w:rsidRPr="00136AD8" w:rsidRDefault="00462104" w:rsidP="0046210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60CF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2C947EA" w14:textId="4DC9D964" w:rsidR="00462104" w:rsidRPr="00136AD8" w:rsidRDefault="00462104" w:rsidP="0046210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60CF9">
              <w:rPr>
                <w:rFonts w:ascii="Verdana Pro Light" w:eastAsia="Arial Unicode MS" w:hAnsi="Verdana Pro Light" w:cs="Times New Roman"/>
                <w:sz w:val="18"/>
                <w:szCs w:val="18"/>
              </w:rPr>
              <w:t>Paginação interativa</w:t>
            </w:r>
          </w:p>
        </w:tc>
      </w:tr>
    </w:tbl>
    <w:p w14:paraId="67A8DB5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3F2F58A" w14:textId="53A5AFD0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AC288AC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D5F45D0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020AA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56B8D2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1A5A14" w14:textId="77777777" w:rsidR="00462104" w:rsidRDefault="00462104" w:rsidP="004621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os objetivos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comunicacionais propostos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referências e tendências editoriais</w:t>
            </w:r>
          </w:p>
          <w:p w14:paraId="60FEB5F6" w14:textId="77777777" w:rsidR="00462104" w:rsidRPr="00332B4E" w:rsidRDefault="00462104" w:rsidP="004621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projeto de design editorial a n</w:t>
            </w: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avegabilidade, funcionalidade e usabilidade</w:t>
            </w:r>
          </w:p>
          <w:p w14:paraId="26979295" w14:textId="77777777" w:rsidR="00462104" w:rsidRDefault="00462104" w:rsidP="004621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Criar a linha gráfica editorial, a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narrativa visual e o fluxo da 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da publicação</w:t>
            </w:r>
          </w:p>
          <w:p w14:paraId="1FDF2D68" w14:textId="77777777" w:rsidR="00462104" w:rsidRDefault="00462104" w:rsidP="004621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Preparar</w:t>
            </w: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grafismos, botões, textos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vídeo</w:t>
            </w:r>
          </w:p>
          <w:p w14:paraId="4FDDA900" w14:textId="77777777" w:rsidR="00462104" w:rsidRDefault="00462104" w:rsidP="004621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R5.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projeto de design editorial e testar com o utilizador</w:t>
            </w:r>
          </w:p>
          <w:p w14:paraId="05A94403" w14:textId="77777777" w:rsidR="00462104" w:rsidRDefault="00462104" w:rsidP="004621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a prototipagem final 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vários canais de difusão</w:t>
            </w:r>
          </w:p>
          <w:p w14:paraId="1126B7F3" w14:textId="7CA55E2A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2F1FEC43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12755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2C188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B4EE1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62104" w:rsidRPr="00136AD8" w14:paraId="7E462E0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A33" w14:textId="77777777" w:rsidR="00462104" w:rsidRDefault="00462104" w:rsidP="00462104">
            <w:pPr>
              <w:pStyle w:val="PargrafodaLista"/>
              <w:numPr>
                <w:ilvl w:val="0"/>
                <w:numId w:val="8"/>
              </w:numPr>
              <w:ind w:left="35" w:hanging="1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interativa no design de comunicação gráfica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37B3070" w14:textId="77777777" w:rsidR="00462104" w:rsidRPr="00332B4E" w:rsidRDefault="00462104" w:rsidP="00462104">
            <w:pPr>
              <w:pStyle w:val="PargrafodaLista"/>
              <w:numPr>
                <w:ilvl w:val="0"/>
                <w:numId w:val="8"/>
              </w:numPr>
              <w:ind w:left="35" w:hanging="1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e mais-valia de uma paginação interativa.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7FE0078" w14:textId="77777777" w:rsidR="00462104" w:rsidRDefault="00462104" w:rsidP="00462104">
            <w:pPr>
              <w:pStyle w:val="PargrafodaLista"/>
              <w:numPr>
                <w:ilvl w:val="0"/>
                <w:numId w:val="8"/>
              </w:numPr>
              <w:ind w:left="35" w:hanging="1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Interface e sistemas de navegação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64D5E1" w14:textId="77777777" w:rsidR="00462104" w:rsidRDefault="00462104" w:rsidP="00462104">
            <w:pPr>
              <w:pStyle w:val="PargrafodaLista"/>
              <w:numPr>
                <w:ilvl w:val="0"/>
                <w:numId w:val="8"/>
              </w:numPr>
              <w:ind w:left="35" w:hanging="1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layout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56E1439" w14:textId="77777777" w:rsidR="00462104" w:rsidRDefault="00462104" w:rsidP="00462104">
            <w:pPr>
              <w:pStyle w:val="PargrafodaLista"/>
              <w:numPr>
                <w:ilvl w:val="0"/>
                <w:numId w:val="8"/>
              </w:numPr>
              <w:ind w:left="35" w:hanging="1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Âmbito e tipo de conteúdos - lúdico, educativo, informativo, publicitário ou pessoal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B0A8F5F" w14:textId="77777777" w:rsidR="00462104" w:rsidRPr="00332B4E" w:rsidRDefault="00462104" w:rsidP="00462104">
            <w:pPr>
              <w:pStyle w:val="PargrafodaLista"/>
              <w:numPr>
                <w:ilvl w:val="0"/>
                <w:numId w:val="8"/>
              </w:numPr>
              <w:ind w:left="35" w:hanging="1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e tratamento dos conteúdos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2AFFFD" w14:textId="77777777" w:rsidR="00462104" w:rsidRDefault="00462104" w:rsidP="0046210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distribuição da comunicação interativa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FAB4388" w14:textId="77777777" w:rsidR="00462104" w:rsidRDefault="00462104" w:rsidP="0046210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59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84AA234" w14:textId="77777777" w:rsidR="00462104" w:rsidRPr="00DB5939" w:rsidRDefault="00462104" w:rsidP="0046210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  <w:p w14:paraId="4DE3FC65" w14:textId="77777777" w:rsidR="00462104" w:rsidRPr="001B353A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D9103" w14:textId="77777777" w:rsidR="00462104" w:rsidRPr="00332B4E" w:rsidRDefault="00462104" w:rsidP="00462104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145" w:hanging="15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importância da comunicação interativa no design de comunicação gráfica.</w:t>
            </w:r>
          </w:p>
          <w:p w14:paraId="6EF0FE1F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conceitos relacionados com o design editorial</w:t>
            </w:r>
          </w:p>
          <w:p w14:paraId="2E51E9E4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de design editorial </w:t>
            </w:r>
          </w:p>
          <w:p w14:paraId="1786A8C5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Diferenciar a hierarquia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informação</w:t>
            </w:r>
          </w:p>
          <w:p w14:paraId="24055859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2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características da paginação, layout, interface, interatividade, utilizador e apresentação media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C1B0C72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6EA29B14" w14:textId="34B96182" w:rsidR="00462104" w:rsidRPr="00057283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E87E0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620F796F" w14:textId="77777777" w:rsidR="00462104" w:rsidRDefault="00462104" w:rsidP="0046210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6B28818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A1BC25C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5FBFB64" w14:textId="77777777" w:rsidR="00462104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5CD1F8E4" w14:textId="77777777" w:rsidR="00462104" w:rsidRPr="00057283" w:rsidRDefault="00462104" w:rsidP="004621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617FC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7044EB" w14:textId="3356516B" w:rsidR="008C76A8" w:rsidRDefault="008C76A8" w:rsidP="008C76A8">
      <w:pPr>
        <w:rPr>
          <w:rFonts w:ascii="Verdana Pro Light" w:hAnsi="Verdana Pro Light"/>
          <w:smallCaps/>
        </w:rPr>
      </w:pPr>
    </w:p>
    <w:p w14:paraId="3610D1B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53DA64D" w14:textId="77777777" w:rsidR="00462104" w:rsidRPr="00AD56F4" w:rsidRDefault="00462104" w:rsidP="004621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60CF9">
        <w:rPr>
          <w:rFonts w:ascii="Verdana Pro Light" w:eastAsia="Arial Unicode MS" w:hAnsi="Verdana Pro Light" w:cs="Times New Roman"/>
          <w:b/>
          <w:sz w:val="18"/>
          <w:szCs w:val="18"/>
        </w:rPr>
        <w:t>Criar projetos de design editorial interativo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29219651" w14:textId="77777777" w:rsidR="00462104" w:rsidRDefault="00462104" w:rsidP="004621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o projeto definindo o formato e a interatividade tendo em conta a n</w:t>
      </w:r>
      <w:r w:rsidRPr="00332B4E">
        <w:rPr>
          <w:rFonts w:ascii="Verdana Pro Light" w:eastAsia="Arial Unicode MS" w:hAnsi="Verdana Pro Light" w:cs="Arial Unicode MS"/>
          <w:sz w:val="18"/>
          <w:szCs w:val="18"/>
        </w:rPr>
        <w:t>avegabilidade, funcionalidade e usabilidade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089059B3" w14:textId="77777777" w:rsidR="00462104" w:rsidRDefault="00462104" w:rsidP="004621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Criando uma linha gráfica editorial, uma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narrativa visual e </w:t>
      </w:r>
      <w:r>
        <w:rPr>
          <w:rFonts w:ascii="Verdana Pro Light" w:eastAsia="Arial Unicode MS" w:hAnsi="Verdana Pro Light" w:cs="Arial Unicode MS"/>
          <w:sz w:val="18"/>
          <w:szCs w:val="18"/>
        </w:rPr>
        <w:t>um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fluxo da informação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tendo em conta os 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4CDEB51" w14:textId="77777777" w:rsidR="00462104" w:rsidRDefault="00462104" w:rsidP="004621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o projeto de design editorial respeitando as técnicas de paginação de publicações adequadas ao suporte de difusão</w:t>
      </w:r>
    </w:p>
    <w:p w14:paraId="0AC93A40" w14:textId="77777777" w:rsidR="00462104" w:rsidRPr="00F02690" w:rsidRDefault="00462104" w:rsidP="004621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Salvando e exportando adequadamente para canais de difusão diversos</w:t>
      </w:r>
    </w:p>
    <w:p w14:paraId="2E65D2F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288933" w14:textId="77777777" w:rsidR="00462104" w:rsidRPr="00F87025" w:rsidRDefault="00462104" w:rsidP="0046210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243701" w14:textId="77777777" w:rsidR="00462104" w:rsidRPr="00984B30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35EF429" w14:textId="77777777" w:rsidR="00462104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CC997B8" w14:textId="77777777" w:rsidR="00462104" w:rsidRPr="00643045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CCE4AFB" w14:textId="77777777" w:rsidR="00462104" w:rsidRPr="00E2794B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11F508E" w14:textId="77777777" w:rsidR="00462104" w:rsidRPr="00F87025" w:rsidRDefault="00462104" w:rsidP="0046210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9623B77" w14:textId="77777777" w:rsidR="00462104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 xml:space="preserve">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do projeto</w:t>
      </w:r>
    </w:p>
    <w:p w14:paraId="089022F2" w14:textId="77777777" w:rsidR="00462104" w:rsidRPr="00C379FA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C9941CF" w14:textId="77777777" w:rsidR="00462104" w:rsidRPr="007F359E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t>interativas</w:t>
      </w:r>
    </w:p>
    <w:p w14:paraId="3E7E55E6" w14:textId="77777777" w:rsidR="00462104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design editorial interativo</w:t>
      </w:r>
    </w:p>
    <w:p w14:paraId="0FB23F23" w14:textId="77777777" w:rsidR="00462104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de tutoriais de design editorial interativo</w:t>
      </w:r>
    </w:p>
    <w:p w14:paraId="09E6A070" w14:textId="0CD06F9B" w:rsidR="008C76A8" w:rsidRPr="00462104" w:rsidRDefault="00462104" w:rsidP="0046210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peças de design editorial interativo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FA58F0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D6DBF9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5AC90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E024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F0E34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4553C" w:rsidRPr="00136AD8" w14:paraId="6566003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4CF377" w14:textId="5CD061A6" w:rsidR="0014553C" w:rsidRPr="00136AD8" w:rsidRDefault="0014553C" w:rsidP="0014553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24E4B0" w14:textId="413F181D" w:rsidR="0014553C" w:rsidRPr="009C256C" w:rsidRDefault="0014553C" w:rsidP="0014553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33C4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Conceber campanhas de comunicação para redes sociais</w:t>
            </w:r>
          </w:p>
        </w:tc>
      </w:tr>
      <w:tr w:rsidR="0014553C" w:rsidRPr="00136AD8" w14:paraId="65FF43C9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231460" w14:textId="335BE9D1" w:rsidR="0014553C" w:rsidRPr="00136AD8" w:rsidRDefault="0014553C" w:rsidP="0014553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DD16AE8" w14:textId="6825D08A" w:rsidR="0014553C" w:rsidRPr="00136AD8" w:rsidRDefault="0014553C" w:rsidP="0014553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33C46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e planeamento de conteúdos para redes sociais</w:t>
            </w:r>
          </w:p>
        </w:tc>
      </w:tr>
    </w:tbl>
    <w:p w14:paraId="0CD8597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2EC6C0A" w14:textId="0DBE2144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2F99E9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EFAB489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46C4D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5613A4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397BB" w14:textId="77777777" w:rsidR="0014553C" w:rsidRDefault="0014553C" w:rsidP="001455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de comunicação e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media social</w:t>
            </w:r>
          </w:p>
          <w:p w14:paraId="12B098AF" w14:textId="77777777" w:rsidR="0014553C" w:rsidRPr="005A109F" w:rsidRDefault="0014553C" w:rsidP="001455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o mercado e o público-alvo e definir objetivos de comunicação</w:t>
            </w:r>
          </w:p>
          <w:p w14:paraId="1BDE2A73" w14:textId="77777777" w:rsidR="0014553C" w:rsidRDefault="0014553C" w:rsidP="001455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as tipologias e frequência das publicações para cada plataforma</w:t>
            </w:r>
          </w:p>
          <w:p w14:paraId="350F2C16" w14:textId="77777777" w:rsidR="0014553C" w:rsidRPr="00313C82" w:rsidRDefault="0014553C" w:rsidP="0014553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Criar uma linguagem visual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Key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visuals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 para as publicações</w:t>
            </w:r>
          </w:p>
          <w:p w14:paraId="221B0536" w14:textId="77777777" w:rsidR="0014553C" w:rsidRPr="00313C82" w:rsidRDefault="0014553C" w:rsidP="001455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Criar conteúdos, de texto, visuais e audiovisuais</w:t>
            </w:r>
          </w:p>
          <w:p w14:paraId="77F5378E" w14:textId="01A3AB75" w:rsidR="008C76A8" w:rsidRPr="001B353A" w:rsidRDefault="0014553C" w:rsidP="001455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feedback e fazer ajustes na estratégia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748783B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045FD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DED7D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0A0C5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4553C" w:rsidRPr="00136AD8" w14:paraId="27017A9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0324F" w14:textId="77777777" w:rsidR="0014553C" w:rsidRPr="004729AE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Marketing Digital </w:t>
            </w:r>
          </w:p>
          <w:p w14:paraId="70D6B871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iferentes plataformas de redes sociais</w:t>
            </w:r>
          </w:p>
          <w:p w14:paraId="786ECCA5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Dados e Métricas</w:t>
            </w:r>
          </w:p>
          <w:p w14:paraId="4DADD10C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de Mercado e Público-Alvo</w:t>
            </w:r>
          </w:p>
          <w:p w14:paraId="2039A3FC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Conteúdo</w:t>
            </w:r>
          </w:p>
          <w:p w14:paraId="5E54C03B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envolvimento e fidelização</w:t>
            </w:r>
          </w:p>
          <w:p w14:paraId="745F6E6C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SEO (Otimização para Motores de Busca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C1C2105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Publicidade Online</w:t>
            </w:r>
          </w:p>
          <w:p w14:paraId="2E2B72FE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Ética Digital</w:t>
            </w:r>
          </w:p>
          <w:p w14:paraId="5185C9CB" w14:textId="53E73A43" w:rsidR="0014553C" w:rsidRPr="001B353A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2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Tendências e Inovações em Mídias Sociais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2FAD2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ação do marketing digital</w:t>
            </w:r>
          </w:p>
          <w:p w14:paraId="354D4C5E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as diferentes plataformas de interação digital</w:t>
            </w:r>
          </w:p>
          <w:p w14:paraId="71777236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necessidades de mercado </w:t>
            </w:r>
          </w:p>
          <w:p w14:paraId="0E656713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realizar pesquisas e analisar dados</w:t>
            </w:r>
          </w:p>
          <w:p w14:paraId="632FF547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produção de conteúdos escritos, visuais e audiovisuais</w:t>
            </w:r>
          </w:p>
          <w:p w14:paraId="41E19988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Capacidade de analisar tendências de mercado </w:t>
            </w:r>
          </w:p>
          <w:p w14:paraId="475901D0" w14:textId="06CBD019" w:rsidR="0014553C" w:rsidRPr="00057283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interagir com diferentes comunidades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12D1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620DBD8E" w14:textId="77777777" w:rsidR="0014553C" w:rsidRDefault="0014553C" w:rsidP="0014553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442DE46D" w14:textId="77777777" w:rsidR="0014553C" w:rsidRPr="003E2194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2FA0FC65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DFF7D84" w14:textId="77777777" w:rsidR="0014553C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43381A5" w14:textId="5D7F0E16" w:rsidR="0014553C" w:rsidRPr="00057283" w:rsidRDefault="0014553C" w:rsidP="001455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7EC9096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179F196" w14:textId="6AEF6382" w:rsidR="008C76A8" w:rsidRDefault="008C76A8" w:rsidP="008C76A8">
      <w:pPr>
        <w:rPr>
          <w:rFonts w:ascii="Verdana Pro Light" w:hAnsi="Verdana Pro Light"/>
          <w:smallCaps/>
        </w:rPr>
      </w:pPr>
    </w:p>
    <w:p w14:paraId="3E35BA1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9BB209D" w14:textId="77777777" w:rsidR="0014553C" w:rsidRDefault="0014553C" w:rsidP="001455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3C46">
        <w:rPr>
          <w:rFonts w:ascii="Verdana Pro Light" w:eastAsia="Arial Unicode MS" w:hAnsi="Verdana Pro Light" w:cs="Times New Roman"/>
          <w:b/>
          <w:sz w:val="18"/>
          <w:szCs w:val="18"/>
        </w:rPr>
        <w:t>Conceber campanhas de comunicação para redes sociais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ADF1148" w14:textId="77777777" w:rsidR="0014553C" w:rsidRPr="0064164C" w:rsidRDefault="0014553C" w:rsidP="001455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comunicacionais e o posicionamento da marca</w:t>
      </w:r>
    </w:p>
    <w:p w14:paraId="6AA6E6B9" w14:textId="77777777" w:rsidR="0014553C" w:rsidRPr="0064164C" w:rsidRDefault="0014553C" w:rsidP="001455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Adequando a estratégia de comunicação ao público-alvo tendo em conta os pontos e momentos de contacto </w:t>
      </w:r>
    </w:p>
    <w:p w14:paraId="1FEE32CE" w14:textId="77777777" w:rsidR="0014553C" w:rsidRDefault="0014553C" w:rsidP="001455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conteúdos que respeitam as normas de ética digital</w:t>
      </w:r>
    </w:p>
    <w:p w14:paraId="101FDC62" w14:textId="77777777" w:rsidR="0014553C" w:rsidRDefault="0014553C" w:rsidP="001455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Estimulando a interação tendo em conta a ética digital</w:t>
      </w:r>
    </w:p>
    <w:p w14:paraId="31566362" w14:textId="77777777" w:rsidR="0014553C" w:rsidRDefault="0014553C" w:rsidP="0014553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26FB16" w14:textId="77777777" w:rsidR="0014553C" w:rsidRPr="00136AD8" w:rsidRDefault="0014553C" w:rsidP="0014553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2F80E4" w14:textId="77777777" w:rsidR="0014553C" w:rsidRPr="00F87025" w:rsidRDefault="0014553C" w:rsidP="001455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B707FF2" w14:textId="77777777" w:rsidR="0014553C" w:rsidRPr="00E2794B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5E94DF1" w14:textId="77777777" w:rsidR="0014553C" w:rsidRPr="00F87025" w:rsidRDefault="0014553C" w:rsidP="001455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25FE719" w14:textId="77777777" w:rsidR="0014553C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64318E09" w14:textId="77777777" w:rsidR="0014553C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legal sobre a comunicação online</w:t>
      </w:r>
    </w:p>
    <w:p w14:paraId="5C22D518" w14:textId="77777777" w:rsidR="0014553C" w:rsidRPr="00436CB6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F55F427" w14:textId="77777777" w:rsidR="0014553C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>edição de imagem estática e em movimento</w:t>
      </w:r>
    </w:p>
    <w:p w14:paraId="5F844E5D" w14:textId="77777777" w:rsidR="0014553C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</w:p>
    <w:p w14:paraId="71BF2996" w14:textId="77777777" w:rsidR="0014553C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4DAB5D99" w14:textId="77777777" w:rsidR="0014553C" w:rsidRPr="008D5DE9" w:rsidRDefault="0014553C" w:rsidP="0014553C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campanhas de redes sociais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2328508" w14:textId="77777777" w:rsidR="0014553C" w:rsidRPr="00F87025" w:rsidRDefault="0014553C" w:rsidP="001455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736BA4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A68C9" w:rsidRPr="00136AD8" w14:paraId="5DA19C4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9944554" w14:textId="317571C7" w:rsidR="000A68C9" w:rsidRPr="00136AD8" w:rsidRDefault="000A68C9" w:rsidP="000A68C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F32C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83468B5" w14:textId="019A9F10" w:rsidR="000A68C9" w:rsidRPr="009C256C" w:rsidRDefault="000A68C9" w:rsidP="000A68C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F32C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Elaborar o </w:t>
            </w:r>
            <w:proofErr w:type="spellStart"/>
            <w:r w:rsidRPr="003F32CD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brand</w:t>
            </w:r>
            <w:proofErr w:type="spellEnd"/>
            <w:r w:rsidRPr="003F32CD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32CD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book</w:t>
            </w:r>
            <w:proofErr w:type="spellEnd"/>
            <w:r w:rsidRPr="003F32C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 projetos de comunicação gráfica</w:t>
            </w:r>
          </w:p>
        </w:tc>
      </w:tr>
      <w:tr w:rsidR="000A68C9" w:rsidRPr="00136AD8" w14:paraId="4F68BE97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BF5364C" w14:textId="35A4109F" w:rsidR="000A68C9" w:rsidRPr="00136AD8" w:rsidRDefault="000A68C9" w:rsidP="000A68C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F32CD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930C7AB" w14:textId="721E6E33" w:rsidR="000A68C9" w:rsidRPr="00136AD8" w:rsidRDefault="000A68C9" w:rsidP="000A68C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F32CD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 xml:space="preserve">Brand </w:t>
            </w:r>
            <w:proofErr w:type="spellStart"/>
            <w:r w:rsidRPr="003F32CD">
              <w:rPr>
                <w:rFonts w:ascii="Verdana Pro Light" w:eastAsia="Arial Unicode MS" w:hAnsi="Verdana Pro Light" w:cs="Times New Roman"/>
                <w:i/>
                <w:iCs/>
                <w:sz w:val="18"/>
                <w:szCs w:val="18"/>
              </w:rPr>
              <w:t>book</w:t>
            </w:r>
            <w:proofErr w:type="spellEnd"/>
            <w:r w:rsidRPr="003F32CD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de projetos de comunicação gráfica</w:t>
            </w:r>
          </w:p>
        </w:tc>
      </w:tr>
    </w:tbl>
    <w:p w14:paraId="00648E0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CA9A751" w14:textId="24DE6C79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384A32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F66A4D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74A18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92525D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262B6" w14:textId="77777777" w:rsidR="00CE1224" w:rsidRDefault="00CE1224" w:rsidP="00CE122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os objetivos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comunicacionais propostos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referências e tendências editoriais</w:t>
            </w:r>
          </w:p>
          <w:p w14:paraId="61019B16" w14:textId="77777777" w:rsidR="00CE1224" w:rsidRDefault="00CE1224" w:rsidP="00CE122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Criar a linha gráfica editorial, a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narrativa visual e o fluxo da informação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 publicação</w:t>
            </w:r>
          </w:p>
          <w:p w14:paraId="15A772F6" w14:textId="77777777" w:rsidR="00CE1224" w:rsidRDefault="00CE1224" w:rsidP="00CE122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Definir as regras visuais e de comunicação do projeto</w:t>
            </w:r>
          </w:p>
          <w:p w14:paraId="53F20448" w14:textId="77777777" w:rsidR="00CE1224" w:rsidRDefault="00CE1224" w:rsidP="00CE122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o projeto editorial e o índice de conteúdos</w:t>
            </w:r>
          </w:p>
          <w:p w14:paraId="069B31D9" w14:textId="77777777" w:rsidR="00CE1224" w:rsidRDefault="00CE1224" w:rsidP="00CE122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R5. Editar os conteúdos de texto, e os elementos visuais, compor as páginas</w:t>
            </w:r>
          </w:p>
          <w:p w14:paraId="0301DA6C" w14:textId="50F6DE35" w:rsidR="008C76A8" w:rsidRPr="001B353A" w:rsidRDefault="00CE1224" w:rsidP="00CE122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publicação,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C76A8" w:rsidRPr="00136AD8" w14:paraId="2101153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2A9E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02FDB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CD09E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E1224" w:rsidRPr="00136AD8" w14:paraId="009B9F9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112EC" w14:textId="77777777" w:rsidR="00CE1224" w:rsidRDefault="00CE1224" w:rsidP="00CE1224">
            <w:pPr>
              <w:pStyle w:val="PargrafodaLista"/>
              <w:ind w:left="3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6FB896" w14:textId="77777777" w:rsidR="00CE1224" w:rsidRDefault="00CE1224" w:rsidP="00CE122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Brand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Book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conteúdo e função</w:t>
            </w:r>
          </w:p>
          <w:p w14:paraId="56090598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Missão</w:t>
            </w:r>
          </w:p>
          <w:p w14:paraId="33286D6A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</w:t>
            </w:r>
          </w:p>
          <w:p w14:paraId="30FA4324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Valores</w:t>
            </w:r>
          </w:p>
          <w:p w14:paraId="0BEE886F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Pilares</w:t>
            </w:r>
          </w:p>
          <w:p w14:paraId="58F4C152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Código de conduta</w:t>
            </w:r>
          </w:p>
          <w:p w14:paraId="40A94D11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Tom de voz.</w:t>
            </w:r>
          </w:p>
          <w:p w14:paraId="39FE5CB1" w14:textId="77777777" w:rsidR="00CE1224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Brand Persona</w:t>
            </w:r>
          </w:p>
          <w:p w14:paraId="6E36D222" w14:textId="77777777" w:rsidR="00CE1224" w:rsidRPr="00AD14B6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Detalhes de aplicação de logotipo</w:t>
            </w:r>
          </w:p>
          <w:p w14:paraId="48284867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Paleta de cores</w:t>
            </w:r>
          </w:p>
          <w:p w14:paraId="4C6E808B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Identidade tipográfica</w:t>
            </w:r>
          </w:p>
          <w:p w14:paraId="46462844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de apoio</w:t>
            </w:r>
          </w:p>
          <w:p w14:paraId="0C839565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Direção fotográfica</w:t>
            </w:r>
          </w:p>
          <w:p w14:paraId="2F06EB41" w14:textId="77777777" w:rsidR="00CE1224" w:rsidRPr="00940C81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</w:t>
            </w:r>
          </w:p>
          <w:p w14:paraId="377BF2DB" w14:textId="77777777" w:rsidR="00CE1224" w:rsidRPr="00AD14B6" w:rsidRDefault="00CE1224" w:rsidP="00CE1224">
            <w:pPr>
              <w:pStyle w:val="PargrafodaLista"/>
              <w:numPr>
                <w:ilvl w:val="0"/>
                <w:numId w:val="8"/>
              </w:num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0C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Banco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9209806" w14:textId="77777777" w:rsidR="00CE1224" w:rsidRDefault="00CE1224" w:rsidP="00CE122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Projeto editorial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274D733" w14:textId="77777777" w:rsidR="00CE1224" w:rsidRDefault="00CE1224" w:rsidP="00CE122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Design editorial e design estratégico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770A222" w14:textId="77777777" w:rsidR="00CE1224" w:rsidRPr="00AD14B6" w:rsidRDefault="00CE1224" w:rsidP="00CE122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59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componentes técnicas e estruturais dos suportes editoriais</w:t>
            </w:r>
            <w:r w:rsidRPr="00AD14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708CDB0" w14:textId="77777777" w:rsidR="00CE1224" w:rsidRDefault="00CE1224" w:rsidP="00CE122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59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C7C2E3" w14:textId="77777777" w:rsidR="00CE1224" w:rsidRPr="00DB5939" w:rsidRDefault="00CE1224" w:rsidP="00CE1224">
            <w:pPr>
              <w:pStyle w:val="PargrafodaLista"/>
              <w:numPr>
                <w:ilvl w:val="0"/>
                <w:numId w:val="8"/>
              </w:numPr>
              <w:ind w:left="34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  <w:p w14:paraId="0F12C97B" w14:textId="77777777" w:rsidR="00CE1224" w:rsidRPr="001B353A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C5250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função do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brand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book</w:t>
            </w:r>
            <w:proofErr w:type="spellEnd"/>
          </w:p>
          <w:p w14:paraId="633E845A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componentes da estratégia de comunicação</w:t>
            </w:r>
          </w:p>
          <w:p w14:paraId="706860DC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Adaptar os conteúdos à especificidade de cada projeto</w:t>
            </w:r>
          </w:p>
          <w:p w14:paraId="6F58D4E6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de design editorial </w:t>
            </w:r>
          </w:p>
          <w:p w14:paraId="3DEC7ADC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Diferenciar a hierarquia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informação</w:t>
            </w:r>
          </w:p>
          <w:p w14:paraId="343214C7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em design editorial</w:t>
            </w:r>
          </w:p>
          <w:p w14:paraId="0053DB62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31C44507" w14:textId="2C13DDD9" w:rsidR="00CE1224" w:rsidRPr="00057283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29DDC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DDEC27C" w14:textId="77777777" w:rsidR="00CE1224" w:rsidRDefault="00CE1224" w:rsidP="00CE122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45D7E66A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6AF4269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C9357B7" w14:textId="77777777" w:rsidR="00CE1224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539E7281" w14:textId="77777777" w:rsidR="00CE1224" w:rsidRPr="00057283" w:rsidRDefault="00CE1224" w:rsidP="00CE1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D467729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356642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44CB56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06A1956" w14:textId="77777777" w:rsidR="00CE1224" w:rsidRPr="00AD56F4" w:rsidRDefault="00CE1224" w:rsidP="00CE12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3F32CD">
        <w:rPr>
          <w:rFonts w:ascii="Verdana Pro Light" w:eastAsia="Arial Unicode MS" w:hAnsi="Verdana Pro Light" w:cs="Times New Roman"/>
          <w:b/>
          <w:sz w:val="18"/>
          <w:szCs w:val="18"/>
        </w:rPr>
        <w:t xml:space="preserve">Elaborar o </w:t>
      </w:r>
      <w:proofErr w:type="spellStart"/>
      <w:r w:rsidRPr="003F32CD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brand</w:t>
      </w:r>
      <w:proofErr w:type="spellEnd"/>
      <w:r w:rsidRPr="003F32CD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 xml:space="preserve"> </w:t>
      </w:r>
      <w:proofErr w:type="spellStart"/>
      <w:r w:rsidRPr="003F32CD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book</w:t>
      </w:r>
      <w:proofErr w:type="spellEnd"/>
      <w:r w:rsidRPr="003F32CD">
        <w:rPr>
          <w:rFonts w:ascii="Verdana Pro Light" w:eastAsia="Arial Unicode MS" w:hAnsi="Verdana Pro Light" w:cs="Times New Roman"/>
          <w:b/>
          <w:sz w:val="18"/>
          <w:szCs w:val="18"/>
        </w:rPr>
        <w:t xml:space="preserve"> de projetos de comunicação gráfica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615AD959" w14:textId="77777777" w:rsidR="00CE1224" w:rsidRPr="00F02690" w:rsidRDefault="00CE1224" w:rsidP="00CE12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o projeto definindo o formato e o nº de páginas tendo em conta o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suporte </w:t>
      </w:r>
      <w:r>
        <w:rPr>
          <w:rFonts w:ascii="Verdana Pro Light" w:eastAsia="Arial Unicode MS" w:hAnsi="Verdana Pro Light" w:cs="Arial Unicode MS"/>
          <w:sz w:val="18"/>
          <w:szCs w:val="18"/>
        </w:rPr>
        <w:t>de difusão (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impresso, ecrã ou em rede</w:t>
      </w:r>
      <w:r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755114C1" w14:textId="77777777" w:rsidR="00CE1224" w:rsidRDefault="00CE1224" w:rsidP="00CE12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Criando uma linha gráfica editorial, uma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narrativa visual e </w:t>
      </w:r>
      <w:r>
        <w:rPr>
          <w:rFonts w:ascii="Verdana Pro Light" w:eastAsia="Arial Unicode MS" w:hAnsi="Verdana Pro Light" w:cs="Arial Unicode MS"/>
          <w:sz w:val="18"/>
          <w:szCs w:val="18"/>
        </w:rPr>
        <w:t>um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fluxo da informação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tendo em conta os 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 o posicionamento da marca</w:t>
      </w:r>
    </w:p>
    <w:p w14:paraId="42961FC2" w14:textId="77777777" w:rsidR="00CE1224" w:rsidRDefault="00CE1224" w:rsidP="00CE12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o projeto de design editorial respeitando as técnicas de paginação de publicações adequadas ao suporte de difusão</w:t>
      </w:r>
    </w:p>
    <w:p w14:paraId="144D21D5" w14:textId="77777777" w:rsidR="00CE1224" w:rsidRDefault="00CE1224" w:rsidP="00CE12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Criando um índice de conteúdos tendo em conta as especificidades do projeto gráfico</w:t>
      </w:r>
    </w:p>
    <w:p w14:paraId="6E179F60" w14:textId="77777777" w:rsidR="00CE1224" w:rsidRPr="00F02690" w:rsidRDefault="00CE1224" w:rsidP="00CE12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suporte de difusão </w:t>
      </w:r>
    </w:p>
    <w:p w14:paraId="38269FE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BFB8DF" w14:textId="77777777" w:rsidR="00CE1224" w:rsidRPr="00F87025" w:rsidRDefault="00CE1224" w:rsidP="00CE12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243D5F" w14:textId="77777777" w:rsidR="00CE1224" w:rsidRPr="00984B30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15330D1" w14:textId="77777777" w:rsidR="00CE1224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F848A75" w14:textId="77777777" w:rsidR="00CE1224" w:rsidRPr="00643045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5AC07DBF" w14:textId="77777777" w:rsidR="00CE1224" w:rsidRPr="00E2794B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5A50106" w14:textId="77777777" w:rsidR="00CE1224" w:rsidRPr="00F87025" w:rsidRDefault="00CE1224" w:rsidP="00CE12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250797" w14:textId="77777777" w:rsidR="00CE1224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 xml:space="preserve">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do projeto</w:t>
      </w:r>
    </w:p>
    <w:p w14:paraId="15A0FF7A" w14:textId="77777777" w:rsidR="00CE1224" w:rsidRPr="00C379FA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C75BA12" w14:textId="77777777" w:rsidR="00CE1224" w:rsidRPr="007F359E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2B701AB5" w14:textId="77777777" w:rsidR="00CE1224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design editorial </w:t>
      </w:r>
    </w:p>
    <w:p w14:paraId="06BD6740" w14:textId="77777777" w:rsidR="00CE1224" w:rsidRDefault="00CE1224" w:rsidP="00CE1224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brand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book</w:t>
      </w:r>
      <w:proofErr w:type="spellEnd"/>
    </w:p>
    <w:p w14:paraId="476242A7" w14:textId="2B2EBF65" w:rsidR="008C76A8" w:rsidRPr="00051C79" w:rsidRDefault="00CE1224" w:rsidP="00CE12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FA3D6B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6FE57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C3FE8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0815F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3ED8C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97731" w:rsidRPr="00136AD8" w14:paraId="30FC9C5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30E36E8" w14:textId="7543F0A1" w:rsidR="00597731" w:rsidRPr="00136AD8" w:rsidRDefault="00597731" w:rsidP="0059773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E3A08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5D651C" w14:textId="4A735436" w:rsidR="00597731" w:rsidRPr="009C256C" w:rsidRDefault="00597731" w:rsidP="0059773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41862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Criar embalagens</w:t>
            </w:r>
          </w:p>
        </w:tc>
      </w:tr>
      <w:tr w:rsidR="00597731" w:rsidRPr="00136AD8" w14:paraId="0E47AC42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06A625" w14:textId="54F3C573" w:rsidR="00597731" w:rsidRPr="00136AD8" w:rsidRDefault="00597731" w:rsidP="0059773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E3A08">
              <w:rPr>
                <w:rFonts w:ascii="Verdana Pro Light" w:hAnsi="Verdana Pro Light" w:cs="Times New Roman"/>
                <w:smallCaps/>
                <w:color w:val="ED7D31" w:themeColor="accent2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20D2E7" w14:textId="35C35995" w:rsidR="00597731" w:rsidRPr="00136AD8" w:rsidRDefault="0089192B" w:rsidP="0059773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34A87"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  <w:t>Design estrutural de embalagem</w:t>
            </w:r>
          </w:p>
        </w:tc>
      </w:tr>
    </w:tbl>
    <w:p w14:paraId="6EA8064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F053193" w14:textId="12B090F4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54BAA5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DD89F3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D2D8E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98BF8F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A17208" w14:textId="77777777" w:rsidR="0089192B" w:rsidRDefault="0089192B" w:rsidP="0089192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76A05F5D" w14:textId="77777777" w:rsidR="0089192B" w:rsidRDefault="0089192B" w:rsidP="0089192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Fazer o desenho técnico da embalagem e selecionar materiais de fabrico</w:t>
            </w:r>
          </w:p>
          <w:p w14:paraId="0177776A" w14:textId="77777777" w:rsidR="0089192B" w:rsidRDefault="0089192B" w:rsidP="0089192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e fazer testes e ajustes</w:t>
            </w:r>
          </w:p>
          <w:p w14:paraId="5F2CBE1A" w14:textId="77777777" w:rsidR="0089192B" w:rsidRDefault="0089192B" w:rsidP="0089192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Usar um programa de edição de vetores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(editar o desenho técnico, ajustá-lo à sua função e aplicar os grafismo e elementos informativos)</w:t>
            </w:r>
          </w:p>
          <w:p w14:paraId="5285C5CF" w14:textId="77777777" w:rsidR="0089192B" w:rsidRDefault="0089192B" w:rsidP="0089192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Imprimir o desenho técnico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fazer ajustes e voltar 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 necessário</w:t>
            </w:r>
          </w:p>
          <w:p w14:paraId="71027DBF" w14:textId="77777777" w:rsidR="0089192B" w:rsidRPr="00C153C4" w:rsidRDefault="0089192B" w:rsidP="0089192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Preparar os ficheiros digitais para impressão em gráfica</w:t>
            </w:r>
          </w:p>
          <w:p w14:paraId="087FCA99" w14:textId="183DEFD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337203D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DA199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142F6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6BB7A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97731" w:rsidRPr="00136AD8" w14:paraId="02BF031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194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de embalagem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geometria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F1A3417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Embalagem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Finalidades e processos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4D081B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produção fabrico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53CE506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legais sobre embalagens</w:t>
            </w:r>
          </w:p>
          <w:p w14:paraId="1C2B02B4" w14:textId="77777777" w:rsidR="00597731" w:rsidRPr="00C12D6E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4F495475" w14:textId="39137FF8" w:rsidR="00597731" w:rsidRPr="001B353A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118FF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materiais para produção de embalagens</w:t>
            </w:r>
          </w:p>
          <w:p w14:paraId="5CC8C88D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questões ligadas à economia de materiais, à ecologia e sustentabilidade na produção de embalagens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DC2A1DE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produção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embalagens</w:t>
            </w:r>
          </w:p>
          <w:p w14:paraId="4EC8708E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processo de produção e fabrico de embalagens</w:t>
            </w:r>
          </w:p>
          <w:p w14:paraId="7A92C62F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370E94D1" w14:textId="6BC9E7AB" w:rsidR="00597731" w:rsidRPr="00057283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embalagem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968DB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8C87C64" w14:textId="77777777" w:rsidR="00597731" w:rsidRDefault="00597731" w:rsidP="0059773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E58D234" w14:textId="77777777" w:rsidR="00597731" w:rsidRDefault="00597731" w:rsidP="0059773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08518D7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D16C4FF" w14:textId="77777777" w:rsidR="00597731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6D90631E" w14:textId="77777777" w:rsidR="00597731" w:rsidRPr="003E2194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73C5B509" w14:textId="77777777" w:rsidR="00597731" w:rsidRPr="00057283" w:rsidRDefault="00597731" w:rsidP="005977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4E68E0D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BE47CDD" w14:textId="0D35A221" w:rsidR="008C76A8" w:rsidRDefault="008C76A8" w:rsidP="008C76A8">
      <w:pPr>
        <w:rPr>
          <w:rFonts w:ascii="Verdana Pro Light" w:hAnsi="Verdana Pro Light"/>
          <w:smallCaps/>
        </w:rPr>
      </w:pPr>
    </w:p>
    <w:p w14:paraId="179709A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360ED20" w14:textId="77777777" w:rsidR="00597731" w:rsidRDefault="00597731" w:rsidP="005977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D2A73">
        <w:rPr>
          <w:rFonts w:ascii="Verdana Pro Light" w:eastAsia="Arial Unicode MS" w:hAnsi="Verdana Pro Light" w:cs="Times New Roman"/>
          <w:b/>
          <w:sz w:val="18"/>
          <w:szCs w:val="18"/>
        </w:rPr>
        <w:t>Criar embalagens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875C49C" w14:textId="5CEB96BD" w:rsidR="00597731" w:rsidRDefault="00597731" w:rsidP="005977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</w:t>
      </w:r>
      <w:proofErr w:type="gram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8919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proofErr w:type="gramEnd"/>
      <w:r w:rsidR="008919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Criando o desenho técnico tendo em consideração a função para a qual a embalagem vai ser usada</w:t>
      </w:r>
    </w:p>
    <w:p w14:paraId="6904624C" w14:textId="77777777" w:rsidR="00597731" w:rsidRPr="0064164C" w:rsidRDefault="00597731" w:rsidP="005977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Selecionando os materiais tendo em conta o processo de fabrico e a funcionalidade da embalagem</w:t>
      </w:r>
    </w:p>
    <w:p w14:paraId="683BDE57" w14:textId="77777777" w:rsidR="00597731" w:rsidRDefault="00597731" w:rsidP="005977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linguagem visual ao público-alvo e à função da embalagem</w:t>
      </w:r>
    </w:p>
    <w:p w14:paraId="5BCD9C8D" w14:textId="77777777" w:rsidR="00597731" w:rsidRPr="0064164C" w:rsidRDefault="00597731" w:rsidP="005977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Adequando a informação constante na embalagem às normas legais</w:t>
      </w:r>
    </w:p>
    <w:p w14:paraId="79FBAB1B" w14:textId="77777777" w:rsidR="00597731" w:rsidRDefault="00597731" w:rsidP="005977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Preparando adequadamente os ficheiros digitais para impressão</w:t>
      </w:r>
    </w:p>
    <w:p w14:paraId="46E01B80" w14:textId="77777777" w:rsidR="00597731" w:rsidRPr="00136AD8" w:rsidRDefault="00597731" w:rsidP="0059773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8BDE89" w14:textId="77777777" w:rsidR="00597731" w:rsidRPr="00F87025" w:rsidRDefault="00597731" w:rsidP="005977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76E4E9DC" w14:textId="77777777" w:rsidR="00597731" w:rsidRPr="00984B30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6EC90B0" w14:textId="77777777" w:rsidR="00597731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C777BD6" w14:textId="77777777" w:rsidR="00597731" w:rsidRPr="00E2794B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ED6C106" w14:textId="77777777" w:rsidR="00597731" w:rsidRPr="00F87025" w:rsidRDefault="00597731" w:rsidP="005977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FB7B574" w14:textId="77777777" w:rsidR="00597731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25B91EC6" w14:textId="77777777" w:rsidR="00597731" w:rsidRPr="009765D9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embalagens</w:t>
      </w:r>
    </w:p>
    <w:p w14:paraId="49DE6087" w14:textId="77777777" w:rsidR="00597731" w:rsidRPr="00436CB6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32A09A2" w14:textId="77777777" w:rsidR="00597731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2EC08FF4" w14:textId="77777777" w:rsidR="00597731" w:rsidRPr="00707834" w:rsidRDefault="00597731" w:rsidP="00597731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  <w:r w:rsidRPr="0070783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5F401C" w14:textId="77777777" w:rsidR="00597731" w:rsidRPr="00F87025" w:rsidRDefault="00597731" w:rsidP="005977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2B3C0D" w14:textId="77777777" w:rsidR="00597731" w:rsidRPr="00051C79" w:rsidRDefault="00597731" w:rsidP="0059773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AB9C4E" w14:textId="77777777" w:rsidR="00597731" w:rsidRDefault="00597731" w:rsidP="00597731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 técnico de artes gráficas</w:t>
      </w:r>
    </w:p>
    <w:p w14:paraId="25D8C30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BF5B6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7AC8" w:rsidRPr="00136AD8" w14:paraId="5C523A2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227986" w14:textId="1B833C29" w:rsidR="00057AC8" w:rsidRPr="00136AD8" w:rsidRDefault="00057AC8" w:rsidP="00057AC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9CF43A" w14:textId="14A7C125" w:rsidR="00057AC8" w:rsidRPr="009C256C" w:rsidRDefault="00057AC8" w:rsidP="00057AC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7249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Conceber portfólios fotográficos aplicados a projetos de comunicação gráfica</w:t>
            </w:r>
          </w:p>
        </w:tc>
      </w:tr>
      <w:tr w:rsidR="00057AC8" w:rsidRPr="00136AD8" w14:paraId="4B769675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98D9EFE" w14:textId="394E947B" w:rsidR="00057AC8" w:rsidRPr="00136AD8" w:rsidRDefault="00057AC8" w:rsidP="00057AC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9195249" w14:textId="16A2F753" w:rsidR="00057AC8" w:rsidRPr="00136AD8" w:rsidRDefault="00057AC8" w:rsidP="00057AC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7249D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fotográfica no projeto gráfico</w:t>
            </w:r>
          </w:p>
        </w:tc>
      </w:tr>
    </w:tbl>
    <w:p w14:paraId="1F76DB7A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DCE8A0C" w14:textId="04F6DDF5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792C71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CCE2F8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EC002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6A384F3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4C03CB" w14:textId="77777777" w:rsidR="00057AC8" w:rsidRDefault="00057AC8" w:rsidP="00057AC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Analisar o briefing de comunicação </w:t>
            </w:r>
          </w:p>
          <w:p w14:paraId="0D3A6D73" w14:textId="77777777" w:rsidR="00057AC8" w:rsidRPr="005A109F" w:rsidRDefault="00057AC8" w:rsidP="00057AC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Definir as tipologias de imagem a fotografar</w:t>
            </w:r>
          </w:p>
          <w:p w14:paraId="15857B12" w14:textId="77777777" w:rsidR="00057AC8" w:rsidRDefault="00057AC8" w:rsidP="00057AC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os equipamentos espaços e adereços para fotografar</w:t>
            </w:r>
          </w:p>
          <w:p w14:paraId="3CCF0E0C" w14:textId="77777777" w:rsidR="00057AC8" w:rsidRPr="00313C82" w:rsidRDefault="00057AC8" w:rsidP="00057AC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Realizar várias fotografias </w:t>
            </w:r>
          </w:p>
          <w:p w14:paraId="6E5AB826" w14:textId="77777777" w:rsidR="00057AC8" w:rsidRPr="00313C82" w:rsidRDefault="00057AC8" w:rsidP="00057AC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Editar as fotografias</w:t>
            </w:r>
          </w:p>
          <w:p w14:paraId="2957892F" w14:textId="77777777" w:rsidR="00057AC8" w:rsidRDefault="00057AC8" w:rsidP="00057AC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Preparar os ficheiros fotográficos para serem aplicados no projeto gráfico</w:t>
            </w:r>
          </w:p>
          <w:p w14:paraId="6A602CCC" w14:textId="66D7224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0F9484E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3014E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9EA55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E3A59D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7AC8" w:rsidRPr="00136AD8" w14:paraId="2784F94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CBBEC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Máquinas fotográficas digitais, mesas digitalizadoras (scanners) e seus acessórios</w:t>
            </w:r>
          </w:p>
          <w:p w14:paraId="54622E84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Dispositivos de armazenamento de imagens e técnicas de arquivo</w:t>
            </w:r>
          </w:p>
          <w:p w14:paraId="559F595D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Aplicativos de edição de imagem</w:t>
            </w:r>
          </w:p>
          <w:p w14:paraId="5D3435B3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Impressão, exportação e difusão conforme as finalidades do projeto gráfico</w:t>
            </w:r>
          </w:p>
          <w:p w14:paraId="36FD09F7" w14:textId="77777777" w:rsidR="00057AC8" w:rsidRPr="005644A7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fotográfica aplicada num projeto de comunicação gráfica - objetivos, processos e fases</w:t>
            </w:r>
          </w:p>
          <w:p w14:paraId="31E48F82" w14:textId="77777777" w:rsidR="00057AC8" w:rsidRPr="001B353A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41ED3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diferentes tipos de máquinas digitais e os seus componentes</w:t>
            </w:r>
          </w:p>
          <w:p w14:paraId="15CF532E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a câmara digital e a edição de imagem digital.</w:t>
            </w:r>
          </w:p>
          <w:p w14:paraId="4DB6CCF9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e resoluções</w:t>
            </w:r>
          </w:p>
          <w:p w14:paraId="2D907655" w14:textId="78E24E4F" w:rsidR="00057AC8" w:rsidRPr="00057283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arquivo digital.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33572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3861CEC" w14:textId="77777777" w:rsidR="00057AC8" w:rsidRDefault="00057AC8" w:rsidP="00057AC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B1060A6" w14:textId="77777777" w:rsidR="00057AC8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00D286AB" w14:textId="1E58B51F" w:rsidR="00057AC8" w:rsidRPr="00057283" w:rsidRDefault="00057AC8" w:rsidP="00057A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335C0A9C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D0FE4A3" w14:textId="6BFD8824" w:rsidR="008C76A8" w:rsidRDefault="008C76A8" w:rsidP="008C76A8">
      <w:pPr>
        <w:rPr>
          <w:rFonts w:ascii="Verdana Pro Light" w:hAnsi="Verdana Pro Light"/>
          <w:smallCaps/>
        </w:rPr>
      </w:pPr>
    </w:p>
    <w:p w14:paraId="15C3413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F1F84EE" w14:textId="77777777" w:rsidR="00057AC8" w:rsidRDefault="00057AC8" w:rsidP="00057A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2" w:name="_Hlk152602487"/>
      <w:r w:rsidRPr="0097249D">
        <w:rPr>
          <w:rFonts w:ascii="Verdana Pro Light" w:eastAsia="Arial Unicode MS" w:hAnsi="Verdana Pro Light" w:cs="Times New Roman"/>
          <w:b/>
          <w:sz w:val="18"/>
          <w:szCs w:val="18"/>
        </w:rPr>
        <w:t>Conceber portfólios fotográficos aplicados a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73B5B27" w14:textId="77777777" w:rsidR="00057AC8" w:rsidRPr="0064164C" w:rsidRDefault="00057AC8" w:rsidP="00057A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comunicacionais</w:t>
      </w:r>
    </w:p>
    <w:p w14:paraId="6B24C5F3" w14:textId="77777777" w:rsidR="00057AC8" w:rsidRPr="0064164C" w:rsidRDefault="00057AC8" w:rsidP="00057A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Manuseando corretamente e em segurança os equipamentos fotográficos</w:t>
      </w:r>
    </w:p>
    <w:p w14:paraId="7CCAF2DC" w14:textId="77777777" w:rsidR="00057AC8" w:rsidRDefault="00057AC8" w:rsidP="00057A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Editando as imagens para serem aplicadas no projeto gráfico tendo em conta a estética do projeto</w:t>
      </w:r>
    </w:p>
    <w:p w14:paraId="10D3DE3B" w14:textId="77777777" w:rsidR="00057AC8" w:rsidRDefault="00057AC8" w:rsidP="00057A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Definindo o formato e resolução das imagens tendo em conta os suportes do projeto</w:t>
      </w:r>
    </w:p>
    <w:p w14:paraId="2B013E19" w14:textId="77777777" w:rsidR="00057AC8" w:rsidRPr="00136AD8" w:rsidRDefault="00057AC8" w:rsidP="00057A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B8158E" w14:textId="77777777" w:rsidR="00057AC8" w:rsidRPr="00F87025" w:rsidRDefault="00057AC8" w:rsidP="00057A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AC91A14" w14:textId="77777777" w:rsidR="00057AC8" w:rsidRDefault="00057AC8" w:rsidP="00057A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</w:p>
    <w:p w14:paraId="561FC592" w14:textId="785CCA48" w:rsidR="00057AC8" w:rsidRPr="00E2794B" w:rsidRDefault="00057AC8" w:rsidP="00057AC8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EB5BD7" w14:textId="77777777" w:rsidR="00057AC8" w:rsidRPr="00F87025" w:rsidRDefault="00057AC8" w:rsidP="00057A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2F2F0CDD" w14:textId="77777777" w:rsidR="00057AC8" w:rsidRDefault="00057AC8" w:rsidP="00057AC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3B0D583F" w14:textId="77777777" w:rsidR="00057AC8" w:rsidRDefault="00057AC8" w:rsidP="00057AC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09FF3A30" w14:textId="77777777" w:rsidR="00057AC8" w:rsidRPr="008D5DE9" w:rsidRDefault="00057AC8" w:rsidP="00057AC8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fotografias de projetos gráficos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F67F9FD" w14:textId="77777777" w:rsidR="00057AC8" w:rsidRPr="00F87025" w:rsidRDefault="00057AC8" w:rsidP="00057A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12"/>
    <w:p w14:paraId="7D27BF9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EE404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259D3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A6592" w:rsidRPr="00136AD8" w14:paraId="525EC6B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0D3FB1" w14:textId="74009042" w:rsidR="00CA6592" w:rsidRPr="00CA6592" w:rsidRDefault="00CA6592" w:rsidP="00CA659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A659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C5134AD" w14:textId="54AB2903" w:rsidR="00CA6592" w:rsidRPr="00CA6592" w:rsidRDefault="00CA6592" w:rsidP="00CA659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CA6592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a produção gráfica da obra impressa</w:t>
            </w:r>
          </w:p>
        </w:tc>
      </w:tr>
      <w:tr w:rsidR="00CA6592" w:rsidRPr="00136AD8" w14:paraId="1633A6C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8FA0352" w14:textId="5B229906" w:rsidR="00CA6592" w:rsidRPr="00CA6592" w:rsidRDefault="00CA6592" w:rsidP="00CA659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A659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A5E140A" w14:textId="59555611" w:rsidR="00CA6592" w:rsidRPr="00CA6592" w:rsidRDefault="00CA6592" w:rsidP="00CA659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A6592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Produção gráfica da obra impressa</w:t>
            </w:r>
          </w:p>
        </w:tc>
      </w:tr>
    </w:tbl>
    <w:p w14:paraId="56916C9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3FFD052" w14:textId="790CA784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7E7B01C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590026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5BDF3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F4187F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33404" w14:textId="77777777" w:rsidR="00CA6592" w:rsidRDefault="00CA6592" w:rsidP="00CA659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Caracterizar as áreas do ciclo produtivo em artes gráficas</w:t>
            </w:r>
          </w:p>
          <w:p w14:paraId="04BF4D41" w14:textId="77777777" w:rsidR="00CA6592" w:rsidRDefault="00CA6592" w:rsidP="00CA659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C3C9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Caracterizar o</w:t>
            </w:r>
            <w:r w:rsidRPr="00CC3C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circuito convencional da obra impressa e as rotinas de </w:t>
            </w:r>
            <w:proofErr w:type="spellStart"/>
            <w:r w:rsidRPr="00CC3C9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preflight</w:t>
            </w:r>
            <w:proofErr w:type="spellEnd"/>
            <w:r w:rsidRPr="00CC3C9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Pr="00CC3C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de controlo de qualidade </w:t>
            </w:r>
          </w:p>
          <w:p w14:paraId="3A037B40" w14:textId="77777777" w:rsidR="00CA6592" w:rsidRDefault="00CA6592" w:rsidP="00CA659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Enumerar as principais normas de segurança na área das artes gráficas</w:t>
            </w:r>
          </w:p>
          <w:p w14:paraId="329C086A" w14:textId="77777777" w:rsidR="00CA6592" w:rsidRDefault="00CA6592" w:rsidP="00CA659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Preparar um projeto gráfico para impressão</w:t>
            </w:r>
          </w:p>
          <w:p w14:paraId="5FD4BC1D" w14:textId="26FB8CE5" w:rsidR="008C76A8" w:rsidRPr="001B353A" w:rsidRDefault="00CA6592" w:rsidP="00CA659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um pedido de orçamento para um projeto gráfico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</w:tr>
      <w:tr w:rsidR="008C76A8" w:rsidRPr="00136AD8" w14:paraId="11F32339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09F57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1A648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48FF69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A6592" w:rsidRPr="00136AD8" w14:paraId="5FBCD31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616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gráfica da obra impressa nas diferentes áreas do ciclo produtivo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5F8B7A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em artes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C76BE15" w14:textId="77777777" w:rsidR="00CA6592" w:rsidRPr="00BA75C8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Orçamentação- especificidades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26701A7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 convencional da obra impressa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4B704DC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Rotinas de </w:t>
            </w:r>
            <w:proofErr w:type="spellStart"/>
            <w:r w:rsidRPr="00BF662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preflight</w:t>
            </w:r>
            <w:proofErr w:type="spellEnd"/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controlo de qualidade</w:t>
            </w:r>
          </w:p>
          <w:p w14:paraId="3C4257AC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no âmbito da produção gráfica - objetivos, processos e fases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AB7F79C" w14:textId="582A339B" w:rsidR="00CA6592" w:rsidRPr="001B353A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básicos de segurança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artes gráficas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A9E25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áreas do ciclo produtivo</w:t>
            </w:r>
          </w:p>
          <w:p w14:paraId="4061CD4E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linguagem técnica em artes gráficas</w:t>
            </w:r>
          </w:p>
          <w:p w14:paraId="030DF757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especificidades de um orçamento para um projeto gráfico</w:t>
            </w:r>
          </w:p>
          <w:p w14:paraId="49D67B74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o circuito convencional da obra impressa e as rotinas de </w:t>
            </w:r>
            <w:proofErr w:type="spellStart"/>
            <w:r w:rsidRPr="00BF662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preflight</w:t>
            </w:r>
            <w:proofErr w:type="spellEnd"/>
            <w:r w:rsidRPr="00BF662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de controlo de qualidade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44AE97C" w14:textId="77777777" w:rsidR="00CA6592" w:rsidRPr="00BF662D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66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processos de segurança na produção gráfica da obra impressa.</w:t>
            </w:r>
          </w:p>
          <w:p w14:paraId="08EC0A73" w14:textId="77777777" w:rsidR="00CA6592" w:rsidRPr="00BF662D" w:rsidRDefault="00CA6592" w:rsidP="00CA6592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324267" w14:textId="77777777" w:rsidR="00CA6592" w:rsidRPr="00057283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98D6E" w14:textId="77777777" w:rsidR="00CA6592" w:rsidRDefault="00CA6592" w:rsidP="00CA659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093A2E2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ADC7D7C" w14:textId="77777777" w:rsidR="00CA6592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1DD3EBE" w14:textId="77777777" w:rsidR="00CA6592" w:rsidRPr="00057283" w:rsidRDefault="00CA6592" w:rsidP="00CA65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9FB11E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EB21D0" w14:textId="3C3BFD4F" w:rsidR="008C76A8" w:rsidRDefault="008C76A8" w:rsidP="008C76A8">
      <w:pPr>
        <w:rPr>
          <w:rFonts w:ascii="Verdana Pro Light" w:hAnsi="Verdana Pro Light"/>
          <w:smallCaps/>
        </w:rPr>
      </w:pPr>
    </w:p>
    <w:p w14:paraId="5A7D004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7FB43B2" w14:textId="77777777" w:rsidR="00CA6592" w:rsidRDefault="00CA6592" w:rsidP="00CA6592">
      <w:pPr>
        <w:spacing w:before="120" w:after="0" w:line="276" w:lineRule="auto"/>
        <w:ind w:left="709" w:hanging="567"/>
        <w:rPr>
          <w:rFonts w:ascii="Verdana Pro Light" w:eastAsia="Arial Unicode MS" w:hAnsi="Verdana Pro Light" w:cs="Times New Roman"/>
          <w:b/>
          <w:sz w:val="18"/>
          <w:szCs w:val="18"/>
        </w:rPr>
      </w:pPr>
      <w:r w:rsidRPr="00CC3C92">
        <w:rPr>
          <w:rFonts w:ascii="Verdana Pro Light" w:eastAsia="Arial Unicode MS" w:hAnsi="Verdana Pro Light" w:cs="Times New Roman"/>
          <w:b/>
          <w:sz w:val="18"/>
          <w:szCs w:val="18"/>
        </w:rPr>
        <w:t xml:space="preserve">Efetuar a produção gráfica da obra impressa </w:t>
      </w:r>
    </w:p>
    <w:p w14:paraId="5D60F76D" w14:textId="77777777" w:rsidR="00CA6592" w:rsidRDefault="00CA6592" w:rsidP="00CA6592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>Caracterizando as áreas do ciclo produtivo em artes gráficas</w:t>
      </w:r>
    </w:p>
    <w:p w14:paraId="6C0102C9" w14:textId="77777777" w:rsidR="00CA6592" w:rsidRDefault="00CA6592" w:rsidP="00CA6592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Pr="00CC3C92">
        <w:rPr>
          <w:rFonts w:ascii="Verdana Pro Light" w:eastAsia="Arial Unicode MS" w:hAnsi="Verdana Pro Light" w:cs="Arial Unicode MS"/>
          <w:sz w:val="18"/>
          <w:szCs w:val="18"/>
        </w:rPr>
        <w:t xml:space="preserve"> Caracteriza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CC3C92">
        <w:rPr>
          <w:rFonts w:ascii="Verdana Pro Light" w:eastAsia="Arial Unicode MS" w:hAnsi="Verdana Pro Light" w:cs="Arial Unicode MS"/>
          <w:sz w:val="18"/>
          <w:szCs w:val="18"/>
        </w:rPr>
        <w:t xml:space="preserve"> o</w:t>
      </w:r>
      <w:r w:rsidRPr="00CC3C9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circuito convencional da obra impressa e as rotinas de </w:t>
      </w:r>
      <w:proofErr w:type="spellStart"/>
      <w:r w:rsidRPr="00CC3C92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>preflight</w:t>
      </w:r>
      <w:proofErr w:type="spellEnd"/>
      <w:r w:rsidRPr="00CC3C92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 xml:space="preserve"> </w:t>
      </w:r>
      <w:r w:rsidRPr="00CC3C9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e de controlo de qualidade </w:t>
      </w:r>
    </w:p>
    <w:p w14:paraId="7DD4D253" w14:textId="77777777" w:rsidR="00CA6592" w:rsidRDefault="00CA6592" w:rsidP="00CA6592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Enumerando as principais normas de segurança na área das artes gráficas</w:t>
      </w:r>
    </w:p>
    <w:p w14:paraId="6895BD5A" w14:textId="77777777" w:rsidR="00CA6592" w:rsidRDefault="00CA6592" w:rsidP="00CA6592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CD4. Preparando um projeto gráfico para impressão tendo em conta os processos de impressão e as especificidades técnicas do projeto</w:t>
      </w:r>
    </w:p>
    <w:p w14:paraId="538E01A2" w14:textId="77777777" w:rsidR="00CA6592" w:rsidRDefault="00CA6592" w:rsidP="00CA6592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CD5. Elaborando um pedido de orçamento para um projeto gráfico tendo em conta a linguagem técnica em artes 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6B83F0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C5999A" w14:textId="77777777" w:rsidR="00CA6592" w:rsidRPr="00F87025" w:rsidRDefault="00CA6592" w:rsidP="00CA65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6A28255" w14:textId="77777777" w:rsidR="00CA6592" w:rsidRPr="00984B30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36EEB78" w14:textId="77777777" w:rsidR="00CA6592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414C2659" w14:textId="77777777" w:rsidR="00CA6592" w:rsidRPr="00643045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2167F050" w14:textId="77777777" w:rsidR="00CA6592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B7AE795" w14:textId="77777777" w:rsidR="00CA6592" w:rsidRPr="009A3711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51313A6" w14:textId="77777777" w:rsidR="00CA6592" w:rsidRPr="00F87025" w:rsidRDefault="00CA6592" w:rsidP="00CA65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7E59CF2" w14:textId="77777777" w:rsidR="00CA6592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Peças gráficas para impressão</w:t>
      </w:r>
    </w:p>
    <w:p w14:paraId="6EC2E15A" w14:textId="77777777" w:rsidR="00CA6592" w:rsidRPr="00436CB6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54C3A0C" w14:textId="77777777" w:rsidR="00CA6592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185BBE0C" w14:textId="77777777" w:rsidR="00CA6592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</w:p>
    <w:p w14:paraId="1296841D" w14:textId="77777777" w:rsidR="00CA6592" w:rsidRDefault="00CA6592" w:rsidP="00CA6592">
      <w:pPr>
        <w:pStyle w:val="PargrafodaLista"/>
        <w:numPr>
          <w:ilvl w:val="0"/>
          <w:numId w:val="3"/>
        </w:numPr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Normas de segurança em artes 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3571764" w14:textId="77777777" w:rsidR="00CA6592" w:rsidRPr="00F87025" w:rsidRDefault="00CA6592" w:rsidP="00CA65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F291C6A" w14:textId="77777777" w:rsidR="00CA6592" w:rsidRDefault="00CA6592" w:rsidP="00CA659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733D41D" w14:textId="77777777" w:rsidR="00CA6592" w:rsidRDefault="00CA6592" w:rsidP="00CA6592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uc</w:t>
      </w:r>
      <w:proofErr w:type="spellEnd"/>
      <w:r>
        <w:rPr>
          <w:rFonts w:ascii="Verdana Pro Light" w:hAnsi="Verdana Pro Light"/>
          <w:smallCaps/>
        </w:rPr>
        <w:t xml:space="preserve"> comum com técnico de artes gráficas</w:t>
      </w:r>
    </w:p>
    <w:p w14:paraId="3870498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C15DC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875D3A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37F7F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5304939" w14:textId="6B65C5A4" w:rsidR="008C76A8" w:rsidRPr="009C256C" w:rsidRDefault="0028284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Avaliar os direitos de autor, proteção de dados e </w:t>
            </w:r>
            <w:commentRangeStart w:id="13"/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propriedade</w:t>
            </w:r>
            <w:commentRangeEnd w:id="13"/>
            <w:r>
              <w:rPr>
                <w:rStyle w:val="Refdecomentrio"/>
              </w:rPr>
              <w:commentReference w:id="13"/>
            </w: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 industrial</w:t>
            </w:r>
          </w:p>
        </w:tc>
      </w:tr>
      <w:tr w:rsidR="008C76A8" w:rsidRPr="00136AD8" w14:paraId="58BC8C6E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B462E4C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E6AF818" w14:textId="72E97A6E" w:rsidR="008C76A8" w:rsidRPr="00136AD8" w:rsidRDefault="0028284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sz w:val="18"/>
                <w:szCs w:val="18"/>
              </w:rPr>
              <w:t>Direitos de autor, proteção de dados e propriedade industrial</w:t>
            </w:r>
          </w:p>
        </w:tc>
      </w:tr>
    </w:tbl>
    <w:p w14:paraId="54643E6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4BA416B" w14:textId="70E2120A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86C7D7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7D7C80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15FEA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9AFF78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228412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3318F37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F500161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B51BC42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12E1D6F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B8082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1DA1C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D5030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3A9763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FCCC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5F66A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F1DA6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5565A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28D0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C7C78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3F980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B8580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14E3D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74D7B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854F9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4B3D3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77DC91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5770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C30A0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65606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30146E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8C7E9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E1AE1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E081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D5AB2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13B6D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5AD8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31C59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7689E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94238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4B58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541B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B1326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E79F3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D4D0B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58939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22D2C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FD351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E9DB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953B9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1C2E7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2FEC9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952B42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72903C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81F2E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350886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8E5E6B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7C8F7C7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3D65D04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1BB467C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88BC954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5B783E5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C4B9CB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C7FEF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8DCF9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6240C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5BF97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7E4F0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A9AE1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892C6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D7A640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5B77B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0CA34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E01DE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E700C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169DE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DB564B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E49AB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11269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02583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FEC29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7B224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DF8D7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4399A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6A59C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033DC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64E454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B64BE6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E92C1D" w14:textId="3E5144CC" w:rsidR="008C76A8" w:rsidRPr="009C256C" w:rsidRDefault="0028284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Planear a procura de </w:t>
            </w:r>
            <w:commentRangeStart w:id="14"/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emprego</w:t>
            </w:r>
            <w:commentRangeEnd w:id="14"/>
            <w:r w:rsidRPr="00282844">
              <w:rPr>
                <w:rStyle w:val="Refdecomentrio"/>
                <w:highlight w:val="yellow"/>
              </w:rPr>
              <w:commentReference w:id="14"/>
            </w:r>
          </w:p>
        </w:tc>
      </w:tr>
      <w:tr w:rsidR="008C76A8" w:rsidRPr="00136AD8" w14:paraId="52904B48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3C5830D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B4148BD" w14:textId="6257A8FC" w:rsidR="008C76A8" w:rsidRPr="00136AD8" w:rsidRDefault="0028284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Desenvolvimento pessoal e técnicas de procura de emprego</w:t>
            </w:r>
          </w:p>
        </w:tc>
      </w:tr>
    </w:tbl>
    <w:p w14:paraId="04A4F41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3484D2" w14:textId="57FAB45F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4D85929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0E60A0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E150D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6F84FF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1AF5BF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9528683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4DFF3F8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4352C7B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1E76E18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21669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68915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9D313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4E27078E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7C9B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C370F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D17FA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1A43C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A68ED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C2C9D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C5062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890A7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632EF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0E0C0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F149C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A754B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68F37F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2503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DD0CC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40E9B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53ECC6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AF3E2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F0FA7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C4C6C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0B62B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D6E1D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A1F8D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D57D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2BF14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D34306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F130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4A935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03649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36FBF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6C863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66169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7D8F8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F8CEE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25E34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8D34E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340D9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F9204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5760B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59A4B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10909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287CCB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EC57CFF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959076C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77E8A56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C8DBF63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4F41102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23D3D9D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271793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4504C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0D45A0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8E5FF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043AC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50D3E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DDB0C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D3080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6B5B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D57BB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F8776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093BF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4DC67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C2F63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86C0D3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43FF9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B0894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8EA7A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5C39E0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92F20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C5C9F5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596C1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93F9D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E42D8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2844" w:rsidRPr="00136AD8" w14:paraId="32E80C4C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8B47DE0" w14:textId="612CF4C8" w:rsidR="00282844" w:rsidRPr="00282844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000067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F4DB366" w14:textId="14B788DB" w:rsidR="00282844" w:rsidRPr="00282844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15" w:name="_Hlk104472637"/>
            <w:r w:rsidRPr="0028284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a escrita criativa em contexto profissional </w:t>
            </w:r>
            <w:bookmarkEnd w:id="15"/>
          </w:p>
        </w:tc>
      </w:tr>
      <w:tr w:rsidR="00282844" w:rsidRPr="00136AD8" w14:paraId="627034FA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B2C9AF3" w14:textId="7980B0CC" w:rsidR="00282844" w:rsidRPr="00282844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00067</w:t>
            </w:r>
          </w:p>
        </w:tc>
        <w:tc>
          <w:tcPr>
            <w:tcW w:w="7324" w:type="dxa"/>
            <w:shd w:val="clear" w:color="auto" w:fill="E7E6E6" w:themeFill="background2"/>
          </w:tcPr>
          <w:p w14:paraId="49411FDD" w14:textId="590B85C2" w:rsidR="00282844" w:rsidRPr="00282844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ahoma"/>
                <w:color w:val="C45911" w:themeColor="accent2" w:themeShade="BF"/>
                <w:sz w:val="18"/>
                <w:szCs w:val="18"/>
              </w:rPr>
              <w:t xml:space="preserve">Escrita criativa em contexto profissional </w:t>
            </w:r>
          </w:p>
        </w:tc>
      </w:tr>
    </w:tbl>
    <w:p w14:paraId="05AD56E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EBADF6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2,25/4,5</w:t>
      </w:r>
    </w:p>
    <w:p w14:paraId="1D7DB29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9ACC34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39779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158687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5AE531" w14:textId="77777777" w:rsidR="00282844" w:rsidRDefault="00282844" w:rsidP="0028284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Estruturar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texto escrito com objetivos criativos.</w:t>
            </w:r>
          </w:p>
          <w:p w14:paraId="67FEB451" w14:textId="2C173622" w:rsidR="008C76A8" w:rsidRPr="001B353A" w:rsidRDefault="00282844" w:rsidP="0028284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Redigir e editar um texto escrito criativo através de canais de comunicação convencionais e </w:t>
            </w:r>
            <w:proofErr w:type="gramStart"/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digitais.</w:t>
            </w:r>
            <w:r w:rsidR="008C76A8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proofErr w:type="gramEnd"/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1F6ED6A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AC32F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2BD4C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08E556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2844" w:rsidRPr="00136AD8" w14:paraId="1530C9A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497F9E" w14:textId="77777777" w:rsidR="00282844" w:rsidRPr="007F18BC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Escrita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 - definição.</w:t>
            </w:r>
          </w:p>
          <w:p w14:paraId="32B18D51" w14:textId="77777777" w:rsidR="00282844" w:rsidRPr="007F18BC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17FD5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da escrita criativa - propósito, composição, adequação ao público-alvo.</w:t>
            </w:r>
          </w:p>
          <w:p w14:paraId="608729C0" w14:textId="77777777" w:rsidR="00282844" w:rsidRPr="007F18BC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 textuais - caraterísticas e estruturas.</w:t>
            </w:r>
          </w:p>
          <w:p w14:paraId="3C5995F9" w14:textId="77777777" w:rsidR="00282844" w:rsidRPr="007F18BC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publicitário (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slogan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publicidade e 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marketing,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público-alvo, processo publicitário AIDMA (Atenção, Interesse, Desejo – de ter ou usufruir, Memorização, Ação).</w:t>
            </w:r>
          </w:p>
          <w:p w14:paraId="53DB4886" w14:textId="77777777" w:rsidR="00282844" w:rsidRPr="00805A1F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Associações na expressão escrita – temas, conceitos, imagens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sons, palavras e frases.</w:t>
            </w:r>
          </w:p>
          <w:p w14:paraId="1E7A1912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- construção e transgressão, humor, adaptação, absurdo, ambiguidade de sentido (polissemia), recurso a metáforas, analogias e imagens, outros recursos expressivos.</w:t>
            </w:r>
          </w:p>
          <w:p w14:paraId="4D207997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</w:t>
            </w:r>
            <w:r w:rsidRPr="7928CD7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marketing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conteúdos, comunicação persuasiva/apelativa e de conexão com os outros.</w:t>
            </w:r>
          </w:p>
          <w:p w14:paraId="71E57C94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Multimodalidade no texto publicitário - conjugação de diferentes linguagens e recursos, verbais e não verbais (postura, tom de voz, articulação, ritmo, entoação, expressividade, silêncio, olhar, entre outros), linguagem pessoal e diálogo corporal.</w:t>
            </w:r>
          </w:p>
          <w:p w14:paraId="0BE93B18" w14:textId="77777777" w:rsidR="00282844" w:rsidRPr="00525897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comunicação criativa - imaginação (estimulação e flexibilidade para relacionar 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vivências e experiências), originalidade (modo pessoal de organizar os conteúdos), possibilidades textuais, outras.</w:t>
            </w:r>
          </w:p>
          <w:p w14:paraId="0D8CCEFB" w14:textId="77777777" w:rsidR="00282844" w:rsidRPr="00525897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processos de criação artística escrita.</w:t>
            </w:r>
          </w:p>
          <w:p w14:paraId="47D9A1BE" w14:textId="6DED1CB1" w:rsidR="00282844" w:rsidRPr="001B353A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convencionais e digitais.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2A444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os conceitos associados à escrita criativa. </w:t>
            </w:r>
          </w:p>
          <w:p w14:paraId="1514A92F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necessidades e expectativas do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4AB39CD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objetivos, a tipologia textual e estrutura do texto.</w:t>
            </w:r>
          </w:p>
          <w:p w14:paraId="47D5637C" w14:textId="77777777" w:rsidR="00282844" w:rsidRPr="009A12C9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criativa.</w:t>
            </w:r>
          </w:p>
          <w:p w14:paraId="6056691B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textos publicitários.</w:t>
            </w:r>
          </w:p>
          <w:p w14:paraId="6E0B2193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características de texto multimodal no texto publicitário.</w:t>
            </w:r>
          </w:p>
          <w:p w14:paraId="3C13EC67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revisão e edição de texto.</w:t>
            </w:r>
          </w:p>
          <w:p w14:paraId="636109C0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em função do público-alvo e do contexto.</w:t>
            </w:r>
          </w:p>
          <w:p w14:paraId="1CBFFEE4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ao canal de comunicação.</w:t>
            </w:r>
          </w:p>
          <w:p w14:paraId="3084B54F" w14:textId="0CA23923" w:rsidR="00282844" w:rsidRPr="00057283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estilos de escrita na gestão de situações diversas.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6B20E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299A1B8" w14:textId="77777777" w:rsidR="00282844" w:rsidRPr="000A223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ADDF97E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60B934F5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C318148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2397EAC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2BD6C52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Autorreflexão.</w:t>
            </w:r>
          </w:p>
          <w:p w14:paraId="37F1457B" w14:textId="77777777" w:rsidR="00282844" w:rsidRPr="00FC71F7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E03424C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E133A73" w14:textId="77777777" w:rsidR="00282844" w:rsidRPr="00FC71F7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2B60346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7BA888CA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B94B0F6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A608DE7" w14:textId="77777777" w:rsidR="00282844" w:rsidRPr="00057283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B4293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99DE2E6" w14:textId="5F6356EB" w:rsidR="008C76A8" w:rsidRDefault="008C76A8" w:rsidP="008C76A8">
      <w:pPr>
        <w:rPr>
          <w:rFonts w:ascii="Verdana Pro Light" w:hAnsi="Verdana Pro Light"/>
          <w:smallCaps/>
        </w:rPr>
      </w:pPr>
    </w:p>
    <w:p w14:paraId="591642B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23984C5" w14:textId="77777777" w:rsidR="00282844" w:rsidRPr="00525897" w:rsidRDefault="00282844" w:rsidP="00282844">
      <w:pPr>
        <w:spacing w:before="120" w:after="120" w:line="240" w:lineRule="auto"/>
        <w:rPr>
          <w:rFonts w:ascii="Verdana Pro Light" w:eastAsia="Arial Unicode MS" w:hAnsi="Verdana Pro Light" w:cs="Arial Unicode MS"/>
          <w:bCs/>
          <w:i/>
          <w:iCs/>
          <w:sz w:val="18"/>
          <w:szCs w:val="18"/>
        </w:rPr>
      </w:pP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Aplicar a comunicação criativa 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em contexto profissional</w:t>
      </w: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:</w:t>
      </w:r>
    </w:p>
    <w:p w14:paraId="03A7597B" w14:textId="77777777" w:rsidR="00282844" w:rsidRDefault="00282844" w:rsidP="0028284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editando </w:t>
      </w:r>
      <w:r w:rsidRPr="007F18BC">
        <w:rPr>
          <w:rFonts w:ascii="Verdana Pro Light" w:eastAsia="Arial Unicode MS" w:hAnsi="Verdana Pro Light" w:cs="Arial Unicode MS"/>
          <w:sz w:val="18"/>
          <w:szCs w:val="18"/>
        </w:rPr>
        <w:t xml:space="preserve">o texto escrito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acordo</w:t>
      </w: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objetivo e contexto profissional.</w:t>
      </w:r>
    </w:p>
    <w:p w14:paraId="462063FA" w14:textId="77777777" w:rsidR="00282844" w:rsidRDefault="00282844" w:rsidP="00282844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</w:t>
      </w:r>
      <w:r>
        <w:t xml:space="preserve">. </w:t>
      </w: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Utilizando uma narrativa clara, criativa e persuasiva, com recurso a linguagem verbal e não verbal.</w:t>
      </w:r>
    </w:p>
    <w:p w14:paraId="63A852AC" w14:textId="77777777" w:rsidR="00282844" w:rsidRDefault="00282844" w:rsidP="00282844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Relaciona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técnicas de escrita criativa com as técnicas de comunicação,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evidenciando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ligação da oralidade com a escrit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a.</w:t>
      </w:r>
    </w:p>
    <w:p w14:paraId="3D2B5E7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D31AB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6EF4995" w14:textId="77777777" w:rsidR="00282844" w:rsidRPr="00B02B4F" w:rsidRDefault="00282844" w:rsidP="00282844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Aplicável a diferentes contextos.</w:t>
      </w:r>
    </w:p>
    <w:p w14:paraId="43BC523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AB20C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1861FDE" w14:textId="77777777" w:rsidR="00282844" w:rsidRPr="00BF201A" w:rsidRDefault="00282844" w:rsidP="0028284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Dispositivos tecnológicos com acesso à internet.</w:t>
      </w:r>
    </w:p>
    <w:p w14:paraId="125E600D" w14:textId="77777777" w:rsidR="00282844" w:rsidRDefault="00282844" w:rsidP="0028284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Obras literárias e textos criativos com aplicação em diversos contextos.</w:t>
      </w:r>
    </w:p>
    <w:p w14:paraId="5BCC8BAD" w14:textId="49979290" w:rsidR="008C76A8" w:rsidRPr="00282844" w:rsidRDefault="00282844" w:rsidP="0028284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00282844">
        <w:rPr>
          <w:rFonts w:ascii="Verdana Pro Light" w:hAnsi="Verdana Pro Light" w:cs="Times New Roman"/>
          <w:sz w:val="18"/>
          <w:szCs w:val="18"/>
        </w:rPr>
        <w:t>Recursos multimédia e audiovisuais</w:t>
      </w:r>
      <w:r>
        <w:rPr>
          <w:rFonts w:ascii="Verdana Pro Light" w:hAnsi="Verdana Pro Light" w:cs="Times New Roman"/>
          <w:sz w:val="18"/>
          <w:szCs w:val="18"/>
        </w:rPr>
        <w:br/>
      </w:r>
    </w:p>
    <w:p w14:paraId="51175B0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0C7DC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4116E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1861D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6DC78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2844" w:rsidRPr="00136AD8" w14:paraId="47CDB7E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E8D3547" w14:textId="1AA65D14" w:rsidR="00282844" w:rsidRPr="00136AD8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00077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41C273" w14:textId="7B4D7D89" w:rsidR="00282844" w:rsidRPr="009C256C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  <w:tr w:rsidR="00282844" w:rsidRPr="00136AD8" w14:paraId="794570A9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A15EC92" w14:textId="3961E894" w:rsidR="00282844" w:rsidRPr="00136AD8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00077</w:t>
            </w:r>
          </w:p>
        </w:tc>
        <w:tc>
          <w:tcPr>
            <w:tcW w:w="7324" w:type="dxa"/>
            <w:shd w:val="clear" w:color="auto" w:fill="E7E6E6" w:themeFill="background2"/>
          </w:tcPr>
          <w:p w14:paraId="76215EF9" w14:textId="7C245AEA" w:rsidR="00282844" w:rsidRPr="00136AD8" w:rsidRDefault="00282844" w:rsidP="0028284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Técnicas de comunicação e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</w:p>
        </w:tc>
      </w:tr>
    </w:tbl>
    <w:p w14:paraId="78000D7C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5124542" w14:textId="19C0CB74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8F7CE85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DEB946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BA7A1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AFBA71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74CCF2" w14:textId="77777777" w:rsidR="00282844" w:rsidRPr="001B353A" w:rsidRDefault="00282844" w:rsidP="0028284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5AE7364E" w14:textId="77777777" w:rsidR="00282844" w:rsidRPr="006075B7" w:rsidRDefault="00282844" w:rsidP="0028284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099E5A52" w14:textId="731B38BB" w:rsidR="008C76A8" w:rsidRPr="001B353A" w:rsidRDefault="00282844" w:rsidP="0028284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8C76A8" w:rsidRPr="00136AD8" w14:paraId="03570E1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46437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9747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B92A1D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2844" w:rsidRPr="00136AD8" w14:paraId="27C7290F" w14:textId="77777777" w:rsidTr="00282844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483DF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03E3CC92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552BA640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0695BB59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3940ED7F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0AE3E267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637144E9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0B6D8107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02FBAFFB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0C9AD9C6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2BA12D24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614D8EFD" w14:textId="77777777" w:rsidR="00282844" w:rsidRPr="00BD2B9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Técnicas de apresentação pública.</w:t>
            </w:r>
          </w:p>
          <w:p w14:paraId="68FF69B1" w14:textId="77737775" w:rsidR="00282844" w:rsidRPr="001B353A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AA91C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4AF65656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675AFFCD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29143E28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08A1407A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2D3347C9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2355BE17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2B6A4A8E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27BAE707" w14:textId="77777777" w:rsidR="00282844" w:rsidRPr="00681625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53738BC8" w14:textId="483DCF49" w:rsidR="00282844" w:rsidRPr="00057283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5F1E6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45DB7E1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A641CD6" w14:textId="77777777" w:rsidR="00282844" w:rsidRPr="00ED5C50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4DB31F60" w14:textId="77777777" w:rsidR="00282844" w:rsidRPr="00ED5C50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6BC77359" w14:textId="77777777" w:rsidR="00282844" w:rsidRPr="00ED5C50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DA1167D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7E8AEAD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0481E098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591CE1C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59CC610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2A672F00" w14:textId="77777777" w:rsidR="00282844" w:rsidRPr="000546C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82EF03" w14:textId="77777777" w:rsidR="00282844" w:rsidRPr="00EE3BEC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61182206" w14:textId="77777777" w:rsidR="00282844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5DE3B82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99DE9AD" w14:textId="77777777" w:rsidR="00282844" w:rsidRDefault="00282844" w:rsidP="0028284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A1A9100" w14:textId="77777777" w:rsidR="00282844" w:rsidRPr="00EE3BEC" w:rsidRDefault="00282844" w:rsidP="0028284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E86714" w14:textId="77777777" w:rsidR="00282844" w:rsidRPr="00057283" w:rsidRDefault="00282844" w:rsidP="002828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7EE02B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6AA28C" w14:textId="23812702" w:rsidR="008C76A8" w:rsidRDefault="008C76A8" w:rsidP="008C76A8">
      <w:pPr>
        <w:rPr>
          <w:rFonts w:ascii="Verdana Pro Light" w:hAnsi="Verdana Pro Light"/>
          <w:smallCaps/>
        </w:rPr>
      </w:pPr>
    </w:p>
    <w:p w14:paraId="09EA8EE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CC23E63" w14:textId="77777777" w:rsidR="00282844" w:rsidRPr="005F6E61" w:rsidRDefault="00282844" w:rsidP="00282844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32E01A75" w14:textId="77777777" w:rsidR="00282844" w:rsidRPr="00B450A1" w:rsidRDefault="00282844" w:rsidP="00282844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5A63C0B6" w14:textId="77777777" w:rsidR="00282844" w:rsidRDefault="00282844" w:rsidP="00282844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3FE4E786" w14:textId="77777777" w:rsidR="00282844" w:rsidRDefault="00282844" w:rsidP="00282844">
      <w:pPr>
        <w:pStyle w:val="Textodecomentrio"/>
        <w:spacing w:line="276" w:lineRule="auto"/>
        <w:ind w:left="142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4B92DE9D" w14:textId="77777777" w:rsidR="00282844" w:rsidRPr="00BD2B9C" w:rsidRDefault="00282844" w:rsidP="00282844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5C730C31" w14:textId="7CFC8EBC" w:rsidR="00282844" w:rsidRDefault="00282844" w:rsidP="00282844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D6810B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C912A63" w14:textId="537C27F7" w:rsidR="008C76A8" w:rsidRPr="00051C79" w:rsidRDefault="00282844" w:rsidP="00282844">
      <w:pPr>
        <w:spacing w:before="120" w:after="0" w:line="276" w:lineRule="auto"/>
        <w:rPr>
          <w:rFonts w:ascii="Verdana Pro Light" w:hAnsi="Verdana Pro Light"/>
          <w:smallCaps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813FB3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2BAB2E7" w14:textId="77777777" w:rsidR="00282844" w:rsidRDefault="00282844" w:rsidP="002828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3F6E0788" w14:textId="77777777" w:rsidR="00282844" w:rsidRDefault="00282844" w:rsidP="002828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7AEDD119" w14:textId="7B23CE69" w:rsidR="008C76A8" w:rsidRPr="00501DC8" w:rsidRDefault="00282844" w:rsidP="002828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107BB62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08AD3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E930A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FB65D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7E71F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E63B6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7812313" w14:textId="77777777" w:rsidR="006F276D" w:rsidRDefault="006F276D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410CE" w:rsidRPr="00136AD8" w14:paraId="138BA15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2B6F22" w14:textId="113A9C56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536662" w14:textId="108C4FD5" w:rsidR="00C410CE" w:rsidRPr="009C256C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  <w:tr w:rsidR="00C410CE" w:rsidRPr="00136AD8" w14:paraId="17B3D3A6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EB90AA6" w14:textId="22A12A36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BDA7B2A" w14:textId="1BDD1CAE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  <w:t>Desenvolvimento pessoal e criativo</w:t>
            </w:r>
          </w:p>
        </w:tc>
      </w:tr>
    </w:tbl>
    <w:p w14:paraId="68CB5587" w14:textId="77777777" w:rsidR="00FF4F58" w:rsidRPr="00136AD8" w:rsidRDefault="00FF4F58" w:rsidP="00FF4F5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9D0E28" w14:textId="0CA2087F" w:rsidR="00FF4F58" w:rsidRPr="003200F2" w:rsidRDefault="00FF4F58" w:rsidP="00FF4F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33506DF" w14:textId="77777777" w:rsidR="00FF4F58" w:rsidRPr="00136AD8" w:rsidRDefault="00FF4F58" w:rsidP="00FF4F5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F4F58" w:rsidRPr="00136AD8" w14:paraId="2E321AB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5579E6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F4F58" w:rsidRPr="00136AD8" w14:paraId="2A5CEE0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D92861" w14:textId="77777777" w:rsidR="00C410CE" w:rsidRPr="001B353A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37EEF678" w14:textId="77777777" w:rsidR="00C410CE" w:rsidRPr="001B353A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65721C47" w14:textId="77777777" w:rsidR="00C410CE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7087F207" w14:textId="3E50B8E0" w:rsidR="00FF4F58" w:rsidRPr="001B353A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FF4F58" w:rsidRPr="00136AD8" w14:paraId="3F4B530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255E23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993065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DE257B4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410CE" w:rsidRPr="00136AD8" w14:paraId="2F87204C" w14:textId="77777777" w:rsidTr="00C410CE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05DB2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15A739ED" w14:textId="77777777" w:rsidR="00C410CE" w:rsidRPr="00CF6130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65FEC8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22EC15A6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560756B9" w14:textId="77777777" w:rsidR="00C410CE" w:rsidRPr="00520F8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7296D3BE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1F460661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5C6F6F82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3A15B7E0" w14:textId="77777777" w:rsidR="00C410CE" w:rsidRPr="00CF6130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6E3BEA8F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0BA25628" w14:textId="77777777" w:rsidR="00C410CE" w:rsidRPr="004E2FD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6AFA262D" w14:textId="6DCFE6B7" w:rsidR="00C410CE" w:rsidRPr="001B353A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DE6F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3AC2E27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3F73623D" w14:textId="77777777" w:rsidR="00C410CE" w:rsidRPr="004B5CB8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88C905B" w14:textId="77777777" w:rsidR="00C410CE" w:rsidRPr="004B5CB8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538AD6DD" w14:textId="77777777" w:rsidR="00C410CE" w:rsidRPr="004B5CB8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1061B408" w14:textId="77777777" w:rsidR="00C410CE" w:rsidRPr="00E8391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0F443EEC" w14:textId="77777777" w:rsidR="00C410CE" w:rsidRPr="00517AA8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482E970F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3E66048C" w14:textId="77777777" w:rsidR="00C410CE" w:rsidRPr="005E1132" w:rsidRDefault="00C410CE" w:rsidP="00C410CE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46ED6C" w14:textId="77777777" w:rsidR="00C410CE" w:rsidRPr="0005728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507D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821BF40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1B2CD32" w14:textId="77777777" w:rsidR="00C410CE" w:rsidRPr="0073633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376D3ED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0ACFFFF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57E58565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B3B5088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4D8D26E8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B1A6048" w14:textId="77777777" w:rsidR="00C410CE" w:rsidRPr="0073633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DEC875D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611F97C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A9D103F" w14:textId="77777777" w:rsidR="00C410CE" w:rsidRPr="00B8378C" w:rsidRDefault="00C410CE" w:rsidP="00C410C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CBE7C4" w14:textId="77777777" w:rsidR="00C410CE" w:rsidRPr="0005728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DEED222" w14:textId="77777777" w:rsidR="00FF4F58" w:rsidRDefault="00FF4F58" w:rsidP="00FF4F5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0049F9" w14:textId="18F5C93A" w:rsidR="00FF4F58" w:rsidRDefault="00FF4F58" w:rsidP="00FF4F58">
      <w:pPr>
        <w:rPr>
          <w:rFonts w:ascii="Verdana Pro Light" w:hAnsi="Verdana Pro Light"/>
          <w:smallCaps/>
        </w:rPr>
      </w:pPr>
    </w:p>
    <w:p w14:paraId="6C22DDC0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1F92040" w14:textId="77777777" w:rsidR="00C410CE" w:rsidRPr="00F20E6F" w:rsidRDefault="00C410CE" w:rsidP="00C410CE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4D56E93A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1A3E35D5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5FA3FC1A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4FC4EE4F" w14:textId="77777777" w:rsidR="00FF4F58" w:rsidRPr="00136AD8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E9F2A6" w14:textId="66313CA7" w:rsidR="00FF4F58" w:rsidRPr="00C410CE" w:rsidRDefault="00FF4F58" w:rsidP="00C410C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DA91232" w14:textId="0BDBF412" w:rsidR="00C410CE" w:rsidRPr="00C410CE" w:rsidRDefault="00C410CE" w:rsidP="00C410C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226DD30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006C07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9572184" w14:textId="77777777" w:rsidR="00C410CE" w:rsidRPr="00E27581" w:rsidRDefault="00C410CE" w:rsidP="00C410C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EAD8743" w14:textId="77777777" w:rsidR="00C410CE" w:rsidRDefault="00C410CE" w:rsidP="00C410C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654E751C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EF8EF6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A4C3A66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693C64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3E79EE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D882BD" w14:textId="77777777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410CE" w:rsidRPr="00136AD8" w14:paraId="757B856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1C806D" w14:textId="1C001BB9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00031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77A180" w14:textId="4B34498B" w:rsidR="00C410CE" w:rsidRPr="009C256C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  <w:tr w:rsidR="00C410CE" w:rsidRPr="00136AD8" w14:paraId="1FC6FE60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EBA0C26" w14:textId="155B220D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00031</w:t>
            </w:r>
          </w:p>
        </w:tc>
        <w:tc>
          <w:tcPr>
            <w:tcW w:w="7324" w:type="dxa"/>
            <w:shd w:val="clear" w:color="auto" w:fill="E7E6E6" w:themeFill="background2"/>
          </w:tcPr>
          <w:p w14:paraId="6270E325" w14:textId="64361387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Ideias e oportunidades de negócio</w:t>
            </w:r>
          </w:p>
        </w:tc>
      </w:tr>
    </w:tbl>
    <w:p w14:paraId="30196CFC" w14:textId="77777777" w:rsidR="00FF4F58" w:rsidRPr="00136AD8" w:rsidRDefault="00FF4F58" w:rsidP="00FF4F5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76DDA8" w14:textId="58390614" w:rsidR="00FF4F58" w:rsidRPr="003200F2" w:rsidRDefault="00FF4F58" w:rsidP="00FF4F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D225544" w14:textId="77777777" w:rsidR="00FF4F58" w:rsidRPr="00136AD8" w:rsidRDefault="00FF4F58" w:rsidP="00FF4F5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F4F58" w:rsidRPr="00136AD8" w14:paraId="00EBAE1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2DE65F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F4F58" w:rsidRPr="00136AD8" w14:paraId="5BF14B3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0BE794" w14:textId="77777777" w:rsidR="00C410CE" w:rsidRPr="000C4E32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25BFE7AB" w14:textId="77777777" w:rsidR="00C410CE" w:rsidRPr="000C4E32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4E2748DD" w14:textId="77777777" w:rsidR="00C410CE" w:rsidRPr="000C4E32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37809C19" w14:textId="54231389" w:rsidR="00FF4F58" w:rsidRPr="001B353A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FF4F58" w:rsidRPr="00136AD8" w14:paraId="234F325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DF588B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54A4FC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34A453F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410CE" w:rsidRPr="00136AD8" w14:paraId="0598641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46E29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1A62E3CD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5EC9FF32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06500532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46E41572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37179ECA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20338633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73B00BB2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43BD9C35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5C1E707F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16CEB0C6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concorrência, produtos, serviços, local, instalações e equipamento, transporte, armazenamento e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gestão de stocks, meios de promoção e clientes, financiamento, custos, vendas, lucros e impostos.</w:t>
            </w:r>
          </w:p>
          <w:p w14:paraId="12606058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165CBD3A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7ED428D1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2C2ED675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1BE61C26" w14:textId="77777777" w:rsidR="00C410CE" w:rsidRPr="000C4E32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3A1C9538" w14:textId="65D2A8E1" w:rsidR="00C410CE" w:rsidRPr="001B353A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5C017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3AC711F7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020901E2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2E99E3B7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60C1A831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005E3FF0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3AC78F63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14D4A176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D99F88" w14:textId="77777777" w:rsidR="00C410CE" w:rsidRPr="0005728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DB39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BE0EBC0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EC120FC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21B1D51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254087FD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37ADCD67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1ADAFC0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F3C2F98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2FAA1B3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441A34CE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3C68A870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612B638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66E53A8A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DE216FB" w14:textId="0303A2D1" w:rsidR="00C410CE" w:rsidRPr="0005728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42449614" w14:textId="77777777" w:rsidR="00FF4F58" w:rsidRDefault="00FF4F58" w:rsidP="00FF4F5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3E614B" w14:textId="35F638E6" w:rsidR="00FF4F58" w:rsidRDefault="00FF4F58" w:rsidP="00FF4F58">
      <w:pPr>
        <w:rPr>
          <w:rFonts w:ascii="Verdana Pro Light" w:hAnsi="Verdana Pro Light"/>
          <w:smallCaps/>
        </w:rPr>
      </w:pPr>
    </w:p>
    <w:p w14:paraId="602766E4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1F19BFB" w14:textId="77777777" w:rsidR="00C410CE" w:rsidRPr="00F20E6F" w:rsidRDefault="00C410CE" w:rsidP="00C410C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CF9D083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46C113BF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781F5E6D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667665D8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0CEDE149" w14:textId="77777777" w:rsidR="00FF4F58" w:rsidRPr="00136AD8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E861D2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06FE534" w14:textId="169214DB" w:rsidR="00FF4F58" w:rsidRPr="00051C79" w:rsidRDefault="00C410CE" w:rsidP="00C410CE">
      <w:pPr>
        <w:spacing w:before="120" w:after="0" w:line="276" w:lineRule="auto"/>
        <w:rPr>
          <w:rFonts w:ascii="Verdana Pro Light" w:hAnsi="Verdana Pro Light"/>
          <w:smallCaps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FB8B297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6879AA7" w14:textId="77777777" w:rsidR="00C410CE" w:rsidRPr="00E25AAA" w:rsidRDefault="00C410CE" w:rsidP="00C410C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B44D401" w14:textId="77777777" w:rsidR="00C410CE" w:rsidRPr="00E25AAA" w:rsidRDefault="00C410CE" w:rsidP="00C410C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1A861451" w14:textId="77777777" w:rsidR="00C410CE" w:rsidRPr="00E25AAA" w:rsidRDefault="00C410CE" w:rsidP="00C410C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24C614E9" w14:textId="77777777" w:rsidR="00C410CE" w:rsidRDefault="00C410CE" w:rsidP="00C410C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5E1CEBEF" w14:textId="77777777" w:rsidR="00C410CE" w:rsidRDefault="00C410CE" w:rsidP="00C410C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16941FFF" w14:textId="77777777" w:rsidR="00C410CE" w:rsidRDefault="00C410CE" w:rsidP="00C410C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Software de análise e tratamento de dados (base de dados, folha de cálculo, outros). </w:t>
      </w:r>
    </w:p>
    <w:p w14:paraId="4B9C29E4" w14:textId="77777777" w:rsidR="00C410CE" w:rsidRDefault="00C410CE" w:rsidP="00C410C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40FFE8C5" w14:textId="77777777" w:rsidR="00C410CE" w:rsidRDefault="00C410CE" w:rsidP="00C410C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34919859" w14:textId="77777777" w:rsidR="00C410CE" w:rsidRPr="00E25AAA" w:rsidRDefault="00C410CE" w:rsidP="00C410C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5433F17C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C407DF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66EF071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0B179C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959F7A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13E311" w14:textId="77777777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410CE" w:rsidRPr="00136AD8" w14:paraId="0E0AF7C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FAAB2F" w14:textId="56849FE6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00032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8862A21" w14:textId="38F72481" w:rsidR="00C410CE" w:rsidRPr="009C256C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  <w:tr w:rsidR="00C410CE" w:rsidRPr="00136AD8" w14:paraId="4B4A0521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5D135B5" w14:textId="47600FAB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00032</w:t>
            </w:r>
          </w:p>
        </w:tc>
        <w:tc>
          <w:tcPr>
            <w:tcW w:w="7324" w:type="dxa"/>
            <w:shd w:val="clear" w:color="auto" w:fill="E7E6E6" w:themeFill="background2"/>
          </w:tcPr>
          <w:p w14:paraId="56065079" w14:textId="4B45E52B" w:rsidR="00C410CE" w:rsidRPr="00136AD8" w:rsidRDefault="00C410CE" w:rsidP="00C410C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Plano de negócios  </w:t>
            </w:r>
          </w:p>
        </w:tc>
      </w:tr>
    </w:tbl>
    <w:p w14:paraId="71B38E4A" w14:textId="77777777" w:rsidR="00FF4F58" w:rsidRPr="00136AD8" w:rsidRDefault="00FF4F58" w:rsidP="00FF4F5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0669BC8" w14:textId="5375787D" w:rsidR="00FF4F58" w:rsidRPr="003200F2" w:rsidRDefault="00FF4F58" w:rsidP="00FF4F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B72F48A" w14:textId="77777777" w:rsidR="00FF4F58" w:rsidRPr="00136AD8" w:rsidRDefault="00FF4F58" w:rsidP="00FF4F5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F4F58" w:rsidRPr="00136AD8" w14:paraId="16AD6E3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1C2468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F4F58" w:rsidRPr="00136AD8" w14:paraId="3B7AD3F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4B179" w14:textId="77777777" w:rsidR="00C410CE" w:rsidRPr="002A6E9B" w:rsidRDefault="00C410CE" w:rsidP="00C410C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0E09675F" w14:textId="77777777" w:rsidR="00C410CE" w:rsidRPr="002A6E9B" w:rsidRDefault="00C410CE" w:rsidP="00C410C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19CF5718" w14:textId="77777777" w:rsidR="00C410CE" w:rsidRPr="002A6E9B" w:rsidRDefault="00C410CE" w:rsidP="00C410C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37A120F9" w14:textId="424CF44F" w:rsidR="00FF4F58" w:rsidRPr="001B353A" w:rsidRDefault="00C410CE" w:rsidP="00C41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FF4F58" w:rsidRPr="00136AD8" w14:paraId="7D8A5115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226698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C6DA71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B6F964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410CE" w:rsidRPr="00136AD8" w14:paraId="05CAB77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B04BB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0FA17605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40394980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70C5895D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6533BB21" w14:textId="77777777" w:rsidR="00C410CE" w:rsidRPr="00BD2A08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0C9ED50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44603B6C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3AD4870F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064E28B6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7F7C94EC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696A1486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25A23D03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5C0B57E2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3A3750F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772AFC95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4728D7F0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04F0FD1D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investimento.</w:t>
            </w:r>
          </w:p>
          <w:p w14:paraId="2C2AFCBB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financiamento – estruturas, fontes, custos de financiamento.</w:t>
            </w:r>
          </w:p>
          <w:p w14:paraId="082E5872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5BDD8AD0" w14:textId="7503BDF7" w:rsidR="00C410CE" w:rsidRPr="001B353A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BA18C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0C91323B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3940C804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05461F58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6E2D16EF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52D5AFDB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6AC84716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205C11BA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0720D46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1823ADC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4C18B48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6AD392FC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51BAC0DC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0485A6BF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165A934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2BD1C75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9DA252F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30D15338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69724855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15F93830" w14:textId="604DDF89" w:rsidR="00C410CE" w:rsidRPr="0005728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571DF" w14:textId="77777777" w:rsidR="00C410CE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6E4F73" w14:textId="77777777" w:rsidR="00C410CE" w:rsidRPr="000A223C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AEAEE01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51B98689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556B1E72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7BCBB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D43E0B5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01071CB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1EA6444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481577A5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7A9BC0FE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447B820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E6F742D" w14:textId="77777777" w:rsidR="00C410CE" w:rsidRPr="002A6E9B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78E8607E" w14:textId="64C89FF0" w:rsidR="00C410CE" w:rsidRPr="00057283" w:rsidRDefault="00C410CE" w:rsidP="00C41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4CEDF7AC" w14:textId="77777777" w:rsidR="00FF4F58" w:rsidRDefault="00FF4F58" w:rsidP="00FF4F5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0436357" w14:textId="08A92AAD" w:rsidR="00FF4F58" w:rsidRDefault="00FF4F58" w:rsidP="00FF4F58">
      <w:pPr>
        <w:rPr>
          <w:rFonts w:ascii="Verdana Pro Light" w:hAnsi="Verdana Pro Light"/>
          <w:smallCaps/>
        </w:rPr>
      </w:pPr>
    </w:p>
    <w:p w14:paraId="1446E2FD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A92A307" w14:textId="77777777" w:rsidR="00C410CE" w:rsidRPr="00F20E6F" w:rsidRDefault="00C410CE" w:rsidP="00C410C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6854EE8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233114CB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2CF7628D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298C748B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0C5FD09E" w14:textId="77777777" w:rsidR="00C410CE" w:rsidRPr="00B450A1" w:rsidRDefault="00C410CE" w:rsidP="00C410C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2C51F325" w14:textId="77777777" w:rsidR="00FF4F58" w:rsidRPr="00136AD8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E98E62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D4A0630" w14:textId="77777777" w:rsidR="00C410CE" w:rsidRPr="005A0647" w:rsidRDefault="00C410CE" w:rsidP="00C410C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FC5EBEF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F92769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EDA5187" w14:textId="77777777" w:rsidR="00C410CE" w:rsidRPr="002A6E9B" w:rsidRDefault="00C410CE" w:rsidP="00C410CE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08767A18" w14:textId="77777777" w:rsidR="00C410CE" w:rsidRPr="002A6E9B" w:rsidRDefault="00C410CE" w:rsidP="00C410CE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44369A39" w14:textId="77777777" w:rsidR="00C410CE" w:rsidRPr="002A6E9B" w:rsidRDefault="00C410CE" w:rsidP="00C410CE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7DC75CB0" w14:textId="77777777" w:rsidR="00C410CE" w:rsidRPr="002A6E9B" w:rsidRDefault="00C410CE" w:rsidP="00C410CE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643BBFED" w14:textId="77777777" w:rsidR="00C410CE" w:rsidRPr="002A6E9B" w:rsidRDefault="00C410CE" w:rsidP="00C410CE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633EC7D4" w14:textId="77777777" w:rsidR="00C410CE" w:rsidRPr="002A6E9B" w:rsidRDefault="00C410CE" w:rsidP="00C410CE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52A4C9D2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DF5A47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97193B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AFB230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53DFC3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AF23BD" w14:textId="557EDEEC" w:rsidR="00727CAB" w:rsidRPr="00291DB0" w:rsidRDefault="00727CAB" w:rsidP="00FF4F58">
      <w:pPr>
        <w:rPr>
          <w:rFonts w:ascii="Verdana Pro Light" w:hAnsi="Verdana Pro Light"/>
          <w:b/>
          <w:smallCaps/>
          <w:sz w:val="20"/>
        </w:rPr>
      </w:pPr>
    </w:p>
    <w:sectPr w:rsidR="00727CAB" w:rsidRPr="00291DB0" w:rsidSect="008C1AD9">
      <w:footerReference w:type="default" r:id="rId14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a Calvet" w:date="2023-12-04T19:19:00Z" w:initials="AC">
    <w:p w14:paraId="52A5A9EB" w14:textId="77777777" w:rsidR="00282844" w:rsidRDefault="00282844" w:rsidP="001A1D4E">
      <w:pPr>
        <w:pStyle w:val="Textodecomentrio"/>
      </w:pPr>
      <w:r>
        <w:rPr>
          <w:rStyle w:val="Refdecomentrio"/>
        </w:rPr>
        <w:annotationRef/>
      </w:r>
      <w:r>
        <w:t>UC a ser feita pela ANQEP</w:t>
      </w:r>
    </w:p>
  </w:comment>
  <w:comment w:id="1" w:author="Ana Calvet" w:date="2023-12-04T10:26:00Z" w:initials="AC">
    <w:p w14:paraId="0FC4DAA5" w14:textId="77777777" w:rsidR="00282844" w:rsidRDefault="00282844" w:rsidP="000F79C3">
      <w:pPr>
        <w:pStyle w:val="Textodecomentrio"/>
      </w:pPr>
      <w:r>
        <w:rPr>
          <w:rStyle w:val="Refdecomentrio"/>
        </w:rPr>
        <w:annotationRef/>
      </w:r>
      <w:r>
        <w:t>UC a ser feita pela ANQEP</w:t>
      </w:r>
    </w:p>
  </w:comment>
  <w:comment w:id="13" w:author="Ana Calvet" w:date="2023-12-04T19:27:00Z" w:initials="AC">
    <w:p w14:paraId="4EC92E09" w14:textId="77777777" w:rsidR="00282844" w:rsidRDefault="00282844" w:rsidP="004767E7">
      <w:pPr>
        <w:pStyle w:val="Textodecomentrio"/>
      </w:pPr>
      <w:r>
        <w:rPr>
          <w:rStyle w:val="Refdecomentrio"/>
        </w:rPr>
        <w:annotationRef/>
      </w:r>
      <w:r>
        <w:t>UC a ser desenvolvida pela ANQEP</w:t>
      </w:r>
    </w:p>
  </w:comment>
  <w:comment w:id="14" w:author="Ana Calvet" w:date="2023-12-04T19:27:00Z" w:initials="AC">
    <w:p w14:paraId="174828A0" w14:textId="77777777" w:rsidR="00282844" w:rsidRDefault="00282844" w:rsidP="00AE1428">
      <w:pPr>
        <w:pStyle w:val="Textodecomentrio"/>
      </w:pPr>
      <w:r>
        <w:rPr>
          <w:rStyle w:val="Refdecomentrio"/>
        </w:rPr>
        <w:annotationRef/>
      </w:r>
      <w:r>
        <w:t>UC a ser desenvolvida pela ANQEP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A5A9EB" w15:done="0"/>
  <w15:commentEx w15:paraId="0FC4DAA5" w15:done="0"/>
  <w15:commentEx w15:paraId="4EC92E09" w15:done="0"/>
  <w15:commentEx w15:paraId="174828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CAB814" w16cex:dateUtc="2023-12-04T19:19:00Z"/>
  <w16cex:commentExtensible w16cex:durableId="52B00285" w16cex:dateUtc="2023-12-04T10:26:00Z"/>
  <w16cex:commentExtensible w16cex:durableId="0DB2C8EC" w16cex:dateUtc="2023-12-04T19:27:00Z"/>
  <w16cex:commentExtensible w16cex:durableId="40F49CE7" w16cex:dateUtc="2023-12-04T1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A5A9EB" w16cid:durableId="6ACAB814"/>
  <w16cid:commentId w16cid:paraId="0FC4DAA5" w16cid:durableId="52B00285"/>
  <w16cid:commentId w16cid:paraId="4EC92E09" w16cid:durableId="0DB2C8EC"/>
  <w16cid:commentId w16cid:paraId="174828A0" w16cid:durableId="40F49C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69EB0" w14:textId="77777777" w:rsidR="00B500FD" w:rsidRDefault="00B500FD" w:rsidP="00AC6E34">
      <w:pPr>
        <w:spacing w:after="0" w:line="240" w:lineRule="auto"/>
      </w:pPr>
      <w:r>
        <w:separator/>
      </w:r>
    </w:p>
  </w:endnote>
  <w:endnote w:type="continuationSeparator" w:id="0">
    <w:p w14:paraId="6EC7FC3C" w14:textId="77777777" w:rsidR="00B500FD" w:rsidRDefault="00B500FD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0C75" w14:textId="77777777" w:rsidR="00FF4F58" w:rsidRDefault="00FF4F58">
    <w:pPr>
      <w:pStyle w:val="Rodap"/>
      <w:jc w:val="right"/>
    </w:pPr>
  </w:p>
  <w:p w14:paraId="3F22B102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576F" w14:textId="61F67CFC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</w:t>
    </w:r>
    <w:r w:rsidR="00D8449C" w:rsidRPr="00D8449C">
      <w:rPr>
        <w:rFonts w:ascii="Verdana Pro Light" w:hAnsi="Verdana Pro Light"/>
        <w:sz w:val="14"/>
        <w:szCs w:val="14"/>
      </w:rPr>
      <w:t>Técnico/a de Design de Comunicação Gráfica</w:t>
    </w:r>
    <w:r w:rsidRPr="00FD203A">
      <w:rPr>
        <w:rFonts w:ascii="Verdana Pro Light" w:hAnsi="Verdana Pro Light"/>
        <w:sz w:val="14"/>
        <w:szCs w:val="14"/>
      </w:rPr>
      <w:t xml:space="preserve"> | Nível </w:t>
    </w:r>
    <w:r w:rsidR="00D8449C"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6E07EF39" w14:textId="77777777" w:rsidR="008C1AD9" w:rsidRDefault="008C1AD9">
    <w:pPr>
      <w:pStyle w:val="Rodap"/>
      <w:jc w:val="right"/>
    </w:pPr>
  </w:p>
  <w:p w14:paraId="41715CDC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B985" w14:textId="77777777" w:rsidR="00B500FD" w:rsidRDefault="00B500FD" w:rsidP="00AC6E34">
      <w:pPr>
        <w:spacing w:after="0" w:line="240" w:lineRule="auto"/>
      </w:pPr>
      <w:r>
        <w:separator/>
      </w:r>
    </w:p>
  </w:footnote>
  <w:footnote w:type="continuationSeparator" w:id="0">
    <w:p w14:paraId="369155B8" w14:textId="77777777" w:rsidR="00B500FD" w:rsidRDefault="00B500FD" w:rsidP="00AC6E34">
      <w:pPr>
        <w:spacing w:after="0" w:line="240" w:lineRule="auto"/>
      </w:pPr>
      <w:r>
        <w:continuationSeparator/>
      </w:r>
    </w:p>
  </w:footnote>
  <w:footnote w:id="1">
    <w:p w14:paraId="0EC07EC3" w14:textId="77777777" w:rsidR="00FF4F58" w:rsidRDefault="00FF4F58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09CBAEA6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65F7C56F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6D5E16D4" w14:textId="77777777" w:rsidR="00FF4F58" w:rsidRPr="002962FF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4D9EA53F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6657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41E72034" wp14:editId="5ACB41F5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42AE3EC7" wp14:editId="31AB2BEA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B88104A"/>
    <w:multiLevelType w:val="hybridMultilevel"/>
    <w:tmpl w:val="55562DE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8FB6"/>
    <w:multiLevelType w:val="hybridMultilevel"/>
    <w:tmpl w:val="684CBEAE"/>
    <w:lvl w:ilvl="0" w:tplc="B96C0DEA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16B435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58C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06A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A2A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286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63A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3A5F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C0A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D0A11"/>
    <w:multiLevelType w:val="hybridMultilevel"/>
    <w:tmpl w:val="CD500FC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34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4ABFCB"/>
    <w:multiLevelType w:val="hybridMultilevel"/>
    <w:tmpl w:val="8088677A"/>
    <w:lvl w:ilvl="0" w:tplc="4BAEA444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48BCEA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4884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C83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E85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86DD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C0D7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8688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2E2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 w15:restartNumberingAfterBreak="0">
    <w:nsid w:val="393D1D33"/>
    <w:multiLevelType w:val="multilevel"/>
    <w:tmpl w:val="4F468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FA1DBD"/>
    <w:multiLevelType w:val="hybridMultilevel"/>
    <w:tmpl w:val="2A8E0BC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925E6"/>
    <w:multiLevelType w:val="hybridMultilevel"/>
    <w:tmpl w:val="4F7EF5B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1" w15:restartNumberingAfterBreak="0">
    <w:nsid w:val="5FEE7600"/>
    <w:multiLevelType w:val="hybridMultilevel"/>
    <w:tmpl w:val="6390F8A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7A650"/>
    <w:multiLevelType w:val="hybridMultilevel"/>
    <w:tmpl w:val="51929EC8"/>
    <w:lvl w:ilvl="0" w:tplc="F0FCBAF2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86583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0ED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26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0434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FE3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2A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D255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2CF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3E4BB"/>
    <w:multiLevelType w:val="hybridMultilevel"/>
    <w:tmpl w:val="43662064"/>
    <w:lvl w:ilvl="0" w:tplc="F21CBB30">
      <w:numFmt w:val="bullet"/>
      <w:lvlText w:val=""/>
      <w:lvlJc w:val="left"/>
      <w:pPr>
        <w:ind w:left="579" w:hanging="360"/>
      </w:pPr>
      <w:rPr>
        <w:rFonts w:ascii="Wingdings" w:hAnsi="Wingdings" w:hint="default"/>
      </w:rPr>
    </w:lvl>
    <w:lvl w:ilvl="1" w:tplc="BD760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23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23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042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2CC6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09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CB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8E3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96129"/>
    <w:multiLevelType w:val="multilevel"/>
    <w:tmpl w:val="627E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2178416">
    <w:abstractNumId w:val="0"/>
  </w:num>
  <w:num w:numId="2" w16cid:durableId="1455708462">
    <w:abstractNumId w:val="6"/>
  </w:num>
  <w:num w:numId="3" w16cid:durableId="1307664066">
    <w:abstractNumId w:val="10"/>
  </w:num>
  <w:num w:numId="4" w16cid:durableId="161356456">
    <w:abstractNumId w:val="4"/>
  </w:num>
  <w:num w:numId="5" w16cid:durableId="1787583221">
    <w:abstractNumId w:val="8"/>
  </w:num>
  <w:num w:numId="6" w16cid:durableId="648172752">
    <w:abstractNumId w:val="14"/>
  </w:num>
  <w:num w:numId="7" w16cid:durableId="357195894">
    <w:abstractNumId w:val="11"/>
  </w:num>
  <w:num w:numId="8" w16cid:durableId="245654618">
    <w:abstractNumId w:val="3"/>
  </w:num>
  <w:num w:numId="9" w16cid:durableId="14892622">
    <w:abstractNumId w:val="12"/>
  </w:num>
  <w:num w:numId="10" w16cid:durableId="865364627">
    <w:abstractNumId w:val="2"/>
  </w:num>
  <w:num w:numId="11" w16cid:durableId="1910529949">
    <w:abstractNumId w:val="13"/>
  </w:num>
  <w:num w:numId="12" w16cid:durableId="1510440728">
    <w:abstractNumId w:val="5"/>
  </w:num>
  <w:num w:numId="13" w16cid:durableId="1917595674">
    <w:abstractNumId w:val="1"/>
  </w:num>
  <w:num w:numId="14" w16cid:durableId="124586229">
    <w:abstractNumId w:val="9"/>
  </w:num>
  <w:num w:numId="15" w16cid:durableId="87897324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Calvet">
    <w15:presenceInfo w15:providerId="AD" w15:userId="S::ana_calvet@epi.edu.pt::552c9a6b-eb35-4ae1-8284-7aa86ca4c0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2D"/>
    <w:rsid w:val="00006C88"/>
    <w:rsid w:val="000104EB"/>
    <w:rsid w:val="00057AC8"/>
    <w:rsid w:val="000831E9"/>
    <w:rsid w:val="000A68C9"/>
    <w:rsid w:val="000B6869"/>
    <w:rsid w:val="000C2959"/>
    <w:rsid w:val="000C4978"/>
    <w:rsid w:val="000D4A05"/>
    <w:rsid w:val="000E61F6"/>
    <w:rsid w:val="00104B83"/>
    <w:rsid w:val="0014553C"/>
    <w:rsid w:val="001A0BEB"/>
    <w:rsid w:val="00201BF2"/>
    <w:rsid w:val="00222FEF"/>
    <w:rsid w:val="00234037"/>
    <w:rsid w:val="00237070"/>
    <w:rsid w:val="00250F16"/>
    <w:rsid w:val="002803E6"/>
    <w:rsid w:val="00282844"/>
    <w:rsid w:val="00287D19"/>
    <w:rsid w:val="00291019"/>
    <w:rsid w:val="00291DB0"/>
    <w:rsid w:val="002A5F23"/>
    <w:rsid w:val="002B0690"/>
    <w:rsid w:val="002B7C85"/>
    <w:rsid w:val="002F13D9"/>
    <w:rsid w:val="00300ACC"/>
    <w:rsid w:val="0030267D"/>
    <w:rsid w:val="0030487B"/>
    <w:rsid w:val="00332C4A"/>
    <w:rsid w:val="00346D6E"/>
    <w:rsid w:val="00355C59"/>
    <w:rsid w:val="0036235E"/>
    <w:rsid w:val="003833ED"/>
    <w:rsid w:val="003D1065"/>
    <w:rsid w:val="003E1BF4"/>
    <w:rsid w:val="00430953"/>
    <w:rsid w:val="00442B8A"/>
    <w:rsid w:val="004502E1"/>
    <w:rsid w:val="00462104"/>
    <w:rsid w:val="004767A8"/>
    <w:rsid w:val="00477514"/>
    <w:rsid w:val="004C1511"/>
    <w:rsid w:val="004D104D"/>
    <w:rsid w:val="004D38A4"/>
    <w:rsid w:val="004F117D"/>
    <w:rsid w:val="004F63F0"/>
    <w:rsid w:val="00501489"/>
    <w:rsid w:val="005258AE"/>
    <w:rsid w:val="00557DD0"/>
    <w:rsid w:val="0058092D"/>
    <w:rsid w:val="00597731"/>
    <w:rsid w:val="005A36E8"/>
    <w:rsid w:val="005C1274"/>
    <w:rsid w:val="005E6B0A"/>
    <w:rsid w:val="00610FB9"/>
    <w:rsid w:val="00612684"/>
    <w:rsid w:val="006136CD"/>
    <w:rsid w:val="00616272"/>
    <w:rsid w:val="00635680"/>
    <w:rsid w:val="006359C0"/>
    <w:rsid w:val="00662AC2"/>
    <w:rsid w:val="006651C9"/>
    <w:rsid w:val="00672435"/>
    <w:rsid w:val="00684175"/>
    <w:rsid w:val="00693A88"/>
    <w:rsid w:val="006942C8"/>
    <w:rsid w:val="006C0318"/>
    <w:rsid w:val="006C609D"/>
    <w:rsid w:val="006E0678"/>
    <w:rsid w:val="006F0B80"/>
    <w:rsid w:val="006F276D"/>
    <w:rsid w:val="00701DDB"/>
    <w:rsid w:val="00706A57"/>
    <w:rsid w:val="00712C22"/>
    <w:rsid w:val="007174A8"/>
    <w:rsid w:val="00721800"/>
    <w:rsid w:val="00727CAB"/>
    <w:rsid w:val="00741205"/>
    <w:rsid w:val="00746109"/>
    <w:rsid w:val="00762553"/>
    <w:rsid w:val="007A59E5"/>
    <w:rsid w:val="007D76F4"/>
    <w:rsid w:val="007F65E2"/>
    <w:rsid w:val="007F7DC2"/>
    <w:rsid w:val="00800DA2"/>
    <w:rsid w:val="00802F03"/>
    <w:rsid w:val="00805D40"/>
    <w:rsid w:val="00831047"/>
    <w:rsid w:val="00832BBC"/>
    <w:rsid w:val="008368D8"/>
    <w:rsid w:val="00837428"/>
    <w:rsid w:val="0084229E"/>
    <w:rsid w:val="00844084"/>
    <w:rsid w:val="008463F7"/>
    <w:rsid w:val="00863E5E"/>
    <w:rsid w:val="0087470B"/>
    <w:rsid w:val="00890B7C"/>
    <w:rsid w:val="0089192B"/>
    <w:rsid w:val="00892C89"/>
    <w:rsid w:val="008931B3"/>
    <w:rsid w:val="008941E8"/>
    <w:rsid w:val="008C1AD9"/>
    <w:rsid w:val="008C76A8"/>
    <w:rsid w:val="008E6867"/>
    <w:rsid w:val="00906320"/>
    <w:rsid w:val="00914B87"/>
    <w:rsid w:val="00917E1D"/>
    <w:rsid w:val="00927FE8"/>
    <w:rsid w:val="00986234"/>
    <w:rsid w:val="00996990"/>
    <w:rsid w:val="00A3277A"/>
    <w:rsid w:val="00A53A1A"/>
    <w:rsid w:val="00A671E6"/>
    <w:rsid w:val="00A97425"/>
    <w:rsid w:val="00AB43FA"/>
    <w:rsid w:val="00AB44C5"/>
    <w:rsid w:val="00AC6E34"/>
    <w:rsid w:val="00AE1D10"/>
    <w:rsid w:val="00AF70F0"/>
    <w:rsid w:val="00B02BAD"/>
    <w:rsid w:val="00B15DD6"/>
    <w:rsid w:val="00B31715"/>
    <w:rsid w:val="00B500FD"/>
    <w:rsid w:val="00B50FDC"/>
    <w:rsid w:val="00B73322"/>
    <w:rsid w:val="00B84BE4"/>
    <w:rsid w:val="00B8607F"/>
    <w:rsid w:val="00B92733"/>
    <w:rsid w:val="00BC0CC6"/>
    <w:rsid w:val="00BC27EE"/>
    <w:rsid w:val="00BC4780"/>
    <w:rsid w:val="00BE4305"/>
    <w:rsid w:val="00C34660"/>
    <w:rsid w:val="00C410CE"/>
    <w:rsid w:val="00C649D8"/>
    <w:rsid w:val="00C84B4D"/>
    <w:rsid w:val="00CA0927"/>
    <w:rsid w:val="00CA1E79"/>
    <w:rsid w:val="00CA6592"/>
    <w:rsid w:val="00CE1224"/>
    <w:rsid w:val="00CF5442"/>
    <w:rsid w:val="00CF60BD"/>
    <w:rsid w:val="00CF6588"/>
    <w:rsid w:val="00D14991"/>
    <w:rsid w:val="00D36900"/>
    <w:rsid w:val="00D57922"/>
    <w:rsid w:val="00D57E41"/>
    <w:rsid w:val="00D8449C"/>
    <w:rsid w:val="00D91A2B"/>
    <w:rsid w:val="00D9424D"/>
    <w:rsid w:val="00DA3E88"/>
    <w:rsid w:val="00DA3EB2"/>
    <w:rsid w:val="00E03C23"/>
    <w:rsid w:val="00E5561B"/>
    <w:rsid w:val="00E569A3"/>
    <w:rsid w:val="00E82A9D"/>
    <w:rsid w:val="00E90B98"/>
    <w:rsid w:val="00E96CFA"/>
    <w:rsid w:val="00EA4D61"/>
    <w:rsid w:val="00EA7FB8"/>
    <w:rsid w:val="00ED261C"/>
    <w:rsid w:val="00EE01C3"/>
    <w:rsid w:val="00EE32D7"/>
    <w:rsid w:val="00EF41D5"/>
    <w:rsid w:val="00F510A3"/>
    <w:rsid w:val="00F84D14"/>
    <w:rsid w:val="00FB4910"/>
    <w:rsid w:val="00FC40DB"/>
    <w:rsid w:val="00FD087C"/>
    <w:rsid w:val="00FE3022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0CA3"/>
  <w15:chartTrackingRefBased/>
  <w15:docId w15:val="{E65B82D1-28A5-4686-A4BC-518C6C6B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normaltextrun">
    <w:name w:val="normaltextrun"/>
    <w:basedOn w:val="Tipodeletrapredefinidodopargrafo"/>
    <w:rsid w:val="001A0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NQ_ANESPO\00_CNQ_CURR&#205;CULOS\PROJETO\FASE%202,%203%20e%204\TEMPLATES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13</TotalTime>
  <Pages>1</Pages>
  <Words>21148</Words>
  <Characters>120545</Characters>
  <Application>Microsoft Office Word</Application>
  <DocSecurity>0</DocSecurity>
  <Lines>1004</Lines>
  <Paragraphs>282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Calvet de Magalhaes Gomes Ricardo</dc:creator>
  <cp:keywords/>
  <dc:description/>
  <cp:lastModifiedBy>Ana Calvet</cp:lastModifiedBy>
  <cp:revision>6</cp:revision>
  <dcterms:created xsi:type="dcterms:W3CDTF">2023-12-14T18:12:00Z</dcterms:created>
  <dcterms:modified xsi:type="dcterms:W3CDTF">2023-12-15T12:44:00Z</dcterms:modified>
</cp:coreProperties>
</file>